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alias w:val="Title"/>
        <w:tag w:val=""/>
        <w:id w:val="-1840149729"/>
        <w:lock w:val="sdtLocked"/>
        <w:placeholder>
          <w:docPart w:val="5FDABC0E2AA34A4BB98AB8F4E6E189A0"/>
        </w:placeholder>
        <w:dataBinding w:prefixMappings="xmlns:ns0='http://purl.org/dc/elements/1.1/' xmlns:ns1='http://schemas.openxmlformats.org/package/2006/metadata/core-properties' " w:xpath="/ns1:coreProperties[1]/ns0:title[1]" w:storeItemID="{6C3C8BC8-F283-45AE-878A-BAB7291924A1}"/>
        <w:text w:multiLine="1"/>
      </w:sdtPr>
      <w:sdtContent>
        <w:p w14:paraId="365BB2D5" w14:textId="4836350C" w:rsidR="00F77653" w:rsidRPr="00F61A9C" w:rsidRDefault="004C4B8B" w:rsidP="00663E37">
          <w:pPr>
            <w:pStyle w:val="Title"/>
            <w:spacing w:line="276" w:lineRule="auto"/>
          </w:pPr>
          <w:r w:rsidRPr="00F61A9C">
            <w:t>TITLE OF THE THES</w:t>
          </w:r>
          <w:r w:rsidR="00B20914" w:rsidRPr="00F61A9C">
            <w:t>I</w:t>
          </w:r>
          <w:r w:rsidRPr="00F61A9C">
            <w:t xml:space="preserve">S: </w:t>
          </w:r>
          <w:r w:rsidR="00735227">
            <w:t>MUST</w:t>
          </w:r>
          <w:r w:rsidR="00500103" w:rsidRPr="00F61A9C">
            <w:t xml:space="preserve"> BE</w:t>
          </w:r>
          <w:r w:rsidRPr="00F61A9C">
            <w:t xml:space="preserve"> </w:t>
          </w:r>
          <w:r w:rsidR="00500103" w:rsidRPr="00F61A9C">
            <w:t xml:space="preserve">IN </w:t>
          </w:r>
          <w:r w:rsidR="00735227">
            <w:br/>
          </w:r>
          <w:r w:rsidRPr="00F61A9C">
            <w:t>CAPITAL LETTER</w:t>
          </w:r>
          <w:r w:rsidR="00500103" w:rsidRPr="00F61A9C">
            <w:t>S</w:t>
          </w:r>
          <w:r w:rsidRPr="00F61A9C">
            <w:t xml:space="preserve"> AND SHALL </w:t>
          </w:r>
          <w:r w:rsidRPr="00F61A9C">
            <w:br/>
            <w:t xml:space="preserve">NORMALLY </w:t>
          </w:r>
          <w:r w:rsidR="00500103" w:rsidRPr="00F61A9C">
            <w:t>NOT EXCEED</w:t>
          </w:r>
          <w:r w:rsidRPr="00F61A9C">
            <w:t xml:space="preserve"> </w:t>
          </w:r>
          <w:r w:rsidRPr="00F61A9C">
            <w:br/>
            <w:t>20 WORDS</w:t>
          </w:r>
        </w:p>
      </w:sdtContent>
    </w:sdt>
    <w:p w14:paraId="76E86852" w14:textId="77777777" w:rsidR="00663E37" w:rsidRDefault="00663E37" w:rsidP="00663E37"/>
    <w:p w14:paraId="4CF714EA" w14:textId="77777777" w:rsidR="00663E37" w:rsidRPr="0040243E" w:rsidRDefault="00663E37" w:rsidP="00663E37">
      <w:pPr>
        <w:rPr>
          <w:lang w:val="en-MY"/>
        </w:rPr>
      </w:pPr>
    </w:p>
    <w:p w14:paraId="3DEA2A0D" w14:textId="77777777" w:rsidR="00663E37" w:rsidRDefault="00663E37" w:rsidP="00663E37"/>
    <w:p w14:paraId="5B5C14C8" w14:textId="77777777" w:rsidR="00663E37" w:rsidRDefault="00663E37" w:rsidP="00663E37"/>
    <w:p w14:paraId="7696113F" w14:textId="77777777" w:rsidR="00663E37" w:rsidRDefault="00663E37" w:rsidP="00663E37"/>
    <w:sdt>
      <w:sdtPr>
        <w:alias w:val="Author"/>
        <w:tag w:val=""/>
        <w:id w:val="217021628"/>
        <w:lock w:val="sdtLocked"/>
        <w:placeholder>
          <w:docPart w:val="42973C1F164847ABAF16CA4269E12BCA"/>
        </w:placeholder>
        <w:dataBinding w:prefixMappings="xmlns:ns0='http://purl.org/dc/elements/1.1/' xmlns:ns1='http://schemas.openxmlformats.org/package/2006/metadata/core-properties' " w:xpath="/ns1:coreProperties[1]/ns0:creator[1]" w:storeItemID="{6C3C8BC8-F283-45AE-878A-BAB7291924A1}"/>
        <w:text/>
      </w:sdtPr>
      <w:sdtContent>
        <w:p w14:paraId="7620A0DC" w14:textId="5AF10763" w:rsidR="00663E37" w:rsidRDefault="00013529" w:rsidP="00B75DDD">
          <w:pPr>
            <w:pStyle w:val="Title"/>
          </w:pPr>
          <w:r>
            <w:t>NAME OF STUDENT</w:t>
          </w:r>
        </w:p>
      </w:sdtContent>
    </w:sdt>
    <w:p w14:paraId="5CC8053E" w14:textId="37760917" w:rsidR="00663E37" w:rsidRDefault="00663E37" w:rsidP="00663E37"/>
    <w:p w14:paraId="007DF5F7" w14:textId="40D1936A" w:rsidR="00663E37" w:rsidRDefault="00663E37" w:rsidP="00663E37"/>
    <w:p w14:paraId="7B51C16B" w14:textId="7859EB8F" w:rsidR="00663E37" w:rsidRDefault="00663E37" w:rsidP="00663E37"/>
    <w:p w14:paraId="0A762B06" w14:textId="089D3126" w:rsidR="00663E37" w:rsidRDefault="00663E37" w:rsidP="00663E37"/>
    <w:p w14:paraId="725D3BA6" w14:textId="150BD51D" w:rsidR="008A4CC4" w:rsidRDefault="008A4CC4" w:rsidP="00663E37"/>
    <w:p w14:paraId="7DC65187" w14:textId="11732E03" w:rsidR="00B501F6" w:rsidRDefault="00CC4BE6" w:rsidP="00663E37">
      <w:pPr>
        <w:pStyle w:val="Title"/>
      </w:pPr>
      <w:r>
        <w:rPr>
          <w:noProof/>
        </w:rPr>
        <mc:AlternateContent>
          <mc:Choice Requires="wps">
            <w:drawing>
              <wp:anchor distT="0" distB="0" distL="114300" distR="114300" simplePos="0" relativeHeight="251660288" behindDoc="0" locked="0" layoutInCell="1" allowOverlap="1" wp14:anchorId="75AF6076" wp14:editId="4FCEFE38">
                <wp:simplePos x="0" y="0"/>
                <wp:positionH relativeFrom="margin">
                  <wp:align>left</wp:align>
                </wp:positionH>
                <wp:positionV relativeFrom="paragraph">
                  <wp:posOffset>1144905</wp:posOffset>
                </wp:positionV>
                <wp:extent cx="5836920" cy="1295400"/>
                <wp:effectExtent l="0" t="0" r="11430" b="19050"/>
                <wp:wrapNone/>
                <wp:docPr id="1043959952" name="Text Box 1"/>
                <wp:cNvGraphicFramePr/>
                <a:graphic xmlns:a="http://schemas.openxmlformats.org/drawingml/2006/main">
                  <a:graphicData uri="http://schemas.microsoft.com/office/word/2010/wordprocessingShape">
                    <wps:wsp>
                      <wps:cNvSpPr txBox="1"/>
                      <wps:spPr>
                        <a:xfrm>
                          <a:off x="0" y="0"/>
                          <a:ext cx="5836920" cy="1295400"/>
                        </a:xfrm>
                        <a:prstGeom prst="rect">
                          <a:avLst/>
                        </a:prstGeom>
                        <a:solidFill>
                          <a:srgbClr val="C5D3FF"/>
                        </a:solidFill>
                        <a:ln w="6350">
                          <a:solidFill>
                            <a:prstClr val="black"/>
                          </a:solidFill>
                        </a:ln>
                      </wps:spPr>
                      <wps:txbx>
                        <w:txbxContent>
                          <w:p w14:paraId="2815BFCF"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Revised Date: 16/12/2024</w:t>
                            </w:r>
                          </w:p>
                          <w:p w14:paraId="656C22A4"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 xml:space="preserve">The purpose of this PhD thesis template is to: </w:t>
                            </w:r>
                          </w:p>
                          <w:p w14:paraId="0079E17F"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(a) Provide a standard template to be used by the students in the writing of a thesis.</w:t>
                            </w:r>
                          </w:p>
                          <w:p w14:paraId="5ECC7889"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(b) Provide guidance to supervisors, thus ensuring a consistent viewpoint regarding the writing of a thesis.</w:t>
                            </w:r>
                          </w:p>
                          <w:p w14:paraId="653910D6"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(c) Briefly describe the concepts that should be in the writing of the thesis.</w:t>
                            </w:r>
                          </w:p>
                          <w:p w14:paraId="5947CAB7"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(d) Serve as a guide for writing the thesis, but subject to the respective fields of study.</w:t>
                            </w:r>
                          </w:p>
                          <w:p w14:paraId="3238BAAE" w14:textId="77777777" w:rsidR="005B445E" w:rsidRPr="00CC4BE6" w:rsidRDefault="005B445E" w:rsidP="005B445E">
                            <w:pPr>
                              <w:spacing w:after="0" w:line="240" w:lineRule="auto"/>
                              <w:jc w:val="left"/>
                              <w:rPr>
                                <w:b/>
                                <w:bCs/>
                                <w:i/>
                                <w:iCs/>
                                <w:sz w:val="20"/>
                                <w:szCs w:val="20"/>
                                <w:lang w:val="ms-MY"/>
                              </w:rPr>
                            </w:pPr>
                          </w:p>
                          <w:p w14:paraId="455E63C7"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You may delete this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F6076" id="_x0000_t202" coordsize="21600,21600" o:spt="202" path="m,l,21600r21600,l21600,xe">
                <v:stroke joinstyle="miter"/>
                <v:path gradientshapeok="t" o:connecttype="rect"/>
              </v:shapetype>
              <v:shape id="Text Box 1" o:spid="_x0000_s1026" type="#_x0000_t202" style="position:absolute;left:0;text-align:left;margin-left:0;margin-top:90.15pt;width:459.6pt;height:102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" fillcolor="#c5d3ff" strokeweight=".5pt">
                <v:textbox>
                  <w:txbxContent>
                    <w:p w14:paraId="2815BFCF"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Revised Date: 16/12/2024</w:t>
                      </w:r>
                    </w:p>
                    <w:p w14:paraId="656C22A4"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 xml:space="preserve">The purpose of this PhD thesis template is to: </w:t>
                      </w:r>
                    </w:p>
                    <w:p w14:paraId="0079E17F"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(a) Provide a standard template to be used by the students in the writing of a thesis.</w:t>
                      </w:r>
                    </w:p>
                    <w:p w14:paraId="5ECC7889"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(b) Provide guidance to supervisors, thus ensuring a consistent viewpoint regarding the writing of a thesis.</w:t>
                      </w:r>
                    </w:p>
                    <w:p w14:paraId="653910D6"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(c) Briefly describe the concepts that should be in the writing of the thesis.</w:t>
                      </w:r>
                    </w:p>
                    <w:p w14:paraId="5947CAB7"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(d) Serve as a guide for writing the thesis, but subject to the respective fields of study.</w:t>
                      </w:r>
                    </w:p>
                    <w:p w14:paraId="3238BAAE" w14:textId="77777777" w:rsidR="005B445E" w:rsidRPr="00CC4BE6" w:rsidRDefault="005B445E" w:rsidP="005B445E">
                      <w:pPr>
                        <w:spacing w:after="0" w:line="240" w:lineRule="auto"/>
                        <w:jc w:val="left"/>
                        <w:rPr>
                          <w:b/>
                          <w:bCs/>
                          <w:i/>
                          <w:iCs/>
                          <w:sz w:val="20"/>
                          <w:szCs w:val="20"/>
                          <w:lang w:val="ms-MY"/>
                        </w:rPr>
                      </w:pPr>
                    </w:p>
                    <w:p w14:paraId="455E63C7" w14:textId="77777777" w:rsidR="005B445E" w:rsidRPr="00CC4BE6" w:rsidRDefault="005B445E" w:rsidP="005B445E">
                      <w:pPr>
                        <w:spacing w:after="0" w:line="240" w:lineRule="auto"/>
                        <w:jc w:val="left"/>
                        <w:rPr>
                          <w:b/>
                          <w:bCs/>
                          <w:i/>
                          <w:iCs/>
                          <w:sz w:val="20"/>
                          <w:szCs w:val="20"/>
                          <w:lang w:val="ms-MY"/>
                        </w:rPr>
                      </w:pPr>
                      <w:r w:rsidRPr="00CC4BE6">
                        <w:rPr>
                          <w:b/>
                          <w:bCs/>
                          <w:i/>
                          <w:iCs/>
                          <w:sz w:val="20"/>
                          <w:szCs w:val="20"/>
                          <w:lang w:val="ms-MY"/>
                        </w:rPr>
                        <w:t>You may delete this box.</w:t>
                      </w:r>
                    </w:p>
                  </w:txbxContent>
                </v:textbox>
                <w10:wrap anchorx="margin"/>
              </v:shape>
            </w:pict>
          </mc:Fallback>
        </mc:AlternateContent>
      </w:r>
    </w:p>
    <w:sdt>
      <w:sdtPr>
        <w:alias w:val="Company"/>
        <w:tag w:val=""/>
        <w:id w:val="-562025113"/>
        <w:lock w:val="sdtContentLocked"/>
        <w:placeholder>
          <w:docPart w:val="800F2B7CE2584455B5E8011546E691D3"/>
        </w:placeholder>
        <w:dataBinding w:prefixMappings="xmlns:ns0='http://schemas.openxmlformats.org/officeDocument/2006/extended-properties' " w:xpath="/ns0:Properties[1]/ns0:Company[1]" w:storeItemID="{6668398D-A668-4E3E-A5EB-62B293D839F1}"/>
        <w:text/>
      </w:sdtPr>
      <w:sdtContent>
        <w:p w14:paraId="3C329C8F" w14:textId="77777777" w:rsidR="00663E37" w:rsidRDefault="00663E37" w:rsidP="00663E37">
          <w:pPr>
            <w:pStyle w:val="Title"/>
          </w:pPr>
          <w:r>
            <w:t>ASIA e UNIVERSITY</w:t>
          </w:r>
        </w:p>
      </w:sdtContent>
    </w:sdt>
    <w:sdt>
      <w:sdtPr>
        <w:rPr>
          <w:rStyle w:val="TitleChar"/>
        </w:rPr>
        <w:alias w:val="Publish Date"/>
        <w:tag w:val=""/>
        <w:id w:val="1927693011"/>
        <w:lock w:val="sdtLocked"/>
        <w:placeholder>
          <w:docPart w:val="8DFBA6AA8D4E476BA61F5AD3AD555513"/>
        </w:placeholder>
        <w:dataBinding w:prefixMappings="xmlns:ns0='http://schemas.microsoft.com/office/2006/coverPageProps' " w:xpath="/ns0:CoverPageProperties[1]/ns0:PublishDate[1]" w:storeItemID="{55AF091B-3C7A-41E3-B477-F2FDAA23CFDA}"/>
        <w:date w:fullDate="2024-01-01T00:00:00Z">
          <w:dateFormat w:val="yyyy"/>
          <w:lid w:val="ms-MY"/>
          <w:storeMappedDataAs w:val="dateTime"/>
          <w:calendar w:val="gregorian"/>
        </w:date>
      </w:sdtPr>
      <w:sdtContent>
        <w:p w14:paraId="7CACDECE" w14:textId="1407EA48" w:rsidR="00663E37" w:rsidRDefault="004B38AB" w:rsidP="00663E37">
          <w:pPr>
            <w:jc w:val="center"/>
            <w:rPr>
              <w:rStyle w:val="TitleChar"/>
            </w:rPr>
          </w:pPr>
          <w:r>
            <w:rPr>
              <w:rStyle w:val="TitleChar"/>
              <w:lang w:val="ms-MY"/>
            </w:rPr>
            <w:t>202</w:t>
          </w:r>
          <w:r w:rsidR="003E2066">
            <w:rPr>
              <w:rStyle w:val="TitleChar"/>
              <w:lang w:val="ms-MY"/>
            </w:rPr>
            <w:t>4</w:t>
          </w:r>
        </w:p>
      </w:sdtContent>
    </w:sdt>
    <w:p w14:paraId="0EEC8245" w14:textId="77777777" w:rsidR="00EF42CB" w:rsidRDefault="00EF42CB" w:rsidP="00B46C82">
      <w:pPr>
        <w:spacing w:line="276" w:lineRule="auto"/>
        <w:jc w:val="center"/>
        <w:rPr>
          <w:rStyle w:val="BookTitle"/>
        </w:rPr>
        <w:sectPr w:rsidR="00EF42CB" w:rsidSect="008D6209">
          <w:footerReference w:type="default" r:id="rId9"/>
          <w:pgSz w:w="11906" w:h="16838"/>
          <w:pgMar w:top="2835" w:right="2268" w:bottom="2835" w:left="2268" w:header="709" w:footer="709" w:gutter="0"/>
          <w:pgNumType w:fmt="lowerRoman" w:start="2"/>
          <w:cols w:space="708"/>
          <w:docGrid w:linePitch="360"/>
        </w:sectPr>
      </w:pPr>
    </w:p>
    <w:sdt>
      <w:sdtPr>
        <w:rPr>
          <w:rStyle w:val="BookTitle"/>
          <w:b w:val="0"/>
          <w:color w:val="000000" w:themeColor="text1"/>
        </w:rPr>
        <w:alias w:val="Title"/>
        <w:tag w:val=""/>
        <w:id w:val="1237052096"/>
        <w:placeholder>
          <w:docPart w:val="826AF1592DC84A509858862F66181B89"/>
        </w:placeholder>
        <w:dataBinding w:prefixMappings="xmlns:ns0='http://purl.org/dc/elements/1.1/' xmlns:ns1='http://schemas.openxmlformats.org/package/2006/metadata/core-properties' " w:xpath="/ns1:coreProperties[1]/ns0:title[1]" w:storeItemID="{6C3C8BC8-F283-45AE-878A-BAB7291924A1}"/>
        <w:text w:multiLine="1"/>
      </w:sdtPr>
      <w:sdtContent>
        <w:p w14:paraId="224E473E" w14:textId="612E0501" w:rsidR="00C611E7" w:rsidRPr="00F61A9C" w:rsidRDefault="00735227" w:rsidP="00C611E7">
          <w:pPr>
            <w:pStyle w:val="Title"/>
            <w:spacing w:line="276" w:lineRule="auto"/>
            <w:rPr>
              <w:b w:val="0"/>
              <w:color w:val="000000" w:themeColor="text1"/>
            </w:rPr>
          </w:pPr>
          <w:r>
            <w:rPr>
              <w:rStyle w:val="BookTitle"/>
              <w:b w:val="0"/>
              <w:color w:val="000000" w:themeColor="text1"/>
            </w:rPr>
            <w:t xml:space="preserve">TITLE OF THE THESIS: MUST BE IN </w:t>
          </w:r>
          <w:r>
            <w:rPr>
              <w:rStyle w:val="BookTitle"/>
              <w:b w:val="0"/>
              <w:color w:val="000000" w:themeColor="text1"/>
            </w:rPr>
            <w:br/>
            <w:t xml:space="preserve">CAPITAL LETTERS AND SHALL </w:t>
          </w:r>
          <w:r>
            <w:rPr>
              <w:rStyle w:val="BookTitle"/>
              <w:b w:val="0"/>
              <w:color w:val="000000" w:themeColor="text1"/>
            </w:rPr>
            <w:br/>
            <w:t xml:space="preserve">NORMALLY NOT EXCEED </w:t>
          </w:r>
          <w:r>
            <w:rPr>
              <w:rStyle w:val="BookTitle"/>
              <w:b w:val="0"/>
              <w:color w:val="000000" w:themeColor="text1"/>
            </w:rPr>
            <w:br/>
            <w:t>20 WORDS</w:t>
          </w:r>
        </w:p>
      </w:sdtContent>
    </w:sdt>
    <w:p w14:paraId="300FD583" w14:textId="77777777" w:rsidR="00663E37" w:rsidRPr="00B46C82" w:rsidRDefault="00663E37" w:rsidP="00B46C82"/>
    <w:p w14:paraId="6A7EE112" w14:textId="77777777" w:rsidR="00663E37" w:rsidRDefault="00663E37" w:rsidP="00663E37">
      <w:pPr>
        <w:jc w:val="center"/>
        <w:rPr>
          <w:rStyle w:val="BookTitle"/>
        </w:rPr>
      </w:pPr>
    </w:p>
    <w:p w14:paraId="208D719E" w14:textId="77777777" w:rsidR="00663E37" w:rsidRDefault="00663E37" w:rsidP="00663E37">
      <w:pPr>
        <w:jc w:val="center"/>
        <w:rPr>
          <w:rStyle w:val="BookTitle"/>
        </w:rPr>
      </w:pPr>
    </w:p>
    <w:p w14:paraId="6D4C7A76" w14:textId="77777777" w:rsidR="00663E37" w:rsidRDefault="00663E37" w:rsidP="00663E37">
      <w:pPr>
        <w:jc w:val="center"/>
        <w:rPr>
          <w:rStyle w:val="BookTitle"/>
        </w:rPr>
      </w:pPr>
    </w:p>
    <w:p w14:paraId="2A02E652" w14:textId="77777777" w:rsidR="00663E37" w:rsidRDefault="00663E37" w:rsidP="00663E37">
      <w:pPr>
        <w:jc w:val="center"/>
        <w:rPr>
          <w:rStyle w:val="BookTitle"/>
        </w:rPr>
      </w:pPr>
    </w:p>
    <w:sdt>
      <w:sdtPr>
        <w:rPr>
          <w:rStyle w:val="BookTitle"/>
        </w:rPr>
        <w:alias w:val="Author"/>
        <w:tag w:val=""/>
        <w:id w:val="1992210559"/>
        <w:lock w:val="sdtLocked"/>
        <w:placeholder>
          <w:docPart w:val="96929528468B4847839F6C038A964193"/>
        </w:placeholder>
        <w:dataBinding w:prefixMappings="xmlns:ns0='http://purl.org/dc/elements/1.1/' xmlns:ns1='http://schemas.openxmlformats.org/package/2006/metadata/core-properties' " w:xpath="/ns1:coreProperties[1]/ns0:creator[1]" w:storeItemID="{6C3C8BC8-F283-45AE-878A-BAB7291924A1}"/>
        <w:text/>
      </w:sdtPr>
      <w:sdtContent>
        <w:p w14:paraId="4C4AAF88" w14:textId="26AB73D3" w:rsidR="00663E37" w:rsidRDefault="00013529" w:rsidP="00B46C82">
          <w:pPr>
            <w:jc w:val="center"/>
            <w:rPr>
              <w:rFonts w:asciiTheme="minorHAnsi" w:hAnsiTheme="minorHAnsi"/>
              <w:b/>
              <w:sz w:val="22"/>
            </w:rPr>
          </w:pPr>
          <w:r>
            <w:rPr>
              <w:rStyle w:val="BookTitle"/>
            </w:rPr>
            <w:t>NAME OF STUDENT</w:t>
          </w:r>
        </w:p>
      </w:sdtContent>
    </w:sdt>
    <w:p w14:paraId="683CC2C7" w14:textId="77777777" w:rsidR="00663E37" w:rsidRDefault="00663E37" w:rsidP="00663E37">
      <w:pPr>
        <w:jc w:val="center"/>
        <w:rPr>
          <w:rStyle w:val="BookTitle"/>
        </w:rPr>
      </w:pPr>
    </w:p>
    <w:p w14:paraId="7E094C58" w14:textId="77777777" w:rsidR="00663E37" w:rsidRDefault="00663E37" w:rsidP="00663E37">
      <w:pPr>
        <w:jc w:val="center"/>
        <w:rPr>
          <w:rStyle w:val="BookTitle"/>
        </w:rPr>
      </w:pPr>
    </w:p>
    <w:p w14:paraId="45C2B611" w14:textId="77777777" w:rsidR="00663E37" w:rsidRDefault="00663E37" w:rsidP="00663E37">
      <w:pPr>
        <w:jc w:val="center"/>
        <w:rPr>
          <w:rStyle w:val="BookTitle"/>
        </w:rPr>
      </w:pPr>
    </w:p>
    <w:p w14:paraId="59CF8BCE" w14:textId="77777777" w:rsidR="00663E37" w:rsidRDefault="00663E37" w:rsidP="00B75DDD">
      <w:pPr>
        <w:spacing w:after="0" w:line="240" w:lineRule="auto"/>
        <w:jc w:val="center"/>
        <w:rPr>
          <w:rStyle w:val="BookTitle"/>
        </w:rPr>
      </w:pPr>
    </w:p>
    <w:p w14:paraId="0A3351AE" w14:textId="77777777" w:rsidR="00B75DDD" w:rsidRDefault="00B75DDD" w:rsidP="00B75DDD">
      <w:pPr>
        <w:jc w:val="center"/>
        <w:rPr>
          <w:rStyle w:val="BookTitle"/>
        </w:rPr>
      </w:pPr>
    </w:p>
    <w:sdt>
      <w:sdtPr>
        <w:rPr>
          <w:rStyle w:val="BookTitle"/>
        </w:rPr>
        <w:alias w:val="Fulfilment_statement"/>
        <w:tag w:val="Fulfilment_statement"/>
        <w:id w:val="-1314488557"/>
        <w:placeholder>
          <w:docPart w:val="780BA8CB840C4D1A9C0C01CFF7DA5005"/>
        </w:placeholder>
      </w:sdtPr>
      <w:sdtContent>
        <w:p w14:paraId="6DD12CA4" w14:textId="77777777" w:rsidR="00B75DDD" w:rsidRPr="00B75DDD" w:rsidRDefault="00B75DDD" w:rsidP="00B75DDD">
          <w:pPr>
            <w:spacing w:after="0" w:line="240" w:lineRule="auto"/>
            <w:jc w:val="center"/>
            <w:rPr>
              <w:rStyle w:val="BookTitle"/>
            </w:rPr>
          </w:pPr>
          <w:r w:rsidRPr="00B75DDD">
            <w:rPr>
              <w:rStyle w:val="BookTitle"/>
            </w:rPr>
            <w:t>A Thesis Submitted to Asia e University in</w:t>
          </w:r>
        </w:p>
        <w:p w14:paraId="0CAA84C5" w14:textId="77777777" w:rsidR="00B75DDD" w:rsidRPr="00B75DDD" w:rsidRDefault="00B75DDD" w:rsidP="00B75DDD">
          <w:pPr>
            <w:spacing w:after="0" w:line="240" w:lineRule="auto"/>
            <w:jc w:val="center"/>
            <w:rPr>
              <w:rStyle w:val="BookTitle"/>
            </w:rPr>
          </w:pPr>
          <w:r w:rsidRPr="00B75DDD">
            <w:rPr>
              <w:rStyle w:val="BookTitle"/>
            </w:rPr>
            <w:t>Fulfilment of the Requirements for the</w:t>
          </w:r>
        </w:p>
      </w:sdtContent>
    </w:sdt>
    <w:sdt>
      <w:sdtPr>
        <w:rPr>
          <w:rStyle w:val="BookTitle"/>
        </w:rPr>
        <w:id w:val="-1466268209"/>
        <w:lock w:val="sdtLocked"/>
        <w:placeholder>
          <w:docPart w:val="DefaultPlaceholder_-1854013439"/>
        </w:placeholder>
        <w:comboBox>
          <w:listItem w:value="Choose an item."/>
          <w:listItem w:displayText="Degree of Doctor of Philosophy" w:value="Degree of Doctor of Philosophy"/>
          <w:listItem w:displayText="Doctor of Business Administration" w:value="Doctor of Business Administration"/>
          <w:listItem w:displayText="Doctor of Education" w:value="Doctor of Education"/>
          <w:listItem w:displayText="Master of Science (Management)" w:value="Master of Science (Management)"/>
        </w:comboBox>
      </w:sdtPr>
      <w:sdtContent>
        <w:p w14:paraId="04B43058" w14:textId="77777777" w:rsidR="00663E37" w:rsidRPr="00F61A9C" w:rsidRDefault="00794C23" w:rsidP="00663E37">
          <w:pPr>
            <w:jc w:val="center"/>
            <w:rPr>
              <w:rStyle w:val="BookTitle"/>
            </w:rPr>
          </w:pPr>
          <w:r w:rsidRPr="00F61A9C">
            <w:rPr>
              <w:rStyle w:val="BookTitle"/>
            </w:rPr>
            <w:t>Degree of Doctor of Philosophy</w:t>
          </w:r>
        </w:p>
      </w:sdtContent>
    </w:sdt>
    <w:sdt>
      <w:sdtPr>
        <w:rPr>
          <w:rStyle w:val="BookTitle"/>
        </w:rPr>
        <w:alias w:val="Publish Date"/>
        <w:tag w:val=""/>
        <w:id w:val="-106509547"/>
        <w:lock w:val="sdtLocked"/>
        <w:placeholder>
          <w:docPart w:val="5372FC2497304E0ABF9F7F2C33BA11E9"/>
        </w:placeholder>
        <w:dataBinding w:prefixMappings="xmlns:ns0='http://schemas.microsoft.com/office/2006/coverPageProps' " w:xpath="/ns0:CoverPageProperties[1]/ns0:PublishDate[1]" w:storeItemID="{55AF091B-3C7A-41E3-B477-F2FDAA23CFDA}"/>
        <w:date w:fullDate="2024-01-01T00:00:00Z">
          <w:dateFormat w:val="MMMM yyyy"/>
          <w:lid w:val="en-US"/>
          <w:storeMappedDataAs w:val="dateTime"/>
          <w:calendar w:val="gregorian"/>
        </w:date>
      </w:sdtPr>
      <w:sdtContent>
        <w:p w14:paraId="0FAF4AFB" w14:textId="4E3381E1" w:rsidR="00663E37" w:rsidRPr="00B46C82" w:rsidRDefault="003E2066" w:rsidP="00663E37">
          <w:pPr>
            <w:jc w:val="center"/>
            <w:rPr>
              <w:rStyle w:val="BookTitle"/>
            </w:rPr>
          </w:pPr>
          <w:r>
            <w:rPr>
              <w:rStyle w:val="BookTitle"/>
            </w:rPr>
            <w:t>January 2024</w:t>
          </w:r>
        </w:p>
      </w:sdtContent>
    </w:sdt>
    <w:p w14:paraId="52DC3CB3" w14:textId="77777777" w:rsidR="00EF42CB" w:rsidRDefault="00EF42CB" w:rsidP="00487688">
      <w:pPr>
        <w:pStyle w:val="Heading1"/>
        <w:sectPr w:rsidR="00EF42CB" w:rsidSect="008D6209">
          <w:pgSz w:w="11906" w:h="16838"/>
          <w:pgMar w:top="1417" w:right="1417" w:bottom="1417" w:left="1417" w:header="708" w:footer="708" w:gutter="0"/>
          <w:pgNumType w:fmt="lowerRoman" w:start="2"/>
          <w:cols w:space="708"/>
          <w:docGrid w:linePitch="360"/>
        </w:sectPr>
      </w:pPr>
      <w:r>
        <w:br w:type="page"/>
      </w:r>
    </w:p>
    <w:p w14:paraId="66117DBC" w14:textId="77777777" w:rsidR="00EF42CB" w:rsidRPr="00487688" w:rsidRDefault="00EF42CB" w:rsidP="00A52090">
      <w:pPr>
        <w:pStyle w:val="Pre-Title"/>
        <w:spacing w:after="240"/>
      </w:pPr>
      <w:bookmarkStart w:id="0" w:name="_Toc528491926"/>
      <w:bookmarkStart w:id="1" w:name="_Toc528509060"/>
      <w:bookmarkStart w:id="2" w:name="_Toc528510692"/>
      <w:bookmarkStart w:id="3" w:name="_Toc528743037"/>
      <w:bookmarkStart w:id="4" w:name="_Toc528764226"/>
      <w:bookmarkStart w:id="5" w:name="_Toc528848624"/>
      <w:bookmarkStart w:id="6" w:name="_Toc528849583"/>
      <w:bookmarkStart w:id="7" w:name="_Toc528850955"/>
      <w:bookmarkStart w:id="8" w:name="_Toc185259697"/>
      <w:r w:rsidRPr="00487688">
        <w:lastRenderedPageBreak/>
        <w:t>ABSTRACT</w:t>
      </w:r>
      <w:bookmarkEnd w:id="0"/>
      <w:bookmarkEnd w:id="1"/>
      <w:bookmarkEnd w:id="2"/>
      <w:bookmarkEnd w:id="3"/>
      <w:bookmarkEnd w:id="4"/>
      <w:bookmarkEnd w:id="5"/>
      <w:bookmarkEnd w:id="6"/>
      <w:bookmarkEnd w:id="7"/>
      <w:bookmarkEnd w:id="8"/>
    </w:p>
    <w:p w14:paraId="481185EA" w14:textId="549241E5" w:rsidR="00302D35" w:rsidRPr="00F61A9C" w:rsidRDefault="0019175A" w:rsidP="00302D35">
      <w:pPr>
        <w:spacing w:line="240" w:lineRule="auto"/>
        <w:rPr>
          <w:color w:val="000000" w:themeColor="text1"/>
        </w:rPr>
      </w:pPr>
      <w:r>
        <w:t xml:space="preserve">A well-prepared abstract can be the most important single paragraph in a thesis. Most people have their first contact with a thesis by seeing just an abstract, usually in comparison with several other abstracts, as they are doing a literature search. Readers frequently decide on the basis of the abstract whether to read the entire thesis, you enhance the user’s ability to find it. (2) A good abstract should be accurate, non-evaluative, coherent and readable, and concise. Henceforth, the abstract of a doctoral thesis should describe:  the problem under investigation, in one sentence if possible;  the participants, specifying pertinent characteristics such as age, sex, and ethnic and/or racial group; in animal research, specifying genus and species;  the essential features of study method – you have a limited number of words so restrict your description to essential and interesting features of the study methodology - particularly those likely to be used in electronic searches;  the basics findings, including effect sizes and confidence intervals and/or statistical significance levels; and  the conclusions and the implications or applications. (3) At </w:t>
      </w:r>
      <w:proofErr w:type="spellStart"/>
      <w:r>
        <w:t>AeU</w:t>
      </w:r>
      <w:proofErr w:type="spellEnd"/>
      <w:r>
        <w:t>, for the doctoral dissertation, an abstract not exceeding 350 words or 2,450 characters is to be included--approximately one and one-half pages doubled-spaced. (4) If the thesis is written in another language, the abstract in that language must be translated into English language. The English version must appear in a separate page.</w:t>
      </w:r>
      <w:r w:rsidR="006179EA">
        <w:t xml:space="preserve"> </w:t>
      </w:r>
      <w:r w:rsidR="006179EA" w:rsidRPr="00F61A9C">
        <w:rPr>
          <w:color w:val="000000" w:themeColor="text1"/>
        </w:rPr>
        <w:t>(5) Maximum 5 keywords.</w:t>
      </w:r>
    </w:p>
    <w:p w14:paraId="634B3C12" w14:textId="439B3B15" w:rsidR="00EF42CB" w:rsidRPr="00302D35" w:rsidRDefault="00302D35" w:rsidP="00F26220">
      <w:pPr>
        <w:spacing w:before="240" w:line="240" w:lineRule="auto"/>
        <w:ind w:left="1276" w:hanging="1276"/>
        <w:rPr>
          <w:b/>
        </w:rPr>
      </w:pPr>
      <w:r w:rsidRPr="00F61A9C">
        <w:rPr>
          <w:b/>
          <w:color w:val="000000" w:themeColor="text1"/>
        </w:rPr>
        <w:t>Keyword</w:t>
      </w:r>
      <w:r w:rsidR="00794C23" w:rsidRPr="00F61A9C">
        <w:rPr>
          <w:b/>
          <w:color w:val="000000" w:themeColor="text1"/>
        </w:rPr>
        <w:t>s</w:t>
      </w:r>
      <w:r w:rsidRPr="00F61A9C">
        <w:rPr>
          <w:b/>
          <w:color w:val="000000" w:themeColor="text1"/>
        </w:rPr>
        <w:t>:</w:t>
      </w:r>
      <w:r w:rsidR="00F26220">
        <w:rPr>
          <w:b/>
          <w:color w:val="000000" w:themeColor="text1"/>
        </w:rPr>
        <w:tab/>
      </w:r>
      <w:r w:rsidR="00794C23" w:rsidRPr="00F61A9C">
        <w:rPr>
          <w:color w:val="000000" w:themeColor="text1"/>
        </w:rPr>
        <w:t xml:space="preserve">Digital marketing, consumer </w:t>
      </w:r>
      <w:proofErr w:type="spellStart"/>
      <w:r w:rsidR="00794C23">
        <w:t>behaviour</w:t>
      </w:r>
      <w:proofErr w:type="spellEnd"/>
      <w:r w:rsidR="00794C23">
        <w:t>, customer s</w:t>
      </w:r>
      <w:r w:rsidR="00076FD1">
        <w:t>atisfaction</w:t>
      </w:r>
      <w:r w:rsidR="008947FB">
        <w:t xml:space="preserve">, </w:t>
      </w:r>
      <w:r w:rsidR="001E026F">
        <w:t>customer loyalty</w:t>
      </w:r>
      <w:r w:rsidR="00EF42CB" w:rsidRPr="00302D35">
        <w:rPr>
          <w:b/>
        </w:rPr>
        <w:br w:type="page"/>
      </w:r>
    </w:p>
    <w:p w14:paraId="584C651D" w14:textId="77777777" w:rsidR="00EF42CB" w:rsidRPr="00F61A9C" w:rsidRDefault="006B7D4D" w:rsidP="00A52090">
      <w:pPr>
        <w:pStyle w:val="Pre-Title"/>
        <w:spacing w:after="240"/>
        <w:rPr>
          <w:color w:val="000000" w:themeColor="text1"/>
        </w:rPr>
      </w:pPr>
      <w:bookmarkStart w:id="9" w:name="_Toc185259698"/>
      <w:r w:rsidRPr="00F61A9C">
        <w:rPr>
          <w:color w:val="000000" w:themeColor="text1"/>
        </w:rPr>
        <w:lastRenderedPageBreak/>
        <w:t>APPROVAL</w:t>
      </w:r>
      <w:bookmarkEnd w:id="9"/>
    </w:p>
    <w:p w14:paraId="05CFFCEE" w14:textId="69EFBB52" w:rsidR="00EF42CB" w:rsidRPr="00F61A9C" w:rsidRDefault="006B7D4D" w:rsidP="006B7D4D">
      <w:pPr>
        <w:pStyle w:val="NoSpacing"/>
        <w:spacing w:line="480" w:lineRule="auto"/>
        <w:jc w:val="both"/>
        <w:rPr>
          <w:color w:val="000000" w:themeColor="text1"/>
        </w:rPr>
      </w:pPr>
      <w:r w:rsidRPr="00F61A9C">
        <w:rPr>
          <w:color w:val="000000" w:themeColor="text1"/>
          <w:szCs w:val="24"/>
        </w:rPr>
        <w:t xml:space="preserve">This is to certify that this thesis conforms to acceptable standards of scholarly presentation and is fully adequate, in quality and scope, for the fulfilment of the requirements for the </w:t>
      </w:r>
      <w:sdt>
        <w:sdtPr>
          <w:rPr>
            <w:rStyle w:val="normalparaChar"/>
          </w:rPr>
          <w:id w:val="349768543"/>
          <w:placeholder>
            <w:docPart w:val="7D0C255941AD45879ED76C955A7947D8"/>
          </w:placeholder>
          <w:comboBox>
            <w:listItem w:value="Choose an item."/>
            <w:listItem w:displayText="Degree of Doctor of Philosophy" w:value="Degree of Doctor of Philosophy"/>
            <w:listItem w:displayText="Doctor of Business Administration" w:value="Doctor of Business Administration"/>
            <w:listItem w:displayText="Doctor of Education" w:value="Doctor of Education"/>
            <w:listItem w:displayText="Master of Science (Management)" w:value="Master of Science (Management)"/>
          </w:comboBox>
        </w:sdtPr>
        <w:sdtContent>
          <w:r w:rsidR="00012DA5" w:rsidRPr="00F61A9C">
            <w:rPr>
              <w:rStyle w:val="normalparaChar"/>
            </w:rPr>
            <w:t>Degree of Doctor of Philosophy</w:t>
          </w:r>
          <w:r w:rsidR="001D7032" w:rsidRPr="00F61A9C">
            <w:rPr>
              <w:rStyle w:val="normalparaChar"/>
            </w:rPr>
            <w:t>.</w:t>
          </w:r>
        </w:sdtContent>
      </w:sdt>
    </w:p>
    <w:p w14:paraId="1726DF73" w14:textId="34738430" w:rsidR="006B7D4D" w:rsidRPr="008E6C78" w:rsidRDefault="006B7D4D" w:rsidP="006B7D4D">
      <w:pPr>
        <w:rPr>
          <w:rFonts w:cs="Times New Roman"/>
          <w:szCs w:val="24"/>
        </w:rPr>
      </w:pPr>
      <w:r w:rsidRPr="008E6C78">
        <w:rPr>
          <w:rFonts w:cs="Times New Roman"/>
          <w:szCs w:val="24"/>
        </w:rPr>
        <w:t>The student has been supervised by: [</w:t>
      </w:r>
      <w:r w:rsidR="005A7D4C">
        <w:rPr>
          <w:rFonts w:cs="Times New Roman"/>
          <w:b/>
          <w:bCs/>
          <w:szCs w:val="24"/>
        </w:rPr>
        <w:t>Professor Dr. AAA</w:t>
      </w:r>
      <w:r w:rsidRPr="008E6C78">
        <w:rPr>
          <w:rFonts w:cs="Times New Roman"/>
          <w:szCs w:val="24"/>
        </w:rPr>
        <w:t>] and co-supervised by: [</w:t>
      </w:r>
      <w:r w:rsidR="005A7D4C">
        <w:rPr>
          <w:rFonts w:cs="Times New Roman"/>
          <w:b/>
          <w:bCs/>
          <w:szCs w:val="24"/>
        </w:rPr>
        <w:t>Professor Dr. BBB</w:t>
      </w:r>
      <w:r w:rsidRPr="008E6C78">
        <w:rPr>
          <w:rFonts w:cs="Times New Roman"/>
          <w:szCs w:val="24"/>
        </w:rPr>
        <w:t>]</w:t>
      </w:r>
    </w:p>
    <w:p w14:paraId="4956FFF7" w14:textId="77777777" w:rsidR="00EF42CB" w:rsidRPr="006B7D4D" w:rsidRDefault="006B7D4D" w:rsidP="006B7D4D">
      <w:r w:rsidRPr="008E6C78">
        <w:rPr>
          <w:rFonts w:cs="Times New Roman"/>
          <w:szCs w:val="24"/>
        </w:rPr>
        <w:t>The thesis has been examined and endorsed by</w:t>
      </w:r>
      <w:r>
        <w:rPr>
          <w:rFonts w:cs="Times New Roman"/>
          <w:szCs w:val="24"/>
        </w:rPr>
        <w:t>:</w:t>
      </w:r>
    </w:p>
    <w:p w14:paraId="29A6819F" w14:textId="77777777" w:rsidR="00EF42CB" w:rsidRDefault="00EF42CB" w:rsidP="00EF42CB">
      <w:pPr>
        <w:pStyle w:val="Default"/>
        <w:jc w:val="both"/>
        <w:rPr>
          <w:rFonts w:ascii="Times New Roman" w:hAnsi="Times New Roman" w:cs="Times New Roman"/>
        </w:rPr>
      </w:pPr>
    </w:p>
    <w:p w14:paraId="6FE91BCF" w14:textId="77777777" w:rsidR="00856AEF" w:rsidRPr="00F84729" w:rsidRDefault="00856AEF" w:rsidP="00EF42CB">
      <w:pPr>
        <w:pStyle w:val="Default"/>
        <w:jc w:val="both"/>
        <w:rPr>
          <w:rFonts w:ascii="Times New Roman" w:hAnsi="Times New Roman" w:cs="Times New Roman"/>
        </w:rPr>
      </w:pPr>
    </w:p>
    <w:p w14:paraId="73C770E6" w14:textId="1C628313" w:rsidR="00EF42CB" w:rsidRPr="00076FD1" w:rsidRDefault="00EF42CB" w:rsidP="00DF1BE8">
      <w:pPr>
        <w:pStyle w:val="Default"/>
        <w:spacing w:line="276" w:lineRule="auto"/>
        <w:jc w:val="both"/>
        <w:rPr>
          <w:rFonts w:ascii="Times New Roman" w:hAnsi="Times New Roman" w:cs="Times New Roman"/>
          <w:b/>
          <w:bCs/>
        </w:rPr>
      </w:pPr>
      <w:r w:rsidRPr="00076FD1">
        <w:rPr>
          <w:rFonts w:ascii="Times New Roman" w:hAnsi="Times New Roman" w:cs="Times New Roman"/>
          <w:b/>
          <w:bCs/>
        </w:rPr>
        <w:t xml:space="preserve">Professor Dr. </w:t>
      </w:r>
      <w:r w:rsidR="005A7D4C">
        <w:rPr>
          <w:rFonts w:ascii="Times New Roman" w:hAnsi="Times New Roman" w:cs="Times New Roman"/>
          <w:b/>
          <w:bCs/>
        </w:rPr>
        <w:t>CCC</w:t>
      </w:r>
    </w:p>
    <w:p w14:paraId="454313FA" w14:textId="77777777" w:rsidR="00EF42CB" w:rsidRDefault="006B7D4D" w:rsidP="00DF1BE8">
      <w:pPr>
        <w:pStyle w:val="Default"/>
        <w:spacing w:line="276" w:lineRule="auto"/>
        <w:jc w:val="both"/>
        <w:rPr>
          <w:rFonts w:ascii="Times New Roman" w:hAnsi="Times New Roman" w:cs="Times New Roman"/>
          <w:b/>
        </w:rPr>
      </w:pPr>
      <w:r>
        <w:rPr>
          <w:rFonts w:ascii="Times New Roman" w:hAnsi="Times New Roman" w:cs="Times New Roman"/>
          <w:b/>
        </w:rPr>
        <w:t>Position</w:t>
      </w:r>
    </w:p>
    <w:p w14:paraId="3962315E" w14:textId="77777777" w:rsidR="006B7D4D" w:rsidRDefault="006B7D4D" w:rsidP="00DF1BE8">
      <w:pPr>
        <w:pStyle w:val="Default"/>
        <w:spacing w:line="276" w:lineRule="auto"/>
        <w:jc w:val="both"/>
        <w:rPr>
          <w:rFonts w:ascii="Times New Roman" w:hAnsi="Times New Roman" w:cs="Times New Roman"/>
          <w:b/>
        </w:rPr>
      </w:pPr>
      <w:r>
        <w:rPr>
          <w:rFonts w:ascii="Times New Roman" w:hAnsi="Times New Roman" w:cs="Times New Roman"/>
          <w:b/>
        </w:rPr>
        <w:t>University</w:t>
      </w:r>
    </w:p>
    <w:p w14:paraId="070CAAEF" w14:textId="77777777" w:rsidR="006B7D4D" w:rsidRPr="006B7D4D" w:rsidRDefault="006B7D4D" w:rsidP="00DF1BE8">
      <w:pPr>
        <w:pStyle w:val="Default"/>
        <w:spacing w:line="276" w:lineRule="auto"/>
        <w:jc w:val="both"/>
        <w:rPr>
          <w:rFonts w:ascii="Times New Roman" w:hAnsi="Times New Roman" w:cs="Times New Roman"/>
        </w:rPr>
      </w:pPr>
      <w:r>
        <w:rPr>
          <w:rFonts w:ascii="Times New Roman" w:hAnsi="Times New Roman" w:cs="Times New Roman"/>
        </w:rPr>
        <w:t>Examiner 1</w:t>
      </w:r>
    </w:p>
    <w:p w14:paraId="0C0646C1" w14:textId="77777777" w:rsidR="00DB3A47" w:rsidRDefault="00DB3A47" w:rsidP="006B7D4D">
      <w:pPr>
        <w:pStyle w:val="Default"/>
        <w:spacing w:line="480" w:lineRule="auto"/>
        <w:jc w:val="both"/>
        <w:rPr>
          <w:rFonts w:ascii="Times New Roman" w:hAnsi="Times New Roman" w:cs="Times New Roman"/>
        </w:rPr>
      </w:pPr>
    </w:p>
    <w:p w14:paraId="67D508DE" w14:textId="6F7A0663" w:rsidR="006B7D4D" w:rsidRPr="00076FD1" w:rsidRDefault="006B7D4D" w:rsidP="00DF1BE8">
      <w:pPr>
        <w:pStyle w:val="Default"/>
        <w:spacing w:line="276" w:lineRule="auto"/>
        <w:jc w:val="both"/>
        <w:rPr>
          <w:rFonts w:ascii="Times New Roman" w:hAnsi="Times New Roman" w:cs="Times New Roman"/>
          <w:b/>
          <w:bCs/>
        </w:rPr>
      </w:pPr>
      <w:r w:rsidRPr="00076FD1">
        <w:rPr>
          <w:rFonts w:ascii="Times New Roman" w:hAnsi="Times New Roman" w:cs="Times New Roman"/>
          <w:b/>
          <w:bCs/>
        </w:rPr>
        <w:t xml:space="preserve">Professor Dr. </w:t>
      </w:r>
      <w:r w:rsidR="005A7D4C">
        <w:rPr>
          <w:rFonts w:ascii="Times New Roman" w:hAnsi="Times New Roman" w:cs="Times New Roman"/>
          <w:b/>
          <w:bCs/>
        </w:rPr>
        <w:t>DDD</w:t>
      </w:r>
    </w:p>
    <w:p w14:paraId="72C213AC" w14:textId="77777777" w:rsidR="006B7D4D" w:rsidRDefault="006B7D4D" w:rsidP="00DF1BE8">
      <w:pPr>
        <w:pStyle w:val="Default"/>
        <w:spacing w:line="276" w:lineRule="auto"/>
        <w:jc w:val="both"/>
        <w:rPr>
          <w:rFonts w:ascii="Times New Roman" w:hAnsi="Times New Roman" w:cs="Times New Roman"/>
          <w:b/>
        </w:rPr>
      </w:pPr>
      <w:r>
        <w:rPr>
          <w:rFonts w:ascii="Times New Roman" w:hAnsi="Times New Roman" w:cs="Times New Roman"/>
          <w:b/>
        </w:rPr>
        <w:t>Position</w:t>
      </w:r>
    </w:p>
    <w:p w14:paraId="1A79A453" w14:textId="77777777" w:rsidR="006B7D4D" w:rsidRDefault="006B7D4D" w:rsidP="00DF1BE8">
      <w:pPr>
        <w:pStyle w:val="Default"/>
        <w:spacing w:line="276" w:lineRule="auto"/>
        <w:jc w:val="both"/>
        <w:rPr>
          <w:rFonts w:ascii="Times New Roman" w:hAnsi="Times New Roman" w:cs="Times New Roman"/>
          <w:b/>
        </w:rPr>
      </w:pPr>
      <w:r>
        <w:rPr>
          <w:rFonts w:ascii="Times New Roman" w:hAnsi="Times New Roman" w:cs="Times New Roman"/>
          <w:b/>
        </w:rPr>
        <w:t>University</w:t>
      </w:r>
    </w:p>
    <w:p w14:paraId="47A1BAED" w14:textId="77777777" w:rsidR="006B7D4D" w:rsidRDefault="006B7D4D" w:rsidP="00DF1BE8">
      <w:pPr>
        <w:pStyle w:val="Default"/>
        <w:spacing w:line="276" w:lineRule="auto"/>
        <w:jc w:val="both"/>
        <w:rPr>
          <w:rFonts w:ascii="Times New Roman" w:hAnsi="Times New Roman" w:cs="Times New Roman"/>
        </w:rPr>
      </w:pPr>
      <w:r>
        <w:rPr>
          <w:rFonts w:ascii="Times New Roman" w:hAnsi="Times New Roman" w:cs="Times New Roman"/>
        </w:rPr>
        <w:t xml:space="preserve">Examiner </w:t>
      </w:r>
      <w:r w:rsidR="00076FD1">
        <w:rPr>
          <w:rFonts w:ascii="Times New Roman" w:hAnsi="Times New Roman" w:cs="Times New Roman"/>
        </w:rPr>
        <w:t>2</w:t>
      </w:r>
    </w:p>
    <w:p w14:paraId="228CE779" w14:textId="77777777" w:rsidR="006B7D4D" w:rsidRPr="006B7D4D" w:rsidRDefault="006B7D4D" w:rsidP="006B7D4D">
      <w:pPr>
        <w:pStyle w:val="Default"/>
        <w:spacing w:line="480" w:lineRule="auto"/>
        <w:jc w:val="both"/>
        <w:rPr>
          <w:rFonts w:ascii="Times New Roman" w:hAnsi="Times New Roman" w:cs="Times New Roman"/>
        </w:rPr>
      </w:pPr>
    </w:p>
    <w:p w14:paraId="6A06CDC3" w14:textId="77777777" w:rsidR="00DD620F" w:rsidRDefault="00DD620F" w:rsidP="006B7D4D">
      <w:pPr>
        <w:pStyle w:val="Default"/>
        <w:spacing w:line="480" w:lineRule="auto"/>
        <w:jc w:val="both"/>
        <w:rPr>
          <w:sz w:val="23"/>
          <w:szCs w:val="23"/>
        </w:rPr>
      </w:pPr>
    </w:p>
    <w:p w14:paraId="2210A53B" w14:textId="77777777" w:rsidR="00EF42CB" w:rsidRPr="00547BC7" w:rsidRDefault="00EF42CB" w:rsidP="00EF42CB">
      <w:pPr>
        <w:pStyle w:val="Default"/>
        <w:jc w:val="both"/>
        <w:rPr>
          <w:rFonts w:ascii="Times New Roman" w:hAnsi="Times New Roman" w:cs="Times New Roman"/>
          <w:szCs w:val="23"/>
        </w:rPr>
      </w:pPr>
      <w:r w:rsidRPr="00DB3A47">
        <w:rPr>
          <w:rFonts w:ascii="Times New Roman" w:hAnsi="Times New Roman" w:cs="Times New Roman"/>
          <w:szCs w:val="23"/>
        </w:rPr>
        <w:tab/>
      </w:r>
      <w:r w:rsidR="00DB3A47" w:rsidRPr="00DB3A47">
        <w:rPr>
          <w:rFonts w:ascii="Times New Roman" w:hAnsi="Times New Roman" w:cs="Times New Roman"/>
          <w:szCs w:val="23"/>
        </w:rPr>
        <w:tab/>
      </w:r>
      <w:r w:rsidR="00DB3A47" w:rsidRPr="00DB3A47">
        <w:rPr>
          <w:rFonts w:ascii="Times New Roman" w:hAnsi="Times New Roman" w:cs="Times New Roman"/>
          <w:szCs w:val="23"/>
        </w:rPr>
        <w:tab/>
      </w:r>
      <w:r w:rsidR="006B7D4D">
        <w:rPr>
          <w:rFonts w:ascii="Times New Roman" w:hAnsi="Times New Roman" w:cs="Times New Roman"/>
          <w:szCs w:val="23"/>
        </w:rPr>
        <w:t xml:space="preserve"> </w:t>
      </w:r>
    </w:p>
    <w:p w14:paraId="739F97C8" w14:textId="77777777" w:rsidR="00EF42CB" w:rsidRPr="00547BC7" w:rsidRDefault="00EF42CB" w:rsidP="00EF42CB">
      <w:pPr>
        <w:pStyle w:val="Default"/>
        <w:jc w:val="both"/>
        <w:rPr>
          <w:rFonts w:ascii="Times New Roman" w:hAnsi="Times New Roman" w:cs="Times New Roman"/>
          <w:szCs w:val="23"/>
        </w:rPr>
      </w:pPr>
    </w:p>
    <w:p w14:paraId="4C8EBB35" w14:textId="2CF220A4" w:rsidR="00EF42CB" w:rsidRPr="00F61A9C" w:rsidRDefault="00DB3A47" w:rsidP="00DB3A47">
      <w:pPr>
        <w:pStyle w:val="Default"/>
        <w:rPr>
          <w:rFonts w:ascii="Times New Roman" w:hAnsi="Times New Roman" w:cs="Times New Roman"/>
          <w:color w:val="000000" w:themeColor="text1"/>
          <w:szCs w:val="23"/>
        </w:rPr>
      </w:pPr>
      <w:r w:rsidRPr="00F61A9C">
        <w:rPr>
          <w:rFonts w:ascii="Times New Roman" w:hAnsi="Times New Roman" w:cs="Times New Roman"/>
          <w:color w:val="000000" w:themeColor="text1"/>
          <w:szCs w:val="23"/>
        </w:rPr>
        <w:t xml:space="preserve">This thesis was submitted to Asia e University and is accepted as </w:t>
      </w:r>
      <w:bookmarkStart w:id="10" w:name="_Hlk185158313"/>
      <w:r w:rsidRPr="00F61A9C">
        <w:rPr>
          <w:rFonts w:ascii="Times New Roman" w:hAnsi="Times New Roman" w:cs="Times New Roman"/>
          <w:color w:val="000000" w:themeColor="text1"/>
          <w:szCs w:val="23"/>
        </w:rPr>
        <w:t xml:space="preserve">fulfilment of the requirements for the </w:t>
      </w:r>
      <w:sdt>
        <w:sdtPr>
          <w:rPr>
            <w:rFonts w:ascii="Times New Roman" w:hAnsi="Times New Roman" w:cs="Times New Roman"/>
            <w:color w:val="000000" w:themeColor="text1"/>
            <w:szCs w:val="23"/>
          </w:rPr>
          <w:id w:val="1226798521"/>
          <w:placeholder>
            <w:docPart w:val="DefaultPlaceholder_-1854013439"/>
          </w:placeholder>
          <w:comboBox>
            <w:listItem w:value="Choose an item."/>
            <w:listItem w:displayText="Degree of Doctor of Philosophy" w:value="Degree of Doctor of Philosophy"/>
            <w:listItem w:displayText="Doctor of Business Administration" w:value="Doctor of Business Administration"/>
            <w:listItem w:displayText="Doctor of Education" w:value="Doctor of Education"/>
            <w:listItem w:displayText="Master of Science (Management)" w:value="Master of Science (Management)"/>
          </w:comboBox>
        </w:sdtPr>
        <w:sdtContent>
          <w:r w:rsidR="001D7032" w:rsidRPr="00F61A9C">
            <w:rPr>
              <w:rFonts w:ascii="Times New Roman" w:hAnsi="Times New Roman" w:cs="Times New Roman"/>
              <w:color w:val="000000" w:themeColor="text1"/>
              <w:szCs w:val="23"/>
            </w:rPr>
            <w:t>Degree of Doctor of Philosophy.</w:t>
          </w:r>
        </w:sdtContent>
      </w:sdt>
    </w:p>
    <w:bookmarkEnd w:id="10"/>
    <w:p w14:paraId="1AB0BB4B" w14:textId="77777777" w:rsidR="00EF42CB" w:rsidRPr="00547BC7" w:rsidRDefault="00EF42CB" w:rsidP="00EF42CB">
      <w:pPr>
        <w:pStyle w:val="Default"/>
        <w:jc w:val="both"/>
        <w:rPr>
          <w:rFonts w:ascii="Times New Roman" w:hAnsi="Times New Roman" w:cs="Times New Roman"/>
          <w:szCs w:val="23"/>
        </w:rPr>
      </w:pPr>
    </w:p>
    <w:p w14:paraId="090DFA53" w14:textId="77777777" w:rsidR="00EF42CB" w:rsidRPr="00547BC7" w:rsidRDefault="00EF42CB" w:rsidP="00EF42CB">
      <w:pPr>
        <w:pStyle w:val="Default"/>
        <w:jc w:val="both"/>
        <w:rPr>
          <w:rFonts w:ascii="Times New Roman" w:hAnsi="Times New Roman" w:cs="Times New Roman"/>
          <w:szCs w:val="23"/>
        </w:rPr>
      </w:pPr>
    </w:p>
    <w:p w14:paraId="7848FFF7" w14:textId="77777777" w:rsidR="00EF42CB" w:rsidRDefault="00EF42CB" w:rsidP="00EF42CB">
      <w:pPr>
        <w:pStyle w:val="Default"/>
        <w:jc w:val="both"/>
        <w:rPr>
          <w:rFonts w:ascii="Times New Roman" w:hAnsi="Times New Roman" w:cs="Times New Roman"/>
          <w:szCs w:val="23"/>
        </w:rPr>
      </w:pPr>
    </w:p>
    <w:p w14:paraId="2390A151" w14:textId="77777777" w:rsidR="00EF42CB" w:rsidRPr="00547BC7" w:rsidRDefault="00EF42CB" w:rsidP="00EF42CB">
      <w:pPr>
        <w:pStyle w:val="Default"/>
        <w:jc w:val="both"/>
        <w:rPr>
          <w:rFonts w:ascii="Times New Roman" w:hAnsi="Times New Roman" w:cs="Times New Roman"/>
          <w:szCs w:val="23"/>
        </w:rPr>
      </w:pPr>
    </w:p>
    <w:p w14:paraId="7E895A31" w14:textId="77777777" w:rsidR="00EF42CB" w:rsidRPr="00547BC7" w:rsidRDefault="006B7D4D" w:rsidP="00EF42CB">
      <w:pPr>
        <w:pStyle w:val="Default"/>
        <w:jc w:val="both"/>
        <w:rPr>
          <w:rFonts w:ascii="Times New Roman" w:hAnsi="Times New Roman" w:cs="Times New Roman"/>
          <w:szCs w:val="23"/>
        </w:rPr>
      </w:pPr>
      <w:r>
        <w:rPr>
          <w:rFonts w:ascii="Times New Roman" w:hAnsi="Times New Roman" w:cs="Times New Roman"/>
          <w:szCs w:val="23"/>
        </w:rPr>
        <w:t>………………………………</w:t>
      </w:r>
      <w:r w:rsidR="00EF42CB" w:rsidRPr="00547BC7">
        <w:rPr>
          <w:rFonts w:ascii="Times New Roman" w:hAnsi="Times New Roman" w:cs="Times New Roman"/>
          <w:szCs w:val="23"/>
        </w:rPr>
        <w:t xml:space="preserve"> </w:t>
      </w:r>
    </w:p>
    <w:p w14:paraId="76560BB9" w14:textId="09D66B9F" w:rsidR="006B7D4D" w:rsidRPr="00FE0A25" w:rsidRDefault="00EF42CB" w:rsidP="00EF42CB">
      <w:pPr>
        <w:pStyle w:val="Default"/>
        <w:jc w:val="both"/>
        <w:rPr>
          <w:rFonts w:ascii="Times New Roman" w:hAnsi="Times New Roman" w:cs="Times New Roman"/>
          <w:b/>
          <w:bCs/>
          <w:szCs w:val="23"/>
        </w:rPr>
      </w:pPr>
      <w:r w:rsidRPr="00FE0A25">
        <w:rPr>
          <w:rFonts w:ascii="Times New Roman" w:hAnsi="Times New Roman" w:cs="Times New Roman"/>
          <w:b/>
          <w:bCs/>
          <w:szCs w:val="23"/>
        </w:rPr>
        <w:t xml:space="preserve">Professor Dr. </w:t>
      </w:r>
      <w:r w:rsidR="005A7D4C">
        <w:rPr>
          <w:rFonts w:ascii="Times New Roman" w:hAnsi="Times New Roman" w:cs="Times New Roman"/>
          <w:b/>
          <w:bCs/>
          <w:szCs w:val="23"/>
        </w:rPr>
        <w:t>EEE</w:t>
      </w:r>
    </w:p>
    <w:p w14:paraId="5E0CB735" w14:textId="77777777" w:rsidR="00EF42CB" w:rsidRPr="00547BC7" w:rsidRDefault="006B7D4D" w:rsidP="00EF42CB">
      <w:pPr>
        <w:pStyle w:val="Default"/>
        <w:jc w:val="both"/>
        <w:rPr>
          <w:rFonts w:ascii="Times New Roman" w:hAnsi="Times New Roman" w:cs="Times New Roman"/>
          <w:szCs w:val="23"/>
        </w:rPr>
      </w:pPr>
      <w:r w:rsidRPr="00FE0A25">
        <w:rPr>
          <w:rFonts w:ascii="Times New Roman" w:hAnsi="Times New Roman" w:cs="Times New Roman"/>
          <w:b/>
          <w:bCs/>
          <w:szCs w:val="23"/>
        </w:rPr>
        <w:t>Asia e University</w:t>
      </w:r>
      <w:r w:rsidR="00EF42CB">
        <w:rPr>
          <w:rFonts w:ascii="Times New Roman" w:hAnsi="Times New Roman" w:cs="Times New Roman"/>
          <w:szCs w:val="23"/>
        </w:rPr>
        <w:tab/>
      </w:r>
      <w:r w:rsidR="00EF42CB">
        <w:rPr>
          <w:rFonts w:ascii="Times New Roman" w:hAnsi="Times New Roman" w:cs="Times New Roman"/>
          <w:szCs w:val="23"/>
        </w:rPr>
        <w:tab/>
      </w:r>
      <w:r w:rsidR="00EF42CB" w:rsidRPr="00547BC7">
        <w:rPr>
          <w:rFonts w:ascii="Times New Roman" w:hAnsi="Times New Roman" w:cs="Times New Roman"/>
          <w:szCs w:val="23"/>
        </w:rPr>
        <w:t xml:space="preserve"> </w:t>
      </w:r>
      <w:r w:rsidR="00EF42CB">
        <w:rPr>
          <w:rFonts w:ascii="Times New Roman" w:hAnsi="Times New Roman" w:cs="Times New Roman"/>
          <w:szCs w:val="23"/>
        </w:rPr>
        <w:tab/>
      </w:r>
      <w:r w:rsidR="00EF42CB">
        <w:rPr>
          <w:rFonts w:ascii="Times New Roman" w:hAnsi="Times New Roman" w:cs="Times New Roman"/>
          <w:szCs w:val="23"/>
        </w:rPr>
        <w:tab/>
      </w:r>
      <w:r w:rsidR="00EF42CB" w:rsidRPr="00547BC7">
        <w:rPr>
          <w:rFonts w:ascii="Times New Roman" w:hAnsi="Times New Roman" w:cs="Times New Roman"/>
          <w:szCs w:val="23"/>
        </w:rPr>
        <w:t xml:space="preserve"> </w:t>
      </w:r>
    </w:p>
    <w:p w14:paraId="28DD67F6" w14:textId="77777777" w:rsidR="006B7D4D" w:rsidRDefault="00237B49" w:rsidP="00DB3A47">
      <w:pPr>
        <w:spacing w:after="0" w:line="240" w:lineRule="auto"/>
        <w:rPr>
          <w:rFonts w:cs="Times New Roman"/>
          <w:szCs w:val="23"/>
        </w:rPr>
      </w:pPr>
      <w:r w:rsidRPr="00DB3A47">
        <w:rPr>
          <w:rFonts w:cs="Times New Roman"/>
          <w:szCs w:val="23"/>
        </w:rPr>
        <w:t>Chairman, Examination Committee</w:t>
      </w:r>
    </w:p>
    <w:p w14:paraId="50EA1DEF" w14:textId="77777777" w:rsidR="00DB3A47" w:rsidRPr="00DB3A47" w:rsidRDefault="006B7D4D" w:rsidP="00DB3A47">
      <w:pPr>
        <w:spacing w:after="0" w:line="240" w:lineRule="auto"/>
        <w:rPr>
          <w:rFonts w:cs="Times New Roman"/>
          <w:szCs w:val="23"/>
        </w:rPr>
      </w:pPr>
      <w:r>
        <w:rPr>
          <w:rFonts w:cs="Times New Roman"/>
          <w:szCs w:val="23"/>
        </w:rPr>
        <w:t>[Date]</w:t>
      </w:r>
      <w:r w:rsidR="00EF42CB" w:rsidRPr="00DB3A47">
        <w:rPr>
          <w:rFonts w:cs="Times New Roman"/>
          <w:szCs w:val="23"/>
        </w:rPr>
        <w:tab/>
      </w:r>
      <w:r w:rsidR="00EF42CB" w:rsidRPr="00DB3A47">
        <w:rPr>
          <w:rFonts w:cs="Times New Roman"/>
          <w:szCs w:val="23"/>
        </w:rPr>
        <w:tab/>
      </w:r>
      <w:r w:rsidR="00EF42CB" w:rsidRPr="00DB3A47">
        <w:rPr>
          <w:rFonts w:cs="Times New Roman"/>
          <w:szCs w:val="23"/>
        </w:rPr>
        <w:tab/>
      </w:r>
    </w:p>
    <w:p w14:paraId="408B444C" w14:textId="77777777" w:rsidR="00DB3A47" w:rsidRPr="00DB3A47" w:rsidRDefault="00DB3A47" w:rsidP="00DB3A47">
      <w:pPr>
        <w:spacing w:after="0" w:line="240" w:lineRule="auto"/>
        <w:rPr>
          <w:rFonts w:cs="Times New Roman"/>
          <w:szCs w:val="23"/>
        </w:rPr>
      </w:pPr>
      <w:r w:rsidRPr="00DB3A47">
        <w:rPr>
          <w:rFonts w:cs="Times New Roman"/>
          <w:szCs w:val="23"/>
        </w:rPr>
        <w:tab/>
      </w:r>
      <w:r w:rsidRPr="00DB3A47">
        <w:rPr>
          <w:rFonts w:cs="Times New Roman"/>
          <w:szCs w:val="23"/>
        </w:rPr>
        <w:tab/>
      </w:r>
      <w:r w:rsidRPr="00DB3A47">
        <w:rPr>
          <w:rFonts w:cs="Times New Roman"/>
          <w:szCs w:val="23"/>
        </w:rPr>
        <w:tab/>
      </w:r>
      <w:r w:rsidRPr="00DB3A47">
        <w:rPr>
          <w:rFonts w:cs="Times New Roman"/>
          <w:szCs w:val="23"/>
        </w:rPr>
        <w:tab/>
      </w:r>
    </w:p>
    <w:p w14:paraId="39C7F5B8" w14:textId="77777777" w:rsidR="0078401B" w:rsidRDefault="0078401B" w:rsidP="00EF42CB">
      <w:pPr>
        <w:rPr>
          <w:rFonts w:cs="Times New Roman"/>
          <w:szCs w:val="23"/>
        </w:rPr>
      </w:pPr>
      <w:r>
        <w:rPr>
          <w:rFonts w:cs="Times New Roman"/>
          <w:szCs w:val="23"/>
        </w:rPr>
        <w:br w:type="page"/>
      </w:r>
    </w:p>
    <w:p w14:paraId="472A7314" w14:textId="77777777" w:rsidR="0078401B" w:rsidRDefault="0078401B" w:rsidP="001238AA">
      <w:pPr>
        <w:pStyle w:val="Pre-Title"/>
        <w:spacing w:after="240"/>
      </w:pPr>
      <w:bookmarkStart w:id="11" w:name="_Toc459185680"/>
      <w:bookmarkStart w:id="12" w:name="_Toc497993522"/>
      <w:bookmarkStart w:id="13" w:name="_Toc528491928"/>
      <w:bookmarkStart w:id="14" w:name="_Toc528509062"/>
      <w:bookmarkStart w:id="15" w:name="_Toc528510694"/>
      <w:bookmarkStart w:id="16" w:name="_Toc528743039"/>
      <w:bookmarkStart w:id="17" w:name="_Toc528764228"/>
      <w:bookmarkStart w:id="18" w:name="_Toc528848626"/>
      <w:bookmarkStart w:id="19" w:name="_Toc528849585"/>
      <w:bookmarkStart w:id="20" w:name="_Toc185259699"/>
      <w:r w:rsidRPr="0004448D">
        <w:lastRenderedPageBreak/>
        <w:t>DECLARATION</w:t>
      </w:r>
      <w:bookmarkEnd w:id="11"/>
      <w:bookmarkEnd w:id="12"/>
      <w:bookmarkEnd w:id="13"/>
      <w:bookmarkEnd w:id="14"/>
      <w:bookmarkEnd w:id="15"/>
      <w:bookmarkEnd w:id="16"/>
      <w:bookmarkEnd w:id="17"/>
      <w:bookmarkEnd w:id="18"/>
      <w:bookmarkEnd w:id="19"/>
      <w:bookmarkEnd w:id="20"/>
    </w:p>
    <w:p w14:paraId="428D9AEF" w14:textId="77FF4F0A" w:rsidR="0078401B" w:rsidRPr="00237B49" w:rsidRDefault="0078401B" w:rsidP="001238AA">
      <w:pPr>
        <w:spacing w:before="240"/>
        <w:rPr>
          <w:color w:val="000000" w:themeColor="text1"/>
        </w:rPr>
      </w:pPr>
      <w:r w:rsidRPr="00237B49">
        <w:rPr>
          <w:color w:val="000000" w:themeColor="text1"/>
        </w:rPr>
        <w:t xml:space="preserve">I hereby declare that the thesis submitted in </w:t>
      </w:r>
      <w:r w:rsidR="005403DA" w:rsidRPr="005403DA">
        <w:rPr>
          <w:color w:val="000000" w:themeColor="text1"/>
        </w:rPr>
        <w:t xml:space="preserve">fulfilment of the requirements for the </w:t>
      </w:r>
      <w:sdt>
        <w:sdtPr>
          <w:rPr>
            <w:color w:val="000000" w:themeColor="text1"/>
          </w:rPr>
          <w:id w:val="-947465002"/>
          <w:placeholder>
            <w:docPart w:val="026210DFA7F347778800386CD63852DE"/>
          </w:placeholder>
          <w:comboBox>
            <w:listItem w:value="Choose an item."/>
            <w:listItem w:displayText="Degree of Doctor of Philosophy" w:value="Degree of Doctor of Philosophy"/>
            <w:listItem w:displayText="Doctor of Business Administration" w:value="Doctor of Business Administration"/>
            <w:listItem w:displayText="Doctor of Education" w:value="Doctor of Education"/>
            <w:listItem w:displayText="Master of Science (Management)" w:value="Master of Science (Management)"/>
          </w:comboBox>
        </w:sdtPr>
        <w:sdtContent>
          <w:r w:rsidR="005403DA" w:rsidRPr="005403DA">
            <w:rPr>
              <w:color w:val="000000" w:themeColor="text1"/>
            </w:rPr>
            <w:t>Degree of Doctor of Philosophy</w:t>
          </w:r>
        </w:sdtContent>
      </w:sdt>
      <w:r w:rsidRPr="00237B49">
        <w:rPr>
          <w:color w:val="000000" w:themeColor="text1"/>
        </w:rPr>
        <w:t xml:space="preserve"> is my own work and that all contributions from any other persons or sources are properly and duly cited. I further declare that the material has not been submitted either in whole or in part, for a degree at this or any other university. In making this declaration, I understand and acknowledge any breaches in this declaration constitute academic misconduct, which may result in my expulsion from the </w:t>
      </w:r>
      <w:proofErr w:type="spellStart"/>
      <w:r w:rsidRPr="00237B49">
        <w:rPr>
          <w:color w:val="000000" w:themeColor="text1"/>
        </w:rPr>
        <w:t>programme</w:t>
      </w:r>
      <w:proofErr w:type="spellEnd"/>
      <w:r w:rsidRPr="00237B49">
        <w:rPr>
          <w:color w:val="000000" w:themeColor="text1"/>
        </w:rPr>
        <w:t xml:space="preserve"> and/or exclusion from the award of the degree. </w:t>
      </w:r>
    </w:p>
    <w:p w14:paraId="4D7DA667" w14:textId="77777777" w:rsidR="0078401B" w:rsidRDefault="0078401B" w:rsidP="0078401B">
      <w:pPr>
        <w:pStyle w:val="Default"/>
        <w:spacing w:line="480" w:lineRule="auto"/>
        <w:jc w:val="both"/>
        <w:rPr>
          <w:rFonts w:ascii="Times New Roman" w:hAnsi="Times New Roman" w:cs="Times New Roman"/>
          <w:szCs w:val="23"/>
        </w:rPr>
      </w:pPr>
    </w:p>
    <w:p w14:paraId="6865A69D" w14:textId="77777777" w:rsidR="0078401B" w:rsidRDefault="0078401B" w:rsidP="0078401B">
      <w:pPr>
        <w:pStyle w:val="Default"/>
        <w:jc w:val="both"/>
        <w:rPr>
          <w:rFonts w:ascii="Times New Roman" w:hAnsi="Times New Roman" w:cs="Times New Roman"/>
          <w:szCs w:val="23"/>
        </w:rPr>
      </w:pPr>
    </w:p>
    <w:p w14:paraId="1EB5D624" w14:textId="77777777" w:rsidR="0078401B" w:rsidRDefault="0078401B" w:rsidP="0078401B">
      <w:pPr>
        <w:pStyle w:val="Default"/>
        <w:jc w:val="both"/>
        <w:rPr>
          <w:rFonts w:ascii="Times New Roman" w:hAnsi="Times New Roman" w:cs="Times New Roman"/>
          <w:szCs w:val="23"/>
        </w:rPr>
      </w:pPr>
    </w:p>
    <w:p w14:paraId="40E4D548" w14:textId="77777777" w:rsidR="0078401B" w:rsidRDefault="0078401B" w:rsidP="0078401B">
      <w:pPr>
        <w:pStyle w:val="Default"/>
        <w:jc w:val="both"/>
        <w:rPr>
          <w:rFonts w:ascii="Times New Roman" w:hAnsi="Times New Roman" w:cs="Times New Roman"/>
          <w:szCs w:val="23"/>
        </w:rPr>
      </w:pPr>
    </w:p>
    <w:p w14:paraId="25D6F975" w14:textId="77777777" w:rsidR="0078401B" w:rsidRDefault="0078401B" w:rsidP="0078401B">
      <w:pPr>
        <w:pStyle w:val="Default"/>
        <w:jc w:val="both"/>
        <w:rPr>
          <w:rFonts w:ascii="Times New Roman" w:hAnsi="Times New Roman" w:cs="Times New Roman"/>
          <w:szCs w:val="23"/>
        </w:rPr>
      </w:pPr>
    </w:p>
    <w:p w14:paraId="432CD03A" w14:textId="77777777" w:rsidR="0078401B" w:rsidRDefault="0078401B" w:rsidP="0078401B">
      <w:pPr>
        <w:pStyle w:val="Default"/>
        <w:jc w:val="both"/>
        <w:rPr>
          <w:rFonts w:ascii="Times New Roman" w:hAnsi="Times New Roman" w:cs="Times New Roman"/>
          <w:szCs w:val="23"/>
        </w:rPr>
      </w:pPr>
    </w:p>
    <w:p w14:paraId="293D08EE" w14:textId="77777777" w:rsidR="0078401B" w:rsidRDefault="0078401B" w:rsidP="0078401B">
      <w:pPr>
        <w:pStyle w:val="Default"/>
        <w:jc w:val="both"/>
        <w:rPr>
          <w:rFonts w:ascii="Times New Roman" w:hAnsi="Times New Roman" w:cs="Times New Roman"/>
          <w:szCs w:val="23"/>
        </w:rPr>
      </w:pPr>
    </w:p>
    <w:p w14:paraId="258C4D5B" w14:textId="77777777" w:rsidR="0078401B" w:rsidRDefault="0078401B" w:rsidP="0078401B">
      <w:pPr>
        <w:pStyle w:val="AeUCapitalizeEachWord"/>
      </w:pPr>
    </w:p>
    <w:p w14:paraId="12806D0F" w14:textId="77777777" w:rsidR="0078401B" w:rsidRPr="0004448D" w:rsidRDefault="0078401B" w:rsidP="0078401B">
      <w:pPr>
        <w:pStyle w:val="Default"/>
        <w:jc w:val="both"/>
        <w:rPr>
          <w:rFonts w:ascii="Times New Roman" w:hAnsi="Times New Roman" w:cs="Times New Roman"/>
          <w:szCs w:val="23"/>
        </w:rPr>
      </w:pPr>
    </w:p>
    <w:p w14:paraId="63E4997C" w14:textId="7BF493B4" w:rsidR="0078401B" w:rsidRPr="00673F50" w:rsidRDefault="0078401B" w:rsidP="0078401B">
      <w:pPr>
        <w:pStyle w:val="AEUCOVERPAGE"/>
        <w:jc w:val="left"/>
        <w:rPr>
          <w:rFonts w:ascii="Times New Roman" w:hAnsi="Times New Roman" w:cs="Times New Roman"/>
          <w:sz w:val="24"/>
          <w:szCs w:val="24"/>
          <w:lang w:val="en-GB" w:bidi="ar-SA"/>
        </w:rPr>
      </w:pPr>
      <w:r w:rsidRPr="00673F50">
        <w:rPr>
          <w:rFonts w:ascii="Times New Roman" w:hAnsi="Times New Roman" w:cs="Times New Roman"/>
          <w:sz w:val="24"/>
          <w:szCs w:val="24"/>
        </w:rPr>
        <w:t>Name</w:t>
      </w:r>
      <w:r w:rsidRPr="005376EE">
        <w:rPr>
          <w:rStyle w:val="AeUCapitalizeEachWordChar"/>
        </w:rPr>
        <w:t xml:space="preserve">: </w:t>
      </w:r>
      <w:sdt>
        <w:sdtPr>
          <w:rPr>
            <w:rStyle w:val="AeUCapitalizeEachWordChar"/>
          </w:rPr>
          <w:id w:val="-364915792"/>
          <w:lock w:val="sdtLocked"/>
          <w:placeholder>
            <w:docPart w:val="DefaultPlaceholder_-1854013440"/>
          </w:placeholder>
        </w:sdtPr>
        <w:sdtContent>
          <w:r w:rsidR="00320235">
            <w:rPr>
              <w:rStyle w:val="AeUCapitalizeEachWordChar"/>
            </w:rPr>
            <w:t>Student Name</w:t>
          </w:r>
        </w:sdtContent>
      </w:sdt>
    </w:p>
    <w:p w14:paraId="53E11D5C" w14:textId="77777777" w:rsidR="0078401B" w:rsidRDefault="0078401B" w:rsidP="0078401B">
      <w:pPr>
        <w:pStyle w:val="Default"/>
        <w:jc w:val="both"/>
        <w:rPr>
          <w:rFonts w:ascii="Times New Roman" w:hAnsi="Times New Roman" w:cs="Times New Roman"/>
          <w:szCs w:val="23"/>
        </w:rPr>
      </w:pPr>
      <w:r>
        <w:rPr>
          <w:rFonts w:ascii="Times New Roman" w:hAnsi="Times New Roman" w:cs="Times New Roman"/>
          <w:szCs w:val="23"/>
        </w:rPr>
        <w:t xml:space="preserve"> </w:t>
      </w:r>
    </w:p>
    <w:p w14:paraId="7E30412A" w14:textId="77777777" w:rsidR="0078401B" w:rsidRDefault="0078401B" w:rsidP="0078401B">
      <w:pPr>
        <w:pStyle w:val="Default"/>
        <w:jc w:val="both"/>
        <w:rPr>
          <w:rFonts w:ascii="Times New Roman" w:hAnsi="Times New Roman" w:cs="Times New Roman"/>
          <w:szCs w:val="23"/>
        </w:rPr>
      </w:pPr>
    </w:p>
    <w:p w14:paraId="1C40D3EF" w14:textId="77777777" w:rsidR="0078401B" w:rsidRDefault="0078401B" w:rsidP="0078401B">
      <w:pPr>
        <w:pStyle w:val="Default"/>
        <w:jc w:val="both"/>
        <w:rPr>
          <w:rFonts w:ascii="Times New Roman" w:hAnsi="Times New Roman" w:cs="Times New Roman"/>
          <w:szCs w:val="23"/>
        </w:rPr>
      </w:pPr>
    </w:p>
    <w:p w14:paraId="7E0F2C0C" w14:textId="77777777" w:rsidR="0078401B" w:rsidRDefault="0078401B" w:rsidP="0078401B">
      <w:pPr>
        <w:pStyle w:val="Default"/>
        <w:jc w:val="both"/>
        <w:rPr>
          <w:rFonts w:ascii="Times New Roman" w:hAnsi="Times New Roman" w:cs="Times New Roman"/>
          <w:szCs w:val="23"/>
        </w:rPr>
      </w:pPr>
    </w:p>
    <w:p w14:paraId="2719B95A" w14:textId="77777777" w:rsidR="0078401B" w:rsidRDefault="0078401B" w:rsidP="0078401B">
      <w:pPr>
        <w:pStyle w:val="Default"/>
        <w:jc w:val="both"/>
        <w:rPr>
          <w:rFonts w:ascii="Times New Roman" w:hAnsi="Times New Roman" w:cs="Times New Roman"/>
          <w:szCs w:val="23"/>
        </w:rPr>
      </w:pPr>
    </w:p>
    <w:p w14:paraId="20E8883D" w14:textId="77777777" w:rsidR="0078401B" w:rsidRPr="0004448D" w:rsidRDefault="0078401B" w:rsidP="0078401B">
      <w:pPr>
        <w:pStyle w:val="Default"/>
        <w:jc w:val="both"/>
        <w:rPr>
          <w:rFonts w:ascii="Times New Roman" w:hAnsi="Times New Roman" w:cs="Times New Roman"/>
          <w:szCs w:val="23"/>
        </w:rPr>
      </w:pPr>
      <w:r w:rsidRPr="0004448D">
        <w:rPr>
          <w:rFonts w:ascii="Times New Roman" w:hAnsi="Times New Roman" w:cs="Times New Roman"/>
          <w:szCs w:val="23"/>
        </w:rPr>
        <w:t xml:space="preserve"> </w:t>
      </w:r>
    </w:p>
    <w:p w14:paraId="13BF5E22" w14:textId="430F1E66" w:rsidR="0078401B" w:rsidRPr="0004448D" w:rsidRDefault="0078401B" w:rsidP="0078401B">
      <w:pPr>
        <w:rPr>
          <w:rFonts w:cs="Times New Roman"/>
          <w:sz w:val="28"/>
        </w:rPr>
      </w:pPr>
      <w:r w:rsidRPr="0004448D">
        <w:rPr>
          <w:rFonts w:cs="Times New Roman"/>
          <w:b/>
          <w:szCs w:val="23"/>
        </w:rPr>
        <w:t>Signature</w:t>
      </w:r>
      <w:r w:rsidR="00250345">
        <w:rPr>
          <w:rFonts w:cs="Times New Roman"/>
          <w:b/>
          <w:szCs w:val="23"/>
        </w:rPr>
        <w:t xml:space="preserve"> of Student</w:t>
      </w:r>
      <w:r w:rsidRPr="0004448D">
        <w:rPr>
          <w:rFonts w:cs="Times New Roman"/>
          <w:szCs w:val="23"/>
        </w:rPr>
        <w:t>:</w:t>
      </w:r>
      <w:r w:rsidR="00320235">
        <w:rPr>
          <w:rFonts w:cs="Times New Roman"/>
          <w:szCs w:val="23"/>
        </w:rPr>
        <w:t xml:space="preserve"> </w:t>
      </w:r>
      <w:r>
        <w:rPr>
          <w:rFonts w:cs="Times New Roman"/>
          <w:szCs w:val="23"/>
        </w:rPr>
        <w:tab/>
      </w:r>
      <w:r>
        <w:rPr>
          <w:rFonts w:cs="Times New Roman"/>
          <w:szCs w:val="23"/>
        </w:rPr>
        <w:tab/>
      </w:r>
      <w:r>
        <w:rPr>
          <w:rFonts w:cs="Times New Roman"/>
          <w:szCs w:val="23"/>
        </w:rPr>
        <w:tab/>
      </w:r>
      <w:r>
        <w:rPr>
          <w:rFonts w:cs="Times New Roman"/>
          <w:szCs w:val="23"/>
        </w:rPr>
        <w:tab/>
      </w:r>
      <w:r>
        <w:rPr>
          <w:rFonts w:cs="Times New Roman"/>
          <w:szCs w:val="23"/>
        </w:rPr>
        <w:tab/>
      </w:r>
      <w:r w:rsidR="001660FD">
        <w:rPr>
          <w:rFonts w:cs="Times New Roman"/>
          <w:szCs w:val="23"/>
        </w:rPr>
        <w:t xml:space="preserve">        </w:t>
      </w:r>
      <w:r w:rsidRPr="0004448D">
        <w:rPr>
          <w:rFonts w:cs="Times New Roman"/>
          <w:b/>
          <w:szCs w:val="23"/>
        </w:rPr>
        <w:t>Date</w:t>
      </w:r>
      <w:r>
        <w:rPr>
          <w:rFonts w:cs="Times New Roman"/>
          <w:szCs w:val="23"/>
        </w:rPr>
        <w:t xml:space="preserve">: </w:t>
      </w:r>
      <w:sdt>
        <w:sdtPr>
          <w:alias w:val="Publish Date"/>
          <w:tag w:val="Click here"/>
          <w:id w:val="-1006892309"/>
          <w:placeholder>
            <w:docPart w:val="8D990AA1A50D4BA3A1907271B9D3B4A1"/>
          </w:placeholder>
          <w:dataBinding w:prefixMappings="xmlns:ns0='http://schemas.microsoft.com/office/2006/coverPageProps' " w:xpath="/ns0:CoverPageProperties[1]/ns0:PublishDate[1]" w:storeItemID="{55AF091B-3C7A-41E3-B477-F2FDAA23CFDA}"/>
          <w:date w:fullDate="2024-01-01T00:00:00Z">
            <w:dateFormat w:val="d MMMM yyyy"/>
            <w:lid w:val="en-US"/>
            <w:storeMappedDataAs w:val="dateTime"/>
            <w:calendar w:val="gregorian"/>
          </w:date>
        </w:sdtPr>
        <w:sdtContent>
          <w:r w:rsidR="003E2066">
            <w:t>1 January 2024</w:t>
          </w:r>
        </w:sdtContent>
      </w:sdt>
    </w:p>
    <w:p w14:paraId="2F8B0D41" w14:textId="77777777" w:rsidR="0078401B" w:rsidRDefault="0078401B" w:rsidP="0078401B">
      <w:r>
        <w:br w:type="page"/>
      </w:r>
    </w:p>
    <w:p w14:paraId="0488345C" w14:textId="77777777" w:rsidR="0078401B" w:rsidRDefault="0078401B" w:rsidP="0078401B"/>
    <w:p w14:paraId="784D544E" w14:textId="77777777" w:rsidR="0078401B" w:rsidRDefault="0078401B" w:rsidP="0078401B"/>
    <w:p w14:paraId="49A83EF4" w14:textId="77777777" w:rsidR="0078401B" w:rsidRDefault="0078401B" w:rsidP="0078401B"/>
    <w:p w14:paraId="5683F1FA" w14:textId="77777777" w:rsidR="0078401B" w:rsidRDefault="0078401B" w:rsidP="0078401B"/>
    <w:p w14:paraId="1EE6EDC5" w14:textId="77777777" w:rsidR="0078401B" w:rsidRDefault="0078401B" w:rsidP="0078401B"/>
    <w:p w14:paraId="1C3C7244" w14:textId="77777777" w:rsidR="0078401B" w:rsidRDefault="0078401B" w:rsidP="0078401B"/>
    <w:p w14:paraId="55F84A0F" w14:textId="77777777" w:rsidR="0078401B" w:rsidRDefault="0078401B" w:rsidP="0078401B"/>
    <w:p w14:paraId="313DF37F" w14:textId="77777777" w:rsidR="0078401B" w:rsidRDefault="0078401B" w:rsidP="0078401B"/>
    <w:p w14:paraId="30B32501" w14:textId="77777777" w:rsidR="00B46C82" w:rsidRDefault="00B46C82" w:rsidP="00EF42CB">
      <w:pPr>
        <w:rPr>
          <w:rStyle w:val="BookTitle"/>
        </w:rPr>
      </w:pPr>
    </w:p>
    <w:p w14:paraId="639F7758" w14:textId="77777777" w:rsidR="0078401B" w:rsidRDefault="0078401B" w:rsidP="00EF42CB">
      <w:pPr>
        <w:rPr>
          <w:rStyle w:val="BookTitle"/>
        </w:rPr>
      </w:pPr>
    </w:p>
    <w:p w14:paraId="77B25EF4" w14:textId="77777777" w:rsidR="0078401B" w:rsidRDefault="0078401B" w:rsidP="00EF42CB">
      <w:pPr>
        <w:rPr>
          <w:rStyle w:val="BookTitle"/>
        </w:rPr>
      </w:pPr>
    </w:p>
    <w:p w14:paraId="10F1BDBD" w14:textId="77777777" w:rsidR="0078401B" w:rsidRDefault="0078401B" w:rsidP="00EF42CB">
      <w:pPr>
        <w:rPr>
          <w:rStyle w:val="BookTitle"/>
        </w:rPr>
      </w:pPr>
    </w:p>
    <w:p w14:paraId="2508C252" w14:textId="77777777" w:rsidR="0078401B" w:rsidRDefault="0078401B" w:rsidP="00EF42CB">
      <w:pPr>
        <w:rPr>
          <w:rStyle w:val="BookTitle"/>
        </w:rPr>
      </w:pPr>
    </w:p>
    <w:p w14:paraId="5C138247" w14:textId="77777777" w:rsidR="0078401B" w:rsidRDefault="0078401B" w:rsidP="00EF42CB">
      <w:pPr>
        <w:rPr>
          <w:rStyle w:val="BookTitle"/>
        </w:rPr>
      </w:pPr>
    </w:p>
    <w:p w14:paraId="7379CA5C" w14:textId="77777777" w:rsidR="0078401B" w:rsidRDefault="0078401B" w:rsidP="00EF42CB">
      <w:pPr>
        <w:rPr>
          <w:rStyle w:val="BookTitle"/>
        </w:rPr>
      </w:pPr>
    </w:p>
    <w:p w14:paraId="22553332" w14:textId="77777777" w:rsidR="0078401B" w:rsidRDefault="0078401B" w:rsidP="00EF42CB">
      <w:pPr>
        <w:rPr>
          <w:rStyle w:val="BookTitle"/>
        </w:rPr>
      </w:pPr>
    </w:p>
    <w:p w14:paraId="3999BDBC" w14:textId="77777777" w:rsidR="0078401B" w:rsidRDefault="0078401B" w:rsidP="00EF42CB">
      <w:pPr>
        <w:rPr>
          <w:rStyle w:val="BookTitle"/>
        </w:rPr>
      </w:pPr>
    </w:p>
    <w:p w14:paraId="5A10B474" w14:textId="77777777" w:rsidR="0078401B" w:rsidRDefault="0078401B" w:rsidP="0078401B">
      <w:pPr>
        <w:jc w:val="center"/>
        <w:rPr>
          <w:rFonts w:cs="Times New Roman"/>
        </w:rPr>
      </w:pPr>
      <w:r>
        <w:rPr>
          <w:rFonts w:cs="Times New Roman"/>
          <w:noProof/>
        </w:rPr>
        <mc:AlternateContent>
          <mc:Choice Requires="wps">
            <w:drawing>
              <wp:anchor distT="0" distB="0" distL="114300" distR="114300" simplePos="0" relativeHeight="251659264" behindDoc="0" locked="0" layoutInCell="1" allowOverlap="1" wp14:anchorId="721691EB" wp14:editId="3311EA3B">
                <wp:simplePos x="0" y="0"/>
                <wp:positionH relativeFrom="column">
                  <wp:posOffset>4643610</wp:posOffset>
                </wp:positionH>
                <wp:positionV relativeFrom="paragraph">
                  <wp:posOffset>491811</wp:posOffset>
                </wp:positionV>
                <wp:extent cx="1035585" cy="517793"/>
                <wp:effectExtent l="0" t="0" r="0" b="0"/>
                <wp:wrapNone/>
                <wp:docPr id="7" name="Rectangle 7"/>
                <wp:cNvGraphicFramePr/>
                <a:graphic xmlns:a="http://schemas.openxmlformats.org/drawingml/2006/main">
                  <a:graphicData uri="http://schemas.microsoft.com/office/word/2010/wordprocessingShape">
                    <wps:wsp>
                      <wps:cNvSpPr/>
                      <wps:spPr>
                        <a:xfrm>
                          <a:off x="0" y="0"/>
                          <a:ext cx="1035585" cy="51779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42CB3" id="Rectangle 7" o:spid="_x0000_s1026" style="position:absolute;margin-left:365.65pt;margin-top:38.75pt;width:81.55pt;height:4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" fillcolor="white [3212]" stroked="f" strokeweight="1pt"/>
            </w:pict>
          </mc:Fallback>
        </mc:AlternateContent>
      </w:r>
      <w:sdt>
        <w:sdtPr>
          <w:rPr>
            <w:rFonts w:cs="Times New Roman"/>
          </w:rPr>
          <w:alias w:val="Abstract"/>
          <w:tag w:val=""/>
          <w:id w:val="-309100630"/>
          <w:lock w:val="sdtContentLocked"/>
          <w:placeholder>
            <w:docPart w:val="0A5CE0C297944DD4A17D8838330087C5"/>
          </w:placeholder>
          <w:dataBinding w:prefixMappings="xmlns:ns0='http://schemas.microsoft.com/office/2006/coverPageProps' " w:xpath="/ns0:CoverPageProperties[1]/ns0:Abstract[1]" w:storeItemID="{55AF091B-3C7A-41E3-B477-F2FDAA23CFDA}"/>
          <w:text/>
        </w:sdtPr>
        <w:sdtContent>
          <w:r w:rsidRPr="00264871">
            <w:rPr>
              <w:rFonts w:cs="Times New Roman"/>
            </w:rPr>
            <w:t>Copyright by Asia e University</w:t>
          </w:r>
        </w:sdtContent>
      </w:sdt>
      <w:r>
        <w:rPr>
          <w:rFonts w:cs="Times New Roman"/>
        </w:rPr>
        <w:t xml:space="preserve"> </w:t>
      </w:r>
      <w:r>
        <w:rPr>
          <w:rFonts w:cs="Times New Roman"/>
        </w:rPr>
        <w:br w:type="page"/>
      </w:r>
    </w:p>
    <w:p w14:paraId="4DE7BA34" w14:textId="77777777" w:rsidR="0078401B" w:rsidRDefault="0078401B" w:rsidP="001238AA">
      <w:pPr>
        <w:pStyle w:val="Pre-Title"/>
        <w:spacing w:after="240"/>
      </w:pPr>
      <w:bookmarkStart w:id="21" w:name="_Toc459185681"/>
      <w:bookmarkStart w:id="22" w:name="_Toc497993523"/>
      <w:bookmarkStart w:id="23" w:name="_Toc528491929"/>
      <w:bookmarkStart w:id="24" w:name="_Toc528509063"/>
      <w:bookmarkStart w:id="25" w:name="_Toc528510695"/>
      <w:bookmarkStart w:id="26" w:name="_Toc528743040"/>
      <w:bookmarkStart w:id="27" w:name="_Toc528764229"/>
      <w:bookmarkStart w:id="28" w:name="_Toc528848627"/>
      <w:bookmarkStart w:id="29" w:name="_Toc528849586"/>
      <w:bookmarkStart w:id="30" w:name="_Toc185259700"/>
      <w:r>
        <w:lastRenderedPageBreak/>
        <w:t>ACKNOWLEDGEMENTS</w:t>
      </w:r>
      <w:bookmarkEnd w:id="21"/>
      <w:bookmarkEnd w:id="22"/>
      <w:bookmarkEnd w:id="23"/>
      <w:bookmarkEnd w:id="24"/>
      <w:bookmarkEnd w:id="25"/>
      <w:bookmarkEnd w:id="26"/>
      <w:bookmarkEnd w:id="27"/>
      <w:bookmarkEnd w:id="28"/>
      <w:bookmarkEnd w:id="29"/>
      <w:bookmarkEnd w:id="30"/>
    </w:p>
    <w:p w14:paraId="4DDF4497" w14:textId="77777777" w:rsidR="0078401B" w:rsidRDefault="0078401B" w:rsidP="001238AA">
      <w:pPr>
        <w:spacing w:before="240"/>
      </w:pPr>
      <w:r w:rsidRPr="00DE44B1">
        <w:t>Usually contain written expressions of appreciation for guidance and assistance from individuals or/and institutions. The acknowledgements should not exceed 250 words</w:t>
      </w:r>
      <w:r w:rsidR="00D51E8C">
        <w:t>.</w:t>
      </w:r>
    </w:p>
    <w:p w14:paraId="0FE219B5" w14:textId="339F7308" w:rsidR="003E2066" w:rsidRPr="00F61A9C" w:rsidRDefault="003E2066" w:rsidP="001238AA">
      <w:pPr>
        <w:spacing w:before="240"/>
        <w:rPr>
          <w:color w:val="000000" w:themeColor="text1"/>
        </w:rPr>
      </w:pPr>
      <w:r w:rsidRPr="00F61A9C">
        <w:rPr>
          <w:color w:val="000000" w:themeColor="text1"/>
        </w:rPr>
        <w:t>The acknowledgements should be no indent every paragraph.</w:t>
      </w:r>
    </w:p>
    <w:p w14:paraId="09573DAF" w14:textId="77777777" w:rsidR="0078401B" w:rsidRDefault="0078401B" w:rsidP="0078401B">
      <w:r>
        <w:br w:type="page"/>
      </w:r>
    </w:p>
    <w:p w14:paraId="72E61A78" w14:textId="77777777" w:rsidR="0078401B" w:rsidRPr="0078401B" w:rsidRDefault="0078401B" w:rsidP="001238AA">
      <w:pPr>
        <w:pStyle w:val="Pre-Title"/>
        <w:spacing w:after="240"/>
      </w:pPr>
      <w:bookmarkStart w:id="31" w:name="_Toc528491930"/>
      <w:bookmarkStart w:id="32" w:name="_Toc528509064"/>
      <w:bookmarkStart w:id="33" w:name="_Toc528510696"/>
      <w:bookmarkStart w:id="34" w:name="_Toc528743041"/>
      <w:bookmarkStart w:id="35" w:name="_Toc528764230"/>
      <w:bookmarkStart w:id="36" w:name="_Toc528848628"/>
      <w:bookmarkStart w:id="37" w:name="_Toc528849587"/>
      <w:bookmarkStart w:id="38" w:name="_Toc185259701"/>
      <w:r w:rsidRPr="0078401B">
        <w:lastRenderedPageBreak/>
        <w:t>TABLE OF CONTENTS</w:t>
      </w:r>
      <w:bookmarkEnd w:id="31"/>
      <w:bookmarkEnd w:id="32"/>
      <w:bookmarkEnd w:id="33"/>
      <w:bookmarkEnd w:id="34"/>
      <w:bookmarkEnd w:id="35"/>
      <w:bookmarkEnd w:id="36"/>
      <w:bookmarkEnd w:id="37"/>
      <w:bookmarkEnd w:id="38"/>
    </w:p>
    <w:p w14:paraId="5E9F3021" w14:textId="52C9D587" w:rsidR="00E910E6" w:rsidRPr="00E910E6" w:rsidRDefault="00116B21">
      <w:pPr>
        <w:pStyle w:val="TOC2"/>
        <w:rPr>
          <w:rFonts w:asciiTheme="minorHAnsi" w:eastAsiaTheme="minorEastAsia" w:hAnsiTheme="minorHAnsi" w:cstheme="minorBidi"/>
          <w:b/>
          <w:bCs/>
          <w:iCs w:val="0"/>
          <w:noProof/>
          <w:kern w:val="2"/>
          <w:sz w:val="22"/>
          <w:szCs w:val="22"/>
          <w:lang w:val="en-MY" w:eastAsia="zh-CN"/>
          <w14:ligatures w14:val="standardContextual"/>
        </w:rPr>
      </w:pPr>
      <w:r>
        <w:rPr>
          <w:rFonts w:cs="Times New Roman"/>
        </w:rPr>
        <w:fldChar w:fldCharType="begin"/>
      </w:r>
      <w:r>
        <w:rPr>
          <w:rFonts w:cs="Times New Roman"/>
        </w:rPr>
        <w:instrText xml:space="preserve"> TOC \o "1-3" \h \z \u </w:instrText>
      </w:r>
      <w:r>
        <w:rPr>
          <w:rFonts w:cs="Times New Roman"/>
        </w:rPr>
        <w:fldChar w:fldCharType="separate"/>
      </w:r>
      <w:hyperlink w:anchor="_Toc185259697" w:history="1">
        <w:r w:rsidR="00E910E6" w:rsidRPr="00E910E6">
          <w:rPr>
            <w:rStyle w:val="Hyperlink"/>
            <w:b/>
            <w:bCs/>
            <w:noProof/>
          </w:rPr>
          <w:t>ABSTRACT</w:t>
        </w:r>
        <w:r w:rsidR="00E910E6" w:rsidRPr="00E910E6">
          <w:rPr>
            <w:b/>
            <w:bCs/>
            <w:noProof/>
            <w:webHidden/>
          </w:rPr>
          <w:tab/>
        </w:r>
        <w:r w:rsidR="00E910E6" w:rsidRPr="00E910E6">
          <w:rPr>
            <w:b/>
            <w:bCs/>
            <w:noProof/>
            <w:webHidden/>
          </w:rPr>
          <w:fldChar w:fldCharType="begin"/>
        </w:r>
        <w:r w:rsidR="00E910E6" w:rsidRPr="00E910E6">
          <w:rPr>
            <w:b/>
            <w:bCs/>
            <w:noProof/>
            <w:webHidden/>
          </w:rPr>
          <w:instrText xml:space="preserve"> PAGEREF _Toc185259697 \h </w:instrText>
        </w:r>
        <w:r w:rsidR="00E910E6" w:rsidRPr="00E910E6">
          <w:rPr>
            <w:b/>
            <w:bCs/>
            <w:noProof/>
            <w:webHidden/>
          </w:rPr>
        </w:r>
        <w:r w:rsidR="00E910E6" w:rsidRPr="00E910E6">
          <w:rPr>
            <w:b/>
            <w:bCs/>
            <w:noProof/>
            <w:webHidden/>
          </w:rPr>
          <w:fldChar w:fldCharType="separate"/>
        </w:r>
        <w:r w:rsidR="00E910E6" w:rsidRPr="00E910E6">
          <w:rPr>
            <w:b/>
            <w:bCs/>
            <w:noProof/>
            <w:webHidden/>
          </w:rPr>
          <w:t>ii</w:t>
        </w:r>
        <w:r w:rsidR="00E910E6" w:rsidRPr="00E910E6">
          <w:rPr>
            <w:b/>
            <w:bCs/>
            <w:noProof/>
            <w:webHidden/>
          </w:rPr>
          <w:fldChar w:fldCharType="end"/>
        </w:r>
      </w:hyperlink>
    </w:p>
    <w:p w14:paraId="1C064738" w14:textId="2C0A4B6B"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698" w:history="1">
        <w:r w:rsidRPr="00E910E6">
          <w:rPr>
            <w:rStyle w:val="Hyperlink"/>
            <w:b/>
            <w:bCs/>
            <w:noProof/>
          </w:rPr>
          <w:t>APPROVAL</w:t>
        </w:r>
        <w:r w:rsidRPr="00E910E6">
          <w:rPr>
            <w:b/>
            <w:bCs/>
            <w:noProof/>
            <w:webHidden/>
          </w:rPr>
          <w:tab/>
        </w:r>
        <w:r w:rsidRPr="00E910E6">
          <w:rPr>
            <w:b/>
            <w:bCs/>
            <w:noProof/>
            <w:webHidden/>
          </w:rPr>
          <w:fldChar w:fldCharType="begin"/>
        </w:r>
        <w:r w:rsidRPr="00E910E6">
          <w:rPr>
            <w:b/>
            <w:bCs/>
            <w:noProof/>
            <w:webHidden/>
          </w:rPr>
          <w:instrText xml:space="preserve"> PAGEREF _Toc185259698 \h </w:instrText>
        </w:r>
        <w:r w:rsidRPr="00E910E6">
          <w:rPr>
            <w:b/>
            <w:bCs/>
            <w:noProof/>
            <w:webHidden/>
          </w:rPr>
        </w:r>
        <w:r w:rsidRPr="00E910E6">
          <w:rPr>
            <w:b/>
            <w:bCs/>
            <w:noProof/>
            <w:webHidden/>
          </w:rPr>
          <w:fldChar w:fldCharType="separate"/>
        </w:r>
        <w:r w:rsidRPr="00E910E6">
          <w:rPr>
            <w:b/>
            <w:bCs/>
            <w:noProof/>
            <w:webHidden/>
          </w:rPr>
          <w:t>iii</w:t>
        </w:r>
        <w:r w:rsidRPr="00E910E6">
          <w:rPr>
            <w:b/>
            <w:bCs/>
            <w:noProof/>
            <w:webHidden/>
          </w:rPr>
          <w:fldChar w:fldCharType="end"/>
        </w:r>
      </w:hyperlink>
    </w:p>
    <w:p w14:paraId="37E6F208" w14:textId="5B462C2D"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699" w:history="1">
        <w:r w:rsidRPr="00E910E6">
          <w:rPr>
            <w:rStyle w:val="Hyperlink"/>
            <w:b/>
            <w:bCs/>
            <w:noProof/>
          </w:rPr>
          <w:t>DECLARATION</w:t>
        </w:r>
        <w:r w:rsidRPr="00E910E6">
          <w:rPr>
            <w:b/>
            <w:bCs/>
            <w:noProof/>
            <w:webHidden/>
          </w:rPr>
          <w:tab/>
        </w:r>
        <w:r w:rsidRPr="00E910E6">
          <w:rPr>
            <w:b/>
            <w:bCs/>
            <w:noProof/>
            <w:webHidden/>
          </w:rPr>
          <w:fldChar w:fldCharType="begin"/>
        </w:r>
        <w:r w:rsidRPr="00E910E6">
          <w:rPr>
            <w:b/>
            <w:bCs/>
            <w:noProof/>
            <w:webHidden/>
          </w:rPr>
          <w:instrText xml:space="preserve"> PAGEREF _Toc185259699 \h </w:instrText>
        </w:r>
        <w:r w:rsidRPr="00E910E6">
          <w:rPr>
            <w:b/>
            <w:bCs/>
            <w:noProof/>
            <w:webHidden/>
          </w:rPr>
        </w:r>
        <w:r w:rsidRPr="00E910E6">
          <w:rPr>
            <w:b/>
            <w:bCs/>
            <w:noProof/>
            <w:webHidden/>
          </w:rPr>
          <w:fldChar w:fldCharType="separate"/>
        </w:r>
        <w:r w:rsidRPr="00E910E6">
          <w:rPr>
            <w:b/>
            <w:bCs/>
            <w:noProof/>
            <w:webHidden/>
          </w:rPr>
          <w:t>iv</w:t>
        </w:r>
        <w:r w:rsidRPr="00E910E6">
          <w:rPr>
            <w:b/>
            <w:bCs/>
            <w:noProof/>
            <w:webHidden/>
          </w:rPr>
          <w:fldChar w:fldCharType="end"/>
        </w:r>
      </w:hyperlink>
    </w:p>
    <w:p w14:paraId="31DFE9B5" w14:textId="55A710A4"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00" w:history="1">
        <w:r w:rsidRPr="00E910E6">
          <w:rPr>
            <w:rStyle w:val="Hyperlink"/>
            <w:b/>
            <w:bCs/>
            <w:noProof/>
          </w:rPr>
          <w:t>ACKNOWLEDGEMENTS</w:t>
        </w:r>
        <w:r w:rsidRPr="00E910E6">
          <w:rPr>
            <w:b/>
            <w:bCs/>
            <w:noProof/>
            <w:webHidden/>
          </w:rPr>
          <w:tab/>
        </w:r>
        <w:r w:rsidRPr="00E910E6">
          <w:rPr>
            <w:b/>
            <w:bCs/>
            <w:noProof/>
            <w:webHidden/>
          </w:rPr>
          <w:fldChar w:fldCharType="begin"/>
        </w:r>
        <w:r w:rsidRPr="00E910E6">
          <w:rPr>
            <w:b/>
            <w:bCs/>
            <w:noProof/>
            <w:webHidden/>
          </w:rPr>
          <w:instrText xml:space="preserve"> PAGEREF _Toc185259700 \h </w:instrText>
        </w:r>
        <w:r w:rsidRPr="00E910E6">
          <w:rPr>
            <w:b/>
            <w:bCs/>
            <w:noProof/>
            <w:webHidden/>
          </w:rPr>
        </w:r>
        <w:r w:rsidRPr="00E910E6">
          <w:rPr>
            <w:b/>
            <w:bCs/>
            <w:noProof/>
            <w:webHidden/>
          </w:rPr>
          <w:fldChar w:fldCharType="separate"/>
        </w:r>
        <w:r w:rsidRPr="00E910E6">
          <w:rPr>
            <w:b/>
            <w:bCs/>
            <w:noProof/>
            <w:webHidden/>
          </w:rPr>
          <w:t>vi</w:t>
        </w:r>
        <w:r w:rsidRPr="00E910E6">
          <w:rPr>
            <w:b/>
            <w:bCs/>
            <w:noProof/>
            <w:webHidden/>
          </w:rPr>
          <w:fldChar w:fldCharType="end"/>
        </w:r>
      </w:hyperlink>
    </w:p>
    <w:p w14:paraId="7615A58F" w14:textId="04432A27"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01" w:history="1">
        <w:r w:rsidRPr="00E910E6">
          <w:rPr>
            <w:rStyle w:val="Hyperlink"/>
            <w:b/>
            <w:bCs/>
            <w:noProof/>
          </w:rPr>
          <w:t>TABLE OF CONTENTS</w:t>
        </w:r>
        <w:r w:rsidRPr="00E910E6">
          <w:rPr>
            <w:b/>
            <w:bCs/>
            <w:noProof/>
            <w:webHidden/>
          </w:rPr>
          <w:tab/>
        </w:r>
        <w:r w:rsidRPr="00E910E6">
          <w:rPr>
            <w:b/>
            <w:bCs/>
            <w:noProof/>
            <w:webHidden/>
          </w:rPr>
          <w:fldChar w:fldCharType="begin"/>
        </w:r>
        <w:r w:rsidRPr="00E910E6">
          <w:rPr>
            <w:b/>
            <w:bCs/>
            <w:noProof/>
            <w:webHidden/>
          </w:rPr>
          <w:instrText xml:space="preserve"> PAGEREF _Toc185259701 \h </w:instrText>
        </w:r>
        <w:r w:rsidRPr="00E910E6">
          <w:rPr>
            <w:b/>
            <w:bCs/>
            <w:noProof/>
            <w:webHidden/>
          </w:rPr>
        </w:r>
        <w:r w:rsidRPr="00E910E6">
          <w:rPr>
            <w:b/>
            <w:bCs/>
            <w:noProof/>
            <w:webHidden/>
          </w:rPr>
          <w:fldChar w:fldCharType="separate"/>
        </w:r>
        <w:r w:rsidRPr="00E910E6">
          <w:rPr>
            <w:b/>
            <w:bCs/>
            <w:noProof/>
            <w:webHidden/>
          </w:rPr>
          <w:t>vii</w:t>
        </w:r>
        <w:r w:rsidRPr="00E910E6">
          <w:rPr>
            <w:b/>
            <w:bCs/>
            <w:noProof/>
            <w:webHidden/>
          </w:rPr>
          <w:fldChar w:fldCharType="end"/>
        </w:r>
      </w:hyperlink>
    </w:p>
    <w:p w14:paraId="377D52DD" w14:textId="4E4279B3"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02" w:history="1">
        <w:r w:rsidRPr="00E910E6">
          <w:rPr>
            <w:rStyle w:val="Hyperlink"/>
            <w:b/>
            <w:bCs/>
            <w:noProof/>
          </w:rPr>
          <w:t>LIST OF TABLES</w:t>
        </w:r>
        <w:r w:rsidRPr="00E910E6">
          <w:rPr>
            <w:b/>
            <w:bCs/>
            <w:noProof/>
            <w:webHidden/>
          </w:rPr>
          <w:tab/>
        </w:r>
        <w:r w:rsidRPr="00E910E6">
          <w:rPr>
            <w:b/>
            <w:bCs/>
            <w:noProof/>
            <w:webHidden/>
          </w:rPr>
          <w:fldChar w:fldCharType="begin"/>
        </w:r>
        <w:r w:rsidRPr="00E910E6">
          <w:rPr>
            <w:b/>
            <w:bCs/>
            <w:noProof/>
            <w:webHidden/>
          </w:rPr>
          <w:instrText xml:space="preserve"> PAGEREF _Toc185259702 \h </w:instrText>
        </w:r>
        <w:r w:rsidRPr="00E910E6">
          <w:rPr>
            <w:b/>
            <w:bCs/>
            <w:noProof/>
            <w:webHidden/>
          </w:rPr>
        </w:r>
        <w:r w:rsidRPr="00E910E6">
          <w:rPr>
            <w:b/>
            <w:bCs/>
            <w:noProof/>
            <w:webHidden/>
          </w:rPr>
          <w:fldChar w:fldCharType="separate"/>
        </w:r>
        <w:r w:rsidRPr="00E910E6">
          <w:rPr>
            <w:b/>
            <w:bCs/>
            <w:noProof/>
            <w:webHidden/>
          </w:rPr>
          <w:t>ix</w:t>
        </w:r>
        <w:r w:rsidRPr="00E910E6">
          <w:rPr>
            <w:b/>
            <w:bCs/>
            <w:noProof/>
            <w:webHidden/>
          </w:rPr>
          <w:fldChar w:fldCharType="end"/>
        </w:r>
      </w:hyperlink>
    </w:p>
    <w:p w14:paraId="5DE0C21F" w14:textId="6912A16E"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03" w:history="1">
        <w:r w:rsidRPr="00E910E6">
          <w:rPr>
            <w:rStyle w:val="Hyperlink"/>
            <w:b/>
            <w:bCs/>
            <w:noProof/>
          </w:rPr>
          <w:t>LIST OF FIGURES</w:t>
        </w:r>
        <w:r w:rsidRPr="00E910E6">
          <w:rPr>
            <w:b/>
            <w:bCs/>
            <w:noProof/>
            <w:webHidden/>
          </w:rPr>
          <w:tab/>
        </w:r>
        <w:r w:rsidRPr="00E910E6">
          <w:rPr>
            <w:b/>
            <w:bCs/>
            <w:noProof/>
            <w:webHidden/>
          </w:rPr>
          <w:fldChar w:fldCharType="begin"/>
        </w:r>
        <w:r w:rsidRPr="00E910E6">
          <w:rPr>
            <w:b/>
            <w:bCs/>
            <w:noProof/>
            <w:webHidden/>
          </w:rPr>
          <w:instrText xml:space="preserve"> PAGEREF _Toc185259703 \h </w:instrText>
        </w:r>
        <w:r w:rsidRPr="00E910E6">
          <w:rPr>
            <w:b/>
            <w:bCs/>
            <w:noProof/>
            <w:webHidden/>
          </w:rPr>
        </w:r>
        <w:r w:rsidRPr="00E910E6">
          <w:rPr>
            <w:b/>
            <w:bCs/>
            <w:noProof/>
            <w:webHidden/>
          </w:rPr>
          <w:fldChar w:fldCharType="separate"/>
        </w:r>
        <w:r w:rsidRPr="00E910E6">
          <w:rPr>
            <w:b/>
            <w:bCs/>
            <w:noProof/>
            <w:webHidden/>
          </w:rPr>
          <w:t>x</w:t>
        </w:r>
        <w:r w:rsidRPr="00E910E6">
          <w:rPr>
            <w:b/>
            <w:bCs/>
            <w:noProof/>
            <w:webHidden/>
          </w:rPr>
          <w:fldChar w:fldCharType="end"/>
        </w:r>
      </w:hyperlink>
    </w:p>
    <w:p w14:paraId="1284174D" w14:textId="24B0C00C"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04" w:history="1">
        <w:r w:rsidRPr="00E910E6">
          <w:rPr>
            <w:rStyle w:val="Hyperlink"/>
            <w:b/>
            <w:bCs/>
            <w:noProof/>
          </w:rPr>
          <w:t>LIST OF ABBREVIATION</w:t>
        </w:r>
        <w:r w:rsidRPr="00E910E6">
          <w:rPr>
            <w:b/>
            <w:bCs/>
            <w:noProof/>
            <w:webHidden/>
          </w:rPr>
          <w:tab/>
        </w:r>
        <w:r w:rsidRPr="00E910E6">
          <w:rPr>
            <w:b/>
            <w:bCs/>
            <w:noProof/>
            <w:webHidden/>
          </w:rPr>
          <w:fldChar w:fldCharType="begin"/>
        </w:r>
        <w:r w:rsidRPr="00E910E6">
          <w:rPr>
            <w:b/>
            <w:bCs/>
            <w:noProof/>
            <w:webHidden/>
          </w:rPr>
          <w:instrText xml:space="preserve"> PAGEREF _Toc185259704 \h </w:instrText>
        </w:r>
        <w:r w:rsidRPr="00E910E6">
          <w:rPr>
            <w:b/>
            <w:bCs/>
            <w:noProof/>
            <w:webHidden/>
          </w:rPr>
        </w:r>
        <w:r w:rsidRPr="00E910E6">
          <w:rPr>
            <w:b/>
            <w:bCs/>
            <w:noProof/>
            <w:webHidden/>
          </w:rPr>
          <w:fldChar w:fldCharType="separate"/>
        </w:r>
        <w:r w:rsidRPr="00E910E6">
          <w:rPr>
            <w:b/>
            <w:bCs/>
            <w:noProof/>
            <w:webHidden/>
          </w:rPr>
          <w:t>xi</w:t>
        </w:r>
        <w:r w:rsidRPr="00E910E6">
          <w:rPr>
            <w:b/>
            <w:bCs/>
            <w:noProof/>
            <w:webHidden/>
          </w:rPr>
          <w:fldChar w:fldCharType="end"/>
        </w:r>
      </w:hyperlink>
    </w:p>
    <w:p w14:paraId="707E97FF" w14:textId="355CB0DE" w:rsidR="00E910E6" w:rsidRDefault="00E910E6">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5259705" w:history="1">
        <w:r w:rsidRPr="00D25BFE">
          <w:rPr>
            <w:rStyle w:val="Hyperlink"/>
            <w:noProof/>
          </w:rPr>
          <w:t>CHAPTER 1</w:t>
        </w:r>
        <w:r>
          <w:rPr>
            <w:rFonts w:asciiTheme="minorHAnsi" w:eastAsiaTheme="minorEastAsia" w:hAnsiTheme="minorHAnsi" w:cstheme="minorBidi"/>
            <w:b w:val="0"/>
            <w:bCs w:val="0"/>
            <w:noProof/>
            <w:kern w:val="2"/>
            <w:sz w:val="22"/>
            <w:szCs w:val="22"/>
            <w:lang w:val="en-MY" w:eastAsia="zh-CN"/>
            <w14:ligatures w14:val="standardContextual"/>
          </w:rPr>
          <w:tab/>
        </w:r>
        <w:r w:rsidRPr="00D25BFE">
          <w:rPr>
            <w:rStyle w:val="Hyperlink"/>
            <w:noProof/>
          </w:rPr>
          <w:t>INTRODUCTION</w:t>
        </w:r>
        <w:r>
          <w:rPr>
            <w:noProof/>
            <w:webHidden/>
          </w:rPr>
          <w:tab/>
        </w:r>
        <w:r>
          <w:rPr>
            <w:noProof/>
            <w:webHidden/>
          </w:rPr>
          <w:fldChar w:fldCharType="begin"/>
        </w:r>
        <w:r>
          <w:rPr>
            <w:noProof/>
            <w:webHidden/>
          </w:rPr>
          <w:instrText xml:space="preserve"> PAGEREF _Toc185259705 \h </w:instrText>
        </w:r>
        <w:r>
          <w:rPr>
            <w:noProof/>
            <w:webHidden/>
          </w:rPr>
        </w:r>
        <w:r>
          <w:rPr>
            <w:noProof/>
            <w:webHidden/>
          </w:rPr>
          <w:fldChar w:fldCharType="separate"/>
        </w:r>
        <w:r>
          <w:rPr>
            <w:noProof/>
            <w:webHidden/>
          </w:rPr>
          <w:t>1</w:t>
        </w:r>
        <w:r>
          <w:rPr>
            <w:noProof/>
            <w:webHidden/>
          </w:rPr>
          <w:fldChar w:fldCharType="end"/>
        </w:r>
      </w:hyperlink>
    </w:p>
    <w:p w14:paraId="439A063A" w14:textId="3CC03BD2"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06" w:history="1">
        <w:r w:rsidRPr="00D25BFE">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Background of Study</w:t>
        </w:r>
        <w:r>
          <w:rPr>
            <w:noProof/>
            <w:webHidden/>
          </w:rPr>
          <w:tab/>
        </w:r>
        <w:r>
          <w:rPr>
            <w:noProof/>
            <w:webHidden/>
          </w:rPr>
          <w:fldChar w:fldCharType="begin"/>
        </w:r>
        <w:r>
          <w:rPr>
            <w:noProof/>
            <w:webHidden/>
          </w:rPr>
          <w:instrText xml:space="preserve"> PAGEREF _Toc185259706 \h </w:instrText>
        </w:r>
        <w:r>
          <w:rPr>
            <w:noProof/>
            <w:webHidden/>
          </w:rPr>
        </w:r>
        <w:r>
          <w:rPr>
            <w:noProof/>
            <w:webHidden/>
          </w:rPr>
          <w:fldChar w:fldCharType="separate"/>
        </w:r>
        <w:r>
          <w:rPr>
            <w:noProof/>
            <w:webHidden/>
          </w:rPr>
          <w:t>1</w:t>
        </w:r>
        <w:r>
          <w:rPr>
            <w:noProof/>
            <w:webHidden/>
          </w:rPr>
          <w:fldChar w:fldCharType="end"/>
        </w:r>
      </w:hyperlink>
    </w:p>
    <w:p w14:paraId="06EDAAD4" w14:textId="066AC4B7"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07" w:history="1">
        <w:r w:rsidRPr="00D25BFE">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Problem Statement</w:t>
        </w:r>
        <w:r>
          <w:rPr>
            <w:noProof/>
            <w:webHidden/>
          </w:rPr>
          <w:tab/>
        </w:r>
        <w:r>
          <w:rPr>
            <w:noProof/>
            <w:webHidden/>
          </w:rPr>
          <w:fldChar w:fldCharType="begin"/>
        </w:r>
        <w:r>
          <w:rPr>
            <w:noProof/>
            <w:webHidden/>
          </w:rPr>
          <w:instrText xml:space="preserve"> PAGEREF _Toc185259707 \h </w:instrText>
        </w:r>
        <w:r>
          <w:rPr>
            <w:noProof/>
            <w:webHidden/>
          </w:rPr>
        </w:r>
        <w:r>
          <w:rPr>
            <w:noProof/>
            <w:webHidden/>
          </w:rPr>
          <w:fldChar w:fldCharType="separate"/>
        </w:r>
        <w:r>
          <w:rPr>
            <w:noProof/>
            <w:webHidden/>
          </w:rPr>
          <w:t>1</w:t>
        </w:r>
        <w:r>
          <w:rPr>
            <w:noProof/>
            <w:webHidden/>
          </w:rPr>
          <w:fldChar w:fldCharType="end"/>
        </w:r>
      </w:hyperlink>
    </w:p>
    <w:p w14:paraId="66BF2CA1" w14:textId="7633ABD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08" w:history="1">
        <w:r w:rsidRPr="00D25BFE">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Research Objectives</w:t>
        </w:r>
        <w:r>
          <w:rPr>
            <w:noProof/>
            <w:webHidden/>
          </w:rPr>
          <w:tab/>
        </w:r>
        <w:r>
          <w:rPr>
            <w:noProof/>
            <w:webHidden/>
          </w:rPr>
          <w:fldChar w:fldCharType="begin"/>
        </w:r>
        <w:r>
          <w:rPr>
            <w:noProof/>
            <w:webHidden/>
          </w:rPr>
          <w:instrText xml:space="preserve"> PAGEREF _Toc185259708 \h </w:instrText>
        </w:r>
        <w:r>
          <w:rPr>
            <w:noProof/>
            <w:webHidden/>
          </w:rPr>
        </w:r>
        <w:r>
          <w:rPr>
            <w:noProof/>
            <w:webHidden/>
          </w:rPr>
          <w:fldChar w:fldCharType="separate"/>
        </w:r>
        <w:r>
          <w:rPr>
            <w:noProof/>
            <w:webHidden/>
          </w:rPr>
          <w:t>1</w:t>
        </w:r>
        <w:r>
          <w:rPr>
            <w:noProof/>
            <w:webHidden/>
          </w:rPr>
          <w:fldChar w:fldCharType="end"/>
        </w:r>
      </w:hyperlink>
    </w:p>
    <w:p w14:paraId="4F1FFD5F" w14:textId="42A0D515"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09" w:history="1">
        <w:r w:rsidRPr="00D25BFE">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Research Questions</w:t>
        </w:r>
        <w:r>
          <w:rPr>
            <w:noProof/>
            <w:webHidden/>
          </w:rPr>
          <w:tab/>
        </w:r>
        <w:r>
          <w:rPr>
            <w:noProof/>
            <w:webHidden/>
          </w:rPr>
          <w:fldChar w:fldCharType="begin"/>
        </w:r>
        <w:r>
          <w:rPr>
            <w:noProof/>
            <w:webHidden/>
          </w:rPr>
          <w:instrText xml:space="preserve"> PAGEREF _Toc185259709 \h </w:instrText>
        </w:r>
        <w:r>
          <w:rPr>
            <w:noProof/>
            <w:webHidden/>
          </w:rPr>
        </w:r>
        <w:r>
          <w:rPr>
            <w:noProof/>
            <w:webHidden/>
          </w:rPr>
          <w:fldChar w:fldCharType="separate"/>
        </w:r>
        <w:r>
          <w:rPr>
            <w:noProof/>
            <w:webHidden/>
          </w:rPr>
          <w:t>2</w:t>
        </w:r>
        <w:r>
          <w:rPr>
            <w:noProof/>
            <w:webHidden/>
          </w:rPr>
          <w:fldChar w:fldCharType="end"/>
        </w:r>
      </w:hyperlink>
    </w:p>
    <w:p w14:paraId="1947FA09" w14:textId="18E236D9"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10" w:history="1">
        <w:r w:rsidRPr="00D25BFE">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Conceptual Framework</w:t>
        </w:r>
        <w:r>
          <w:rPr>
            <w:noProof/>
            <w:webHidden/>
          </w:rPr>
          <w:tab/>
        </w:r>
        <w:r>
          <w:rPr>
            <w:noProof/>
            <w:webHidden/>
          </w:rPr>
          <w:fldChar w:fldCharType="begin"/>
        </w:r>
        <w:r>
          <w:rPr>
            <w:noProof/>
            <w:webHidden/>
          </w:rPr>
          <w:instrText xml:space="preserve"> PAGEREF _Toc185259710 \h </w:instrText>
        </w:r>
        <w:r>
          <w:rPr>
            <w:noProof/>
            <w:webHidden/>
          </w:rPr>
        </w:r>
        <w:r>
          <w:rPr>
            <w:noProof/>
            <w:webHidden/>
          </w:rPr>
          <w:fldChar w:fldCharType="separate"/>
        </w:r>
        <w:r>
          <w:rPr>
            <w:noProof/>
            <w:webHidden/>
          </w:rPr>
          <w:t>2</w:t>
        </w:r>
        <w:r>
          <w:rPr>
            <w:noProof/>
            <w:webHidden/>
          </w:rPr>
          <w:fldChar w:fldCharType="end"/>
        </w:r>
      </w:hyperlink>
    </w:p>
    <w:p w14:paraId="794FDA8C" w14:textId="4AD9A99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11" w:history="1">
        <w:r w:rsidRPr="00D25BFE">
          <w:rPr>
            <w:rStyle w:val="Hyperlink"/>
            <w:noProof/>
            <w14:scene3d>
              <w14:camera w14:prst="orthographicFront"/>
              <w14:lightRig w14:rig="threePt" w14:dir="t">
                <w14:rot w14:lat="0" w14:lon="0" w14:rev="0"/>
              </w14:lightRig>
            </w14:scene3d>
          </w:rPr>
          <w:t>1.5</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Significance of the Study</w:t>
        </w:r>
        <w:r>
          <w:rPr>
            <w:noProof/>
            <w:webHidden/>
          </w:rPr>
          <w:tab/>
        </w:r>
        <w:r>
          <w:rPr>
            <w:noProof/>
            <w:webHidden/>
          </w:rPr>
          <w:fldChar w:fldCharType="begin"/>
        </w:r>
        <w:r>
          <w:rPr>
            <w:noProof/>
            <w:webHidden/>
          </w:rPr>
          <w:instrText xml:space="preserve"> PAGEREF _Toc185259711 \h </w:instrText>
        </w:r>
        <w:r>
          <w:rPr>
            <w:noProof/>
            <w:webHidden/>
          </w:rPr>
        </w:r>
        <w:r>
          <w:rPr>
            <w:noProof/>
            <w:webHidden/>
          </w:rPr>
          <w:fldChar w:fldCharType="separate"/>
        </w:r>
        <w:r>
          <w:rPr>
            <w:noProof/>
            <w:webHidden/>
          </w:rPr>
          <w:t>2</w:t>
        </w:r>
        <w:r>
          <w:rPr>
            <w:noProof/>
            <w:webHidden/>
          </w:rPr>
          <w:fldChar w:fldCharType="end"/>
        </w:r>
      </w:hyperlink>
    </w:p>
    <w:p w14:paraId="07801E4E" w14:textId="62043940"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12" w:history="1">
        <w:r w:rsidRPr="00D25BFE">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Operational Definition of Terms</w:t>
        </w:r>
        <w:r>
          <w:rPr>
            <w:noProof/>
            <w:webHidden/>
          </w:rPr>
          <w:tab/>
        </w:r>
        <w:r>
          <w:rPr>
            <w:noProof/>
            <w:webHidden/>
          </w:rPr>
          <w:fldChar w:fldCharType="begin"/>
        </w:r>
        <w:r>
          <w:rPr>
            <w:noProof/>
            <w:webHidden/>
          </w:rPr>
          <w:instrText xml:space="preserve"> PAGEREF _Toc185259712 \h </w:instrText>
        </w:r>
        <w:r>
          <w:rPr>
            <w:noProof/>
            <w:webHidden/>
          </w:rPr>
        </w:r>
        <w:r>
          <w:rPr>
            <w:noProof/>
            <w:webHidden/>
          </w:rPr>
          <w:fldChar w:fldCharType="separate"/>
        </w:r>
        <w:r>
          <w:rPr>
            <w:noProof/>
            <w:webHidden/>
          </w:rPr>
          <w:t>2</w:t>
        </w:r>
        <w:r>
          <w:rPr>
            <w:noProof/>
            <w:webHidden/>
          </w:rPr>
          <w:fldChar w:fldCharType="end"/>
        </w:r>
      </w:hyperlink>
    </w:p>
    <w:p w14:paraId="59174A1C" w14:textId="13372A1F" w:rsidR="00E910E6" w:rsidRDefault="00E910E6">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5259713" w:history="1">
        <w:r w:rsidRPr="00D25BFE">
          <w:rPr>
            <w:rStyle w:val="Hyperlink"/>
            <w:noProof/>
          </w:rPr>
          <w:t>CHAPTER 2</w:t>
        </w:r>
        <w:r>
          <w:rPr>
            <w:rFonts w:asciiTheme="minorHAnsi" w:eastAsiaTheme="minorEastAsia" w:hAnsiTheme="minorHAnsi" w:cstheme="minorBidi"/>
            <w:b w:val="0"/>
            <w:bCs w:val="0"/>
            <w:noProof/>
            <w:kern w:val="2"/>
            <w:sz w:val="22"/>
            <w:szCs w:val="22"/>
            <w:lang w:val="en-MY" w:eastAsia="zh-CN"/>
            <w14:ligatures w14:val="standardContextual"/>
          </w:rPr>
          <w:tab/>
        </w:r>
        <w:r w:rsidRPr="00D25BFE">
          <w:rPr>
            <w:rStyle w:val="Hyperlink"/>
            <w:noProof/>
          </w:rPr>
          <w:t>LITERATURE REVIEW</w:t>
        </w:r>
        <w:r>
          <w:rPr>
            <w:noProof/>
            <w:webHidden/>
          </w:rPr>
          <w:tab/>
        </w:r>
        <w:r>
          <w:rPr>
            <w:noProof/>
            <w:webHidden/>
          </w:rPr>
          <w:fldChar w:fldCharType="begin"/>
        </w:r>
        <w:r>
          <w:rPr>
            <w:noProof/>
            <w:webHidden/>
          </w:rPr>
          <w:instrText xml:space="preserve"> PAGEREF _Toc185259713 \h </w:instrText>
        </w:r>
        <w:r>
          <w:rPr>
            <w:noProof/>
            <w:webHidden/>
          </w:rPr>
        </w:r>
        <w:r>
          <w:rPr>
            <w:noProof/>
            <w:webHidden/>
          </w:rPr>
          <w:fldChar w:fldCharType="separate"/>
        </w:r>
        <w:r>
          <w:rPr>
            <w:noProof/>
            <w:webHidden/>
          </w:rPr>
          <w:t>3</w:t>
        </w:r>
        <w:r>
          <w:rPr>
            <w:noProof/>
            <w:webHidden/>
          </w:rPr>
          <w:fldChar w:fldCharType="end"/>
        </w:r>
      </w:hyperlink>
    </w:p>
    <w:p w14:paraId="6D8301B7" w14:textId="168DE22C"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15" w:history="1">
        <w:r w:rsidRPr="00D25BFE">
          <w:rPr>
            <w:rStyle w:val="Hyperlink"/>
            <w:noProof/>
            <w14:scene3d>
              <w14:camera w14:prst="orthographicFront"/>
              <w14:lightRig w14:rig="threePt" w14:dir="t">
                <w14:rot w14:lat="0" w14:lon="0" w14:rev="0"/>
              </w14:lightRig>
            </w14:scene3d>
          </w:rPr>
          <w:t>2.0</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Introduction</w:t>
        </w:r>
        <w:r>
          <w:rPr>
            <w:noProof/>
            <w:webHidden/>
          </w:rPr>
          <w:tab/>
        </w:r>
        <w:r>
          <w:rPr>
            <w:noProof/>
            <w:webHidden/>
          </w:rPr>
          <w:fldChar w:fldCharType="begin"/>
        </w:r>
        <w:r>
          <w:rPr>
            <w:noProof/>
            <w:webHidden/>
          </w:rPr>
          <w:instrText xml:space="preserve"> PAGEREF _Toc185259715 \h </w:instrText>
        </w:r>
        <w:r>
          <w:rPr>
            <w:noProof/>
            <w:webHidden/>
          </w:rPr>
        </w:r>
        <w:r>
          <w:rPr>
            <w:noProof/>
            <w:webHidden/>
          </w:rPr>
          <w:fldChar w:fldCharType="separate"/>
        </w:r>
        <w:r>
          <w:rPr>
            <w:noProof/>
            <w:webHidden/>
          </w:rPr>
          <w:t>3</w:t>
        </w:r>
        <w:r>
          <w:rPr>
            <w:noProof/>
            <w:webHidden/>
          </w:rPr>
          <w:fldChar w:fldCharType="end"/>
        </w:r>
      </w:hyperlink>
    </w:p>
    <w:p w14:paraId="55E5B8BF" w14:textId="2A382CE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16" w:history="1">
        <w:r w:rsidRPr="00D25BFE">
          <w:rPr>
            <w:rStyle w:val="Hyperlink"/>
            <w:noProof/>
            <w14:scene3d>
              <w14:camera w14:prst="orthographicFront"/>
              <w14:lightRig w14:rig="threePt" w14:dir="t">
                <w14:rot w14:lat="0" w14:lon="0" w14:rev="0"/>
              </w14:lightRig>
            </w14:scene3d>
          </w:rPr>
          <w:t>2.1</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Theoretical Framework</w:t>
        </w:r>
        <w:r>
          <w:rPr>
            <w:noProof/>
            <w:webHidden/>
          </w:rPr>
          <w:tab/>
        </w:r>
        <w:r>
          <w:rPr>
            <w:noProof/>
            <w:webHidden/>
          </w:rPr>
          <w:fldChar w:fldCharType="begin"/>
        </w:r>
        <w:r>
          <w:rPr>
            <w:noProof/>
            <w:webHidden/>
          </w:rPr>
          <w:instrText xml:space="preserve"> PAGEREF _Toc185259716 \h </w:instrText>
        </w:r>
        <w:r>
          <w:rPr>
            <w:noProof/>
            <w:webHidden/>
          </w:rPr>
        </w:r>
        <w:r>
          <w:rPr>
            <w:noProof/>
            <w:webHidden/>
          </w:rPr>
          <w:fldChar w:fldCharType="separate"/>
        </w:r>
        <w:r>
          <w:rPr>
            <w:noProof/>
            <w:webHidden/>
          </w:rPr>
          <w:t>3</w:t>
        </w:r>
        <w:r>
          <w:rPr>
            <w:noProof/>
            <w:webHidden/>
          </w:rPr>
          <w:fldChar w:fldCharType="end"/>
        </w:r>
      </w:hyperlink>
    </w:p>
    <w:p w14:paraId="68ED6D8C" w14:textId="39AA3F55"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17" w:history="1">
        <w:r w:rsidRPr="00D25BFE">
          <w:rPr>
            <w:rStyle w:val="Hyperlink"/>
            <w:noProof/>
          </w:rPr>
          <w:t>2.1.1</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How to Write Quotation</w:t>
        </w:r>
        <w:r>
          <w:rPr>
            <w:noProof/>
            <w:webHidden/>
          </w:rPr>
          <w:tab/>
        </w:r>
        <w:r>
          <w:rPr>
            <w:noProof/>
            <w:webHidden/>
          </w:rPr>
          <w:fldChar w:fldCharType="begin"/>
        </w:r>
        <w:r>
          <w:rPr>
            <w:noProof/>
            <w:webHidden/>
          </w:rPr>
          <w:instrText xml:space="preserve"> PAGEREF _Toc185259717 \h </w:instrText>
        </w:r>
        <w:r>
          <w:rPr>
            <w:noProof/>
            <w:webHidden/>
          </w:rPr>
        </w:r>
        <w:r>
          <w:rPr>
            <w:noProof/>
            <w:webHidden/>
          </w:rPr>
          <w:fldChar w:fldCharType="separate"/>
        </w:r>
        <w:r>
          <w:rPr>
            <w:noProof/>
            <w:webHidden/>
          </w:rPr>
          <w:t>3</w:t>
        </w:r>
        <w:r>
          <w:rPr>
            <w:noProof/>
            <w:webHidden/>
          </w:rPr>
          <w:fldChar w:fldCharType="end"/>
        </w:r>
      </w:hyperlink>
    </w:p>
    <w:p w14:paraId="77907EDB" w14:textId="50CD4A34"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18" w:history="1">
        <w:r w:rsidRPr="00D25BFE">
          <w:rPr>
            <w:rStyle w:val="Hyperlink"/>
            <w:noProof/>
          </w:rPr>
          <w:t>2.1.2</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Equation Numbering</w:t>
        </w:r>
        <w:r>
          <w:rPr>
            <w:noProof/>
            <w:webHidden/>
          </w:rPr>
          <w:tab/>
        </w:r>
        <w:r>
          <w:rPr>
            <w:noProof/>
            <w:webHidden/>
          </w:rPr>
          <w:fldChar w:fldCharType="begin"/>
        </w:r>
        <w:r>
          <w:rPr>
            <w:noProof/>
            <w:webHidden/>
          </w:rPr>
          <w:instrText xml:space="preserve"> PAGEREF _Toc185259718 \h </w:instrText>
        </w:r>
        <w:r>
          <w:rPr>
            <w:noProof/>
            <w:webHidden/>
          </w:rPr>
        </w:r>
        <w:r>
          <w:rPr>
            <w:noProof/>
            <w:webHidden/>
          </w:rPr>
          <w:fldChar w:fldCharType="separate"/>
        </w:r>
        <w:r>
          <w:rPr>
            <w:noProof/>
            <w:webHidden/>
          </w:rPr>
          <w:t>4</w:t>
        </w:r>
        <w:r>
          <w:rPr>
            <w:noProof/>
            <w:webHidden/>
          </w:rPr>
          <w:fldChar w:fldCharType="end"/>
        </w:r>
      </w:hyperlink>
    </w:p>
    <w:p w14:paraId="7D5F8015" w14:textId="54960B1C"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19" w:history="1">
        <w:r w:rsidRPr="00D25BFE">
          <w:rPr>
            <w:rStyle w:val="Hyperlink"/>
            <w:noProof/>
          </w:rPr>
          <w:t>2.1.3</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Table Numbering</w:t>
        </w:r>
        <w:r>
          <w:rPr>
            <w:noProof/>
            <w:webHidden/>
          </w:rPr>
          <w:tab/>
        </w:r>
        <w:r>
          <w:rPr>
            <w:noProof/>
            <w:webHidden/>
          </w:rPr>
          <w:fldChar w:fldCharType="begin"/>
        </w:r>
        <w:r>
          <w:rPr>
            <w:noProof/>
            <w:webHidden/>
          </w:rPr>
          <w:instrText xml:space="preserve"> PAGEREF _Toc185259719 \h </w:instrText>
        </w:r>
        <w:r>
          <w:rPr>
            <w:noProof/>
            <w:webHidden/>
          </w:rPr>
        </w:r>
        <w:r>
          <w:rPr>
            <w:noProof/>
            <w:webHidden/>
          </w:rPr>
          <w:fldChar w:fldCharType="separate"/>
        </w:r>
        <w:r>
          <w:rPr>
            <w:noProof/>
            <w:webHidden/>
          </w:rPr>
          <w:t>4</w:t>
        </w:r>
        <w:r>
          <w:rPr>
            <w:noProof/>
            <w:webHidden/>
          </w:rPr>
          <w:fldChar w:fldCharType="end"/>
        </w:r>
      </w:hyperlink>
    </w:p>
    <w:p w14:paraId="53C18E74" w14:textId="3D1473A9"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0" w:history="1">
        <w:r w:rsidRPr="00D25BFE">
          <w:rPr>
            <w:rStyle w:val="Hyperlink"/>
            <w:noProof/>
            <w14:scene3d>
              <w14:camera w14:prst="orthographicFront"/>
              <w14:lightRig w14:rig="threePt" w14:dir="t">
                <w14:rot w14:lat="0" w14:lon="0" w14:rev="0"/>
              </w14:lightRig>
            </w14:scene3d>
          </w:rPr>
          <w:t>2.2</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Review of Research</w:t>
        </w:r>
        <w:r>
          <w:rPr>
            <w:noProof/>
            <w:webHidden/>
          </w:rPr>
          <w:tab/>
        </w:r>
        <w:r>
          <w:rPr>
            <w:noProof/>
            <w:webHidden/>
          </w:rPr>
          <w:fldChar w:fldCharType="begin"/>
        </w:r>
        <w:r>
          <w:rPr>
            <w:noProof/>
            <w:webHidden/>
          </w:rPr>
          <w:instrText xml:space="preserve"> PAGEREF _Toc185259720 \h </w:instrText>
        </w:r>
        <w:r>
          <w:rPr>
            <w:noProof/>
            <w:webHidden/>
          </w:rPr>
        </w:r>
        <w:r>
          <w:rPr>
            <w:noProof/>
            <w:webHidden/>
          </w:rPr>
          <w:fldChar w:fldCharType="separate"/>
        </w:r>
        <w:r>
          <w:rPr>
            <w:noProof/>
            <w:webHidden/>
          </w:rPr>
          <w:t>5</w:t>
        </w:r>
        <w:r>
          <w:rPr>
            <w:noProof/>
            <w:webHidden/>
          </w:rPr>
          <w:fldChar w:fldCharType="end"/>
        </w:r>
      </w:hyperlink>
    </w:p>
    <w:p w14:paraId="4382D67A" w14:textId="60182309"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1" w:history="1">
        <w:r w:rsidRPr="00D25BFE">
          <w:rPr>
            <w:rStyle w:val="Hyperlink"/>
            <w:noProof/>
            <w14:scene3d>
              <w14:camera w14:prst="orthographicFront"/>
              <w14:lightRig w14:rig="threePt" w14:dir="t">
                <w14:rot w14:lat="0" w14:lon="0" w14:rev="0"/>
              </w14:lightRig>
            </w14:scene3d>
          </w:rPr>
          <w:t>2.3</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1</w:t>
        </w:r>
        <w:r>
          <w:rPr>
            <w:noProof/>
            <w:webHidden/>
          </w:rPr>
          <w:tab/>
        </w:r>
        <w:r>
          <w:rPr>
            <w:noProof/>
            <w:webHidden/>
          </w:rPr>
          <w:fldChar w:fldCharType="begin"/>
        </w:r>
        <w:r>
          <w:rPr>
            <w:noProof/>
            <w:webHidden/>
          </w:rPr>
          <w:instrText xml:space="preserve"> PAGEREF _Toc185259721 \h </w:instrText>
        </w:r>
        <w:r>
          <w:rPr>
            <w:noProof/>
            <w:webHidden/>
          </w:rPr>
        </w:r>
        <w:r>
          <w:rPr>
            <w:noProof/>
            <w:webHidden/>
          </w:rPr>
          <w:fldChar w:fldCharType="separate"/>
        </w:r>
        <w:r>
          <w:rPr>
            <w:noProof/>
            <w:webHidden/>
          </w:rPr>
          <w:t>5</w:t>
        </w:r>
        <w:r>
          <w:rPr>
            <w:noProof/>
            <w:webHidden/>
          </w:rPr>
          <w:fldChar w:fldCharType="end"/>
        </w:r>
      </w:hyperlink>
    </w:p>
    <w:p w14:paraId="0D6AD419" w14:textId="73F75103"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2" w:history="1">
        <w:r w:rsidRPr="00D25BFE">
          <w:rPr>
            <w:rStyle w:val="Hyperlink"/>
            <w:noProof/>
            <w14:scene3d>
              <w14:camera w14:prst="orthographicFront"/>
              <w14:lightRig w14:rig="threePt" w14:dir="t">
                <w14:rot w14:lat="0" w14:lon="0" w14:rev="0"/>
              </w14:lightRig>
            </w14:scene3d>
          </w:rPr>
          <w:t>2.4</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2</w:t>
        </w:r>
        <w:r>
          <w:rPr>
            <w:noProof/>
            <w:webHidden/>
          </w:rPr>
          <w:tab/>
        </w:r>
        <w:r>
          <w:rPr>
            <w:noProof/>
            <w:webHidden/>
          </w:rPr>
          <w:fldChar w:fldCharType="begin"/>
        </w:r>
        <w:r>
          <w:rPr>
            <w:noProof/>
            <w:webHidden/>
          </w:rPr>
          <w:instrText xml:space="preserve"> PAGEREF _Toc185259722 \h </w:instrText>
        </w:r>
        <w:r>
          <w:rPr>
            <w:noProof/>
            <w:webHidden/>
          </w:rPr>
        </w:r>
        <w:r>
          <w:rPr>
            <w:noProof/>
            <w:webHidden/>
          </w:rPr>
          <w:fldChar w:fldCharType="separate"/>
        </w:r>
        <w:r>
          <w:rPr>
            <w:noProof/>
            <w:webHidden/>
          </w:rPr>
          <w:t>5</w:t>
        </w:r>
        <w:r>
          <w:rPr>
            <w:noProof/>
            <w:webHidden/>
          </w:rPr>
          <w:fldChar w:fldCharType="end"/>
        </w:r>
      </w:hyperlink>
    </w:p>
    <w:p w14:paraId="56578B63" w14:textId="0CF89C52"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3" w:history="1">
        <w:r w:rsidRPr="00D25BFE">
          <w:rPr>
            <w:rStyle w:val="Hyperlink"/>
            <w:noProof/>
            <w14:scene3d>
              <w14:camera w14:prst="orthographicFront"/>
              <w14:lightRig w14:rig="threePt" w14:dir="t">
                <w14:rot w14:lat="0" w14:lon="0" w14:rev="0"/>
              </w14:lightRig>
            </w14:scene3d>
          </w:rPr>
          <w:t>2.5</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Chapter Summary</w:t>
        </w:r>
        <w:r>
          <w:rPr>
            <w:noProof/>
            <w:webHidden/>
          </w:rPr>
          <w:tab/>
        </w:r>
        <w:r>
          <w:rPr>
            <w:noProof/>
            <w:webHidden/>
          </w:rPr>
          <w:fldChar w:fldCharType="begin"/>
        </w:r>
        <w:r>
          <w:rPr>
            <w:noProof/>
            <w:webHidden/>
          </w:rPr>
          <w:instrText xml:space="preserve"> PAGEREF _Toc185259723 \h </w:instrText>
        </w:r>
        <w:r>
          <w:rPr>
            <w:noProof/>
            <w:webHidden/>
          </w:rPr>
        </w:r>
        <w:r>
          <w:rPr>
            <w:noProof/>
            <w:webHidden/>
          </w:rPr>
          <w:fldChar w:fldCharType="separate"/>
        </w:r>
        <w:r>
          <w:rPr>
            <w:noProof/>
            <w:webHidden/>
          </w:rPr>
          <w:t>5</w:t>
        </w:r>
        <w:r>
          <w:rPr>
            <w:noProof/>
            <w:webHidden/>
          </w:rPr>
          <w:fldChar w:fldCharType="end"/>
        </w:r>
      </w:hyperlink>
    </w:p>
    <w:p w14:paraId="778B39AA" w14:textId="3A355816" w:rsidR="00E910E6" w:rsidRDefault="00E910E6">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5259724" w:history="1">
        <w:r w:rsidRPr="00D25BFE">
          <w:rPr>
            <w:rStyle w:val="Hyperlink"/>
            <w:noProof/>
          </w:rPr>
          <w:t>CHAPTER 3</w:t>
        </w:r>
        <w:r>
          <w:rPr>
            <w:rFonts w:asciiTheme="minorHAnsi" w:eastAsiaTheme="minorEastAsia" w:hAnsiTheme="minorHAnsi" w:cstheme="minorBidi"/>
            <w:b w:val="0"/>
            <w:bCs w:val="0"/>
            <w:noProof/>
            <w:kern w:val="2"/>
            <w:sz w:val="22"/>
            <w:szCs w:val="22"/>
            <w:lang w:val="en-MY" w:eastAsia="zh-CN"/>
            <w14:ligatures w14:val="standardContextual"/>
          </w:rPr>
          <w:tab/>
        </w:r>
        <w:r w:rsidRPr="00D25BFE">
          <w:rPr>
            <w:rStyle w:val="Hyperlink"/>
            <w:noProof/>
          </w:rPr>
          <w:t>METHODOLOGY</w:t>
        </w:r>
        <w:r>
          <w:rPr>
            <w:noProof/>
            <w:webHidden/>
          </w:rPr>
          <w:tab/>
        </w:r>
        <w:r>
          <w:rPr>
            <w:noProof/>
            <w:webHidden/>
          </w:rPr>
          <w:fldChar w:fldCharType="begin"/>
        </w:r>
        <w:r>
          <w:rPr>
            <w:noProof/>
            <w:webHidden/>
          </w:rPr>
          <w:instrText xml:space="preserve"> PAGEREF _Toc185259724 \h </w:instrText>
        </w:r>
        <w:r>
          <w:rPr>
            <w:noProof/>
            <w:webHidden/>
          </w:rPr>
        </w:r>
        <w:r>
          <w:rPr>
            <w:noProof/>
            <w:webHidden/>
          </w:rPr>
          <w:fldChar w:fldCharType="separate"/>
        </w:r>
        <w:r>
          <w:rPr>
            <w:noProof/>
            <w:webHidden/>
          </w:rPr>
          <w:t>6</w:t>
        </w:r>
        <w:r>
          <w:rPr>
            <w:noProof/>
            <w:webHidden/>
          </w:rPr>
          <w:fldChar w:fldCharType="end"/>
        </w:r>
      </w:hyperlink>
    </w:p>
    <w:p w14:paraId="333033C2" w14:textId="796B011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6" w:history="1">
        <w:r w:rsidRPr="00D25BFE">
          <w:rPr>
            <w:rStyle w:val="Hyperlink"/>
            <w:noProof/>
            <w14:scene3d>
              <w14:camera w14:prst="orthographicFront"/>
              <w14:lightRig w14:rig="threePt" w14:dir="t">
                <w14:rot w14:lat="0" w14:lon="0" w14:rev="0"/>
              </w14:lightRig>
            </w14:scene3d>
          </w:rPr>
          <w:t>3.0</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Introduction</w:t>
        </w:r>
        <w:r>
          <w:rPr>
            <w:noProof/>
            <w:webHidden/>
          </w:rPr>
          <w:tab/>
        </w:r>
        <w:r>
          <w:rPr>
            <w:noProof/>
            <w:webHidden/>
          </w:rPr>
          <w:fldChar w:fldCharType="begin"/>
        </w:r>
        <w:r>
          <w:rPr>
            <w:noProof/>
            <w:webHidden/>
          </w:rPr>
          <w:instrText xml:space="preserve"> PAGEREF _Toc185259726 \h </w:instrText>
        </w:r>
        <w:r>
          <w:rPr>
            <w:noProof/>
            <w:webHidden/>
          </w:rPr>
        </w:r>
        <w:r>
          <w:rPr>
            <w:noProof/>
            <w:webHidden/>
          </w:rPr>
          <w:fldChar w:fldCharType="separate"/>
        </w:r>
        <w:r>
          <w:rPr>
            <w:noProof/>
            <w:webHidden/>
          </w:rPr>
          <w:t>6</w:t>
        </w:r>
        <w:r>
          <w:rPr>
            <w:noProof/>
            <w:webHidden/>
          </w:rPr>
          <w:fldChar w:fldCharType="end"/>
        </w:r>
      </w:hyperlink>
    </w:p>
    <w:p w14:paraId="5B3E5CD6" w14:textId="2A0CC534"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7" w:history="1">
        <w:r w:rsidRPr="00D25BFE">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Research Design</w:t>
        </w:r>
        <w:r>
          <w:rPr>
            <w:noProof/>
            <w:webHidden/>
          </w:rPr>
          <w:tab/>
        </w:r>
        <w:r>
          <w:rPr>
            <w:noProof/>
            <w:webHidden/>
          </w:rPr>
          <w:fldChar w:fldCharType="begin"/>
        </w:r>
        <w:r>
          <w:rPr>
            <w:noProof/>
            <w:webHidden/>
          </w:rPr>
          <w:instrText xml:space="preserve"> PAGEREF _Toc185259727 \h </w:instrText>
        </w:r>
        <w:r>
          <w:rPr>
            <w:noProof/>
            <w:webHidden/>
          </w:rPr>
        </w:r>
        <w:r>
          <w:rPr>
            <w:noProof/>
            <w:webHidden/>
          </w:rPr>
          <w:fldChar w:fldCharType="separate"/>
        </w:r>
        <w:r>
          <w:rPr>
            <w:noProof/>
            <w:webHidden/>
          </w:rPr>
          <w:t>6</w:t>
        </w:r>
        <w:r>
          <w:rPr>
            <w:noProof/>
            <w:webHidden/>
          </w:rPr>
          <w:fldChar w:fldCharType="end"/>
        </w:r>
      </w:hyperlink>
    </w:p>
    <w:p w14:paraId="027C62E6" w14:textId="18E944D0"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8" w:history="1">
        <w:r w:rsidRPr="00D25BFE">
          <w:rPr>
            <w:rStyle w:val="Hyperlink"/>
            <w:noProof/>
            <w14:scene3d>
              <w14:camera w14:prst="orthographicFront"/>
              <w14:lightRig w14:rig="threePt" w14:dir="t">
                <w14:rot w14:lat="0" w14:lon="0" w14:rev="0"/>
              </w14:lightRig>
            </w14:scene3d>
          </w:rPr>
          <w:t>3.2</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Research Method</w:t>
        </w:r>
        <w:r>
          <w:rPr>
            <w:noProof/>
            <w:webHidden/>
          </w:rPr>
          <w:tab/>
        </w:r>
        <w:r>
          <w:rPr>
            <w:noProof/>
            <w:webHidden/>
          </w:rPr>
          <w:fldChar w:fldCharType="begin"/>
        </w:r>
        <w:r>
          <w:rPr>
            <w:noProof/>
            <w:webHidden/>
          </w:rPr>
          <w:instrText xml:space="preserve"> PAGEREF _Toc185259728 \h </w:instrText>
        </w:r>
        <w:r>
          <w:rPr>
            <w:noProof/>
            <w:webHidden/>
          </w:rPr>
        </w:r>
        <w:r>
          <w:rPr>
            <w:noProof/>
            <w:webHidden/>
          </w:rPr>
          <w:fldChar w:fldCharType="separate"/>
        </w:r>
        <w:r>
          <w:rPr>
            <w:noProof/>
            <w:webHidden/>
          </w:rPr>
          <w:t>7</w:t>
        </w:r>
        <w:r>
          <w:rPr>
            <w:noProof/>
            <w:webHidden/>
          </w:rPr>
          <w:fldChar w:fldCharType="end"/>
        </w:r>
      </w:hyperlink>
    </w:p>
    <w:p w14:paraId="78EACD45" w14:textId="08A8C24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29" w:history="1">
        <w:r w:rsidRPr="00D25BFE">
          <w:rPr>
            <w:rStyle w:val="Hyperlink"/>
            <w:noProof/>
            <w14:scene3d>
              <w14:camera w14:prst="orthographicFront"/>
              <w14:lightRig w14:rig="threePt" w14:dir="t">
                <w14:rot w14:lat="0" w14:lon="0" w14:rev="0"/>
              </w14:lightRig>
            </w14:scene3d>
          </w:rPr>
          <w:t>3.3</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Data Collection Methods</w:t>
        </w:r>
        <w:r>
          <w:rPr>
            <w:noProof/>
            <w:webHidden/>
          </w:rPr>
          <w:tab/>
        </w:r>
        <w:r>
          <w:rPr>
            <w:noProof/>
            <w:webHidden/>
          </w:rPr>
          <w:fldChar w:fldCharType="begin"/>
        </w:r>
        <w:r>
          <w:rPr>
            <w:noProof/>
            <w:webHidden/>
          </w:rPr>
          <w:instrText xml:space="preserve"> PAGEREF _Toc185259729 \h </w:instrText>
        </w:r>
        <w:r>
          <w:rPr>
            <w:noProof/>
            <w:webHidden/>
          </w:rPr>
        </w:r>
        <w:r>
          <w:rPr>
            <w:noProof/>
            <w:webHidden/>
          </w:rPr>
          <w:fldChar w:fldCharType="separate"/>
        </w:r>
        <w:r>
          <w:rPr>
            <w:noProof/>
            <w:webHidden/>
          </w:rPr>
          <w:t>7</w:t>
        </w:r>
        <w:r>
          <w:rPr>
            <w:noProof/>
            <w:webHidden/>
          </w:rPr>
          <w:fldChar w:fldCharType="end"/>
        </w:r>
      </w:hyperlink>
    </w:p>
    <w:p w14:paraId="62D1C75A" w14:textId="3356A6D4"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0" w:history="1">
        <w:r w:rsidRPr="00D25BFE">
          <w:rPr>
            <w:rStyle w:val="Hyperlink"/>
            <w:noProof/>
            <w14:scene3d>
              <w14:camera w14:prst="orthographicFront"/>
              <w14:lightRig w14:rig="threePt" w14:dir="t">
                <w14:rot w14:lat="0" w14:lon="0" w14:rev="0"/>
              </w14:lightRig>
            </w14:scene3d>
          </w:rPr>
          <w:t>3.4</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1</w:t>
        </w:r>
        <w:r>
          <w:rPr>
            <w:noProof/>
            <w:webHidden/>
          </w:rPr>
          <w:tab/>
        </w:r>
        <w:r>
          <w:rPr>
            <w:noProof/>
            <w:webHidden/>
          </w:rPr>
          <w:fldChar w:fldCharType="begin"/>
        </w:r>
        <w:r>
          <w:rPr>
            <w:noProof/>
            <w:webHidden/>
          </w:rPr>
          <w:instrText xml:space="preserve"> PAGEREF _Toc185259730 \h </w:instrText>
        </w:r>
        <w:r>
          <w:rPr>
            <w:noProof/>
            <w:webHidden/>
          </w:rPr>
        </w:r>
        <w:r>
          <w:rPr>
            <w:noProof/>
            <w:webHidden/>
          </w:rPr>
          <w:fldChar w:fldCharType="separate"/>
        </w:r>
        <w:r>
          <w:rPr>
            <w:noProof/>
            <w:webHidden/>
          </w:rPr>
          <w:t>7</w:t>
        </w:r>
        <w:r>
          <w:rPr>
            <w:noProof/>
            <w:webHidden/>
          </w:rPr>
          <w:fldChar w:fldCharType="end"/>
        </w:r>
      </w:hyperlink>
    </w:p>
    <w:p w14:paraId="24D9BF35" w14:textId="2D16DEE6"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1" w:history="1">
        <w:r w:rsidRPr="00D25BFE">
          <w:rPr>
            <w:rStyle w:val="Hyperlink"/>
            <w:noProof/>
            <w14:scene3d>
              <w14:camera w14:prst="orthographicFront"/>
              <w14:lightRig w14:rig="threePt" w14:dir="t">
                <w14:rot w14:lat="0" w14:lon="0" w14:rev="0"/>
              </w14:lightRig>
            </w14:scene3d>
          </w:rPr>
          <w:t>3.5</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2</w:t>
        </w:r>
        <w:r>
          <w:rPr>
            <w:noProof/>
            <w:webHidden/>
          </w:rPr>
          <w:tab/>
        </w:r>
        <w:r>
          <w:rPr>
            <w:noProof/>
            <w:webHidden/>
          </w:rPr>
          <w:fldChar w:fldCharType="begin"/>
        </w:r>
        <w:r>
          <w:rPr>
            <w:noProof/>
            <w:webHidden/>
          </w:rPr>
          <w:instrText xml:space="preserve"> PAGEREF _Toc185259731 \h </w:instrText>
        </w:r>
        <w:r>
          <w:rPr>
            <w:noProof/>
            <w:webHidden/>
          </w:rPr>
        </w:r>
        <w:r>
          <w:rPr>
            <w:noProof/>
            <w:webHidden/>
          </w:rPr>
          <w:fldChar w:fldCharType="separate"/>
        </w:r>
        <w:r>
          <w:rPr>
            <w:noProof/>
            <w:webHidden/>
          </w:rPr>
          <w:t>7</w:t>
        </w:r>
        <w:r>
          <w:rPr>
            <w:noProof/>
            <w:webHidden/>
          </w:rPr>
          <w:fldChar w:fldCharType="end"/>
        </w:r>
      </w:hyperlink>
    </w:p>
    <w:p w14:paraId="5089233A" w14:textId="0D5C5E85"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2" w:history="1">
        <w:r w:rsidRPr="00D25BFE">
          <w:rPr>
            <w:rStyle w:val="Hyperlink"/>
            <w:noProof/>
            <w14:scene3d>
              <w14:camera w14:prst="orthographicFront"/>
              <w14:lightRig w14:rig="threePt" w14:dir="t">
                <w14:rot w14:lat="0" w14:lon="0" w14:rev="0"/>
              </w14:lightRig>
            </w14:scene3d>
          </w:rPr>
          <w:t>3.6</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3</w:t>
        </w:r>
        <w:r>
          <w:rPr>
            <w:noProof/>
            <w:webHidden/>
          </w:rPr>
          <w:tab/>
        </w:r>
        <w:r>
          <w:rPr>
            <w:noProof/>
            <w:webHidden/>
          </w:rPr>
          <w:fldChar w:fldCharType="begin"/>
        </w:r>
        <w:r>
          <w:rPr>
            <w:noProof/>
            <w:webHidden/>
          </w:rPr>
          <w:instrText xml:space="preserve"> PAGEREF _Toc185259732 \h </w:instrText>
        </w:r>
        <w:r>
          <w:rPr>
            <w:noProof/>
            <w:webHidden/>
          </w:rPr>
        </w:r>
        <w:r>
          <w:rPr>
            <w:noProof/>
            <w:webHidden/>
          </w:rPr>
          <w:fldChar w:fldCharType="separate"/>
        </w:r>
        <w:r>
          <w:rPr>
            <w:noProof/>
            <w:webHidden/>
          </w:rPr>
          <w:t>7</w:t>
        </w:r>
        <w:r>
          <w:rPr>
            <w:noProof/>
            <w:webHidden/>
          </w:rPr>
          <w:fldChar w:fldCharType="end"/>
        </w:r>
      </w:hyperlink>
    </w:p>
    <w:p w14:paraId="38195325" w14:textId="184D6AD4"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3" w:history="1">
        <w:r w:rsidRPr="00D25BFE">
          <w:rPr>
            <w:rStyle w:val="Hyperlink"/>
            <w:noProof/>
            <w14:scene3d>
              <w14:camera w14:prst="orthographicFront"/>
              <w14:lightRig w14:rig="threePt" w14:dir="t">
                <w14:rot w14:lat="0" w14:lon="0" w14:rev="0"/>
              </w14:lightRig>
            </w14:scene3d>
          </w:rPr>
          <w:t>3.7</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4</w:t>
        </w:r>
        <w:r>
          <w:rPr>
            <w:noProof/>
            <w:webHidden/>
          </w:rPr>
          <w:tab/>
        </w:r>
        <w:r>
          <w:rPr>
            <w:noProof/>
            <w:webHidden/>
          </w:rPr>
          <w:fldChar w:fldCharType="begin"/>
        </w:r>
        <w:r>
          <w:rPr>
            <w:noProof/>
            <w:webHidden/>
          </w:rPr>
          <w:instrText xml:space="preserve"> PAGEREF _Toc185259733 \h </w:instrText>
        </w:r>
        <w:r>
          <w:rPr>
            <w:noProof/>
            <w:webHidden/>
          </w:rPr>
        </w:r>
        <w:r>
          <w:rPr>
            <w:noProof/>
            <w:webHidden/>
          </w:rPr>
          <w:fldChar w:fldCharType="separate"/>
        </w:r>
        <w:r>
          <w:rPr>
            <w:noProof/>
            <w:webHidden/>
          </w:rPr>
          <w:t>7</w:t>
        </w:r>
        <w:r>
          <w:rPr>
            <w:noProof/>
            <w:webHidden/>
          </w:rPr>
          <w:fldChar w:fldCharType="end"/>
        </w:r>
      </w:hyperlink>
    </w:p>
    <w:p w14:paraId="3E977B92" w14:textId="5FEBC5A6"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4" w:history="1">
        <w:r w:rsidRPr="00D25BFE">
          <w:rPr>
            <w:rStyle w:val="Hyperlink"/>
            <w:noProof/>
            <w14:scene3d>
              <w14:camera w14:prst="orthographicFront"/>
              <w14:lightRig w14:rig="threePt" w14:dir="t">
                <w14:rot w14:lat="0" w14:lon="0" w14:rev="0"/>
              </w14:lightRig>
            </w14:scene3d>
          </w:rPr>
          <w:t>3.8</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Chapter Summary</w:t>
        </w:r>
        <w:r>
          <w:rPr>
            <w:noProof/>
            <w:webHidden/>
          </w:rPr>
          <w:tab/>
        </w:r>
        <w:r>
          <w:rPr>
            <w:noProof/>
            <w:webHidden/>
          </w:rPr>
          <w:fldChar w:fldCharType="begin"/>
        </w:r>
        <w:r>
          <w:rPr>
            <w:noProof/>
            <w:webHidden/>
          </w:rPr>
          <w:instrText xml:space="preserve"> PAGEREF _Toc185259734 \h </w:instrText>
        </w:r>
        <w:r>
          <w:rPr>
            <w:noProof/>
            <w:webHidden/>
          </w:rPr>
        </w:r>
        <w:r>
          <w:rPr>
            <w:noProof/>
            <w:webHidden/>
          </w:rPr>
          <w:fldChar w:fldCharType="separate"/>
        </w:r>
        <w:r>
          <w:rPr>
            <w:noProof/>
            <w:webHidden/>
          </w:rPr>
          <w:t>7</w:t>
        </w:r>
        <w:r>
          <w:rPr>
            <w:noProof/>
            <w:webHidden/>
          </w:rPr>
          <w:fldChar w:fldCharType="end"/>
        </w:r>
      </w:hyperlink>
    </w:p>
    <w:p w14:paraId="546C74AB" w14:textId="3E8A0D9F" w:rsidR="00E910E6" w:rsidRDefault="00E910E6">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5259735" w:history="1">
        <w:r w:rsidRPr="00D25BFE">
          <w:rPr>
            <w:rStyle w:val="Hyperlink"/>
            <w:noProof/>
          </w:rPr>
          <w:t>CHAPTER 4</w:t>
        </w:r>
        <w:r>
          <w:rPr>
            <w:rFonts w:asciiTheme="minorHAnsi" w:eastAsiaTheme="minorEastAsia" w:hAnsiTheme="minorHAnsi" w:cstheme="minorBidi"/>
            <w:b w:val="0"/>
            <w:bCs w:val="0"/>
            <w:noProof/>
            <w:kern w:val="2"/>
            <w:sz w:val="22"/>
            <w:szCs w:val="22"/>
            <w:lang w:val="en-MY" w:eastAsia="zh-CN"/>
            <w14:ligatures w14:val="standardContextual"/>
          </w:rPr>
          <w:tab/>
        </w:r>
        <w:r w:rsidRPr="00D25BFE">
          <w:rPr>
            <w:rStyle w:val="Hyperlink"/>
            <w:noProof/>
          </w:rPr>
          <w:t>RESULTS</w:t>
        </w:r>
        <w:r>
          <w:rPr>
            <w:noProof/>
            <w:webHidden/>
          </w:rPr>
          <w:tab/>
        </w:r>
        <w:r>
          <w:rPr>
            <w:noProof/>
            <w:webHidden/>
          </w:rPr>
          <w:fldChar w:fldCharType="begin"/>
        </w:r>
        <w:r>
          <w:rPr>
            <w:noProof/>
            <w:webHidden/>
          </w:rPr>
          <w:instrText xml:space="preserve"> PAGEREF _Toc185259735 \h </w:instrText>
        </w:r>
        <w:r>
          <w:rPr>
            <w:noProof/>
            <w:webHidden/>
          </w:rPr>
        </w:r>
        <w:r>
          <w:rPr>
            <w:noProof/>
            <w:webHidden/>
          </w:rPr>
          <w:fldChar w:fldCharType="separate"/>
        </w:r>
        <w:r>
          <w:rPr>
            <w:noProof/>
            <w:webHidden/>
          </w:rPr>
          <w:t>8</w:t>
        </w:r>
        <w:r>
          <w:rPr>
            <w:noProof/>
            <w:webHidden/>
          </w:rPr>
          <w:fldChar w:fldCharType="end"/>
        </w:r>
      </w:hyperlink>
    </w:p>
    <w:p w14:paraId="5FC49BC9" w14:textId="1B012884"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7" w:history="1">
        <w:r w:rsidRPr="00D25BFE">
          <w:rPr>
            <w:rStyle w:val="Hyperlink"/>
            <w:rFonts w:cs="Times New Roman"/>
            <w:noProof/>
            <w14:scene3d>
              <w14:camera w14:prst="orthographicFront"/>
              <w14:lightRig w14:rig="threePt" w14:dir="t">
                <w14:rot w14:lat="0" w14:lon="0" w14:rev="0"/>
              </w14:lightRig>
            </w14:scene3d>
          </w:rPr>
          <w:t>4.0</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rFonts w:cs="Times New Roman"/>
            <w:noProof/>
          </w:rPr>
          <w:t>Introduction</w:t>
        </w:r>
        <w:r>
          <w:rPr>
            <w:noProof/>
            <w:webHidden/>
          </w:rPr>
          <w:tab/>
        </w:r>
        <w:r>
          <w:rPr>
            <w:noProof/>
            <w:webHidden/>
          </w:rPr>
          <w:fldChar w:fldCharType="begin"/>
        </w:r>
        <w:r>
          <w:rPr>
            <w:noProof/>
            <w:webHidden/>
          </w:rPr>
          <w:instrText xml:space="preserve"> PAGEREF _Toc185259737 \h </w:instrText>
        </w:r>
        <w:r>
          <w:rPr>
            <w:noProof/>
            <w:webHidden/>
          </w:rPr>
        </w:r>
        <w:r>
          <w:rPr>
            <w:noProof/>
            <w:webHidden/>
          </w:rPr>
          <w:fldChar w:fldCharType="separate"/>
        </w:r>
        <w:r>
          <w:rPr>
            <w:noProof/>
            <w:webHidden/>
          </w:rPr>
          <w:t>8</w:t>
        </w:r>
        <w:r>
          <w:rPr>
            <w:noProof/>
            <w:webHidden/>
          </w:rPr>
          <w:fldChar w:fldCharType="end"/>
        </w:r>
      </w:hyperlink>
    </w:p>
    <w:p w14:paraId="14995BCB" w14:textId="3CA254CB"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38" w:history="1">
        <w:r w:rsidRPr="00D25BFE">
          <w:rPr>
            <w:rStyle w:val="Hyperlink"/>
            <w:rFonts w:eastAsia="Times New Roman"/>
            <w:noProof/>
            <w:lang w:val="id-ID" w:bidi="en-US"/>
            <w14:scene3d>
              <w14:camera w14:prst="orthographicFront"/>
              <w14:lightRig w14:rig="threePt" w14:dir="t">
                <w14:rot w14:lat="0" w14:lon="0" w14:rev="0"/>
              </w14:lightRig>
            </w14:scene3d>
          </w:rPr>
          <w:t>4.1</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lang w:val="id-ID"/>
          </w:rPr>
          <w:t>Subheading 1</w:t>
        </w:r>
        <w:r>
          <w:rPr>
            <w:noProof/>
            <w:webHidden/>
          </w:rPr>
          <w:tab/>
        </w:r>
        <w:r>
          <w:rPr>
            <w:noProof/>
            <w:webHidden/>
          </w:rPr>
          <w:fldChar w:fldCharType="begin"/>
        </w:r>
        <w:r>
          <w:rPr>
            <w:noProof/>
            <w:webHidden/>
          </w:rPr>
          <w:instrText xml:space="preserve"> PAGEREF _Toc185259738 \h </w:instrText>
        </w:r>
        <w:r>
          <w:rPr>
            <w:noProof/>
            <w:webHidden/>
          </w:rPr>
        </w:r>
        <w:r>
          <w:rPr>
            <w:noProof/>
            <w:webHidden/>
          </w:rPr>
          <w:fldChar w:fldCharType="separate"/>
        </w:r>
        <w:r>
          <w:rPr>
            <w:noProof/>
            <w:webHidden/>
          </w:rPr>
          <w:t>8</w:t>
        </w:r>
        <w:r>
          <w:rPr>
            <w:noProof/>
            <w:webHidden/>
          </w:rPr>
          <w:fldChar w:fldCharType="end"/>
        </w:r>
      </w:hyperlink>
    </w:p>
    <w:p w14:paraId="5A633231" w14:textId="4C960F55"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39" w:history="1">
        <w:r w:rsidRPr="00D25BFE">
          <w:rPr>
            <w:rStyle w:val="Hyperlink"/>
            <w:noProof/>
            <w:lang w:val="id-ID"/>
          </w:rPr>
          <w:t>4.1.1</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lang w:val="id-ID"/>
          </w:rPr>
          <w:t>Sub-Subheading 1</w:t>
        </w:r>
        <w:r>
          <w:rPr>
            <w:noProof/>
            <w:webHidden/>
          </w:rPr>
          <w:tab/>
        </w:r>
        <w:r>
          <w:rPr>
            <w:noProof/>
            <w:webHidden/>
          </w:rPr>
          <w:fldChar w:fldCharType="begin"/>
        </w:r>
        <w:r>
          <w:rPr>
            <w:noProof/>
            <w:webHidden/>
          </w:rPr>
          <w:instrText xml:space="preserve"> PAGEREF _Toc185259739 \h </w:instrText>
        </w:r>
        <w:r>
          <w:rPr>
            <w:noProof/>
            <w:webHidden/>
          </w:rPr>
        </w:r>
        <w:r>
          <w:rPr>
            <w:noProof/>
            <w:webHidden/>
          </w:rPr>
          <w:fldChar w:fldCharType="separate"/>
        </w:r>
        <w:r>
          <w:rPr>
            <w:noProof/>
            <w:webHidden/>
          </w:rPr>
          <w:t>8</w:t>
        </w:r>
        <w:r>
          <w:rPr>
            <w:noProof/>
            <w:webHidden/>
          </w:rPr>
          <w:fldChar w:fldCharType="end"/>
        </w:r>
      </w:hyperlink>
    </w:p>
    <w:p w14:paraId="2A896B87" w14:textId="6CCE25BC"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0" w:history="1">
        <w:r w:rsidRPr="00D25BFE">
          <w:rPr>
            <w:rStyle w:val="Hyperlink"/>
            <w:noProof/>
            <w14:scene3d>
              <w14:camera w14:prst="orthographicFront"/>
              <w14:lightRig w14:rig="threePt" w14:dir="t">
                <w14:rot w14:lat="0" w14:lon="0" w14:rev="0"/>
              </w14:lightRig>
            </w14:scene3d>
          </w:rPr>
          <w:t>4.2</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2</w:t>
        </w:r>
        <w:r>
          <w:rPr>
            <w:noProof/>
            <w:webHidden/>
          </w:rPr>
          <w:tab/>
        </w:r>
        <w:r>
          <w:rPr>
            <w:noProof/>
            <w:webHidden/>
          </w:rPr>
          <w:fldChar w:fldCharType="begin"/>
        </w:r>
        <w:r>
          <w:rPr>
            <w:noProof/>
            <w:webHidden/>
          </w:rPr>
          <w:instrText xml:space="preserve"> PAGEREF _Toc185259740 \h </w:instrText>
        </w:r>
        <w:r>
          <w:rPr>
            <w:noProof/>
            <w:webHidden/>
          </w:rPr>
        </w:r>
        <w:r>
          <w:rPr>
            <w:noProof/>
            <w:webHidden/>
          </w:rPr>
          <w:fldChar w:fldCharType="separate"/>
        </w:r>
        <w:r>
          <w:rPr>
            <w:noProof/>
            <w:webHidden/>
          </w:rPr>
          <w:t>9</w:t>
        </w:r>
        <w:r>
          <w:rPr>
            <w:noProof/>
            <w:webHidden/>
          </w:rPr>
          <w:fldChar w:fldCharType="end"/>
        </w:r>
      </w:hyperlink>
    </w:p>
    <w:p w14:paraId="74EED8D4" w14:textId="08654E26"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1" w:history="1">
        <w:r w:rsidRPr="00D25BFE">
          <w:rPr>
            <w:rStyle w:val="Hyperlink"/>
            <w:noProof/>
            <w14:scene3d>
              <w14:camera w14:prst="orthographicFront"/>
              <w14:lightRig w14:rig="threePt" w14:dir="t">
                <w14:rot w14:lat="0" w14:lon="0" w14:rev="0"/>
              </w14:lightRig>
            </w14:scene3d>
          </w:rPr>
          <w:t>4.3</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Subheading 3</w:t>
        </w:r>
        <w:r>
          <w:rPr>
            <w:noProof/>
            <w:webHidden/>
          </w:rPr>
          <w:tab/>
        </w:r>
        <w:r>
          <w:rPr>
            <w:noProof/>
            <w:webHidden/>
          </w:rPr>
          <w:fldChar w:fldCharType="begin"/>
        </w:r>
        <w:r>
          <w:rPr>
            <w:noProof/>
            <w:webHidden/>
          </w:rPr>
          <w:instrText xml:space="preserve"> PAGEREF _Toc185259741 \h </w:instrText>
        </w:r>
        <w:r>
          <w:rPr>
            <w:noProof/>
            <w:webHidden/>
          </w:rPr>
        </w:r>
        <w:r>
          <w:rPr>
            <w:noProof/>
            <w:webHidden/>
          </w:rPr>
          <w:fldChar w:fldCharType="separate"/>
        </w:r>
        <w:r>
          <w:rPr>
            <w:noProof/>
            <w:webHidden/>
          </w:rPr>
          <w:t>10</w:t>
        </w:r>
        <w:r>
          <w:rPr>
            <w:noProof/>
            <w:webHidden/>
          </w:rPr>
          <w:fldChar w:fldCharType="end"/>
        </w:r>
      </w:hyperlink>
    </w:p>
    <w:p w14:paraId="0A014577" w14:textId="63470AE6"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2" w:history="1">
        <w:r w:rsidRPr="00D25BFE">
          <w:rPr>
            <w:rStyle w:val="Hyperlink"/>
            <w:noProof/>
            <w14:scene3d>
              <w14:camera w14:prst="orthographicFront"/>
              <w14:lightRig w14:rig="threePt" w14:dir="t">
                <w14:rot w14:lat="0" w14:lon="0" w14:rev="0"/>
              </w14:lightRig>
            </w14:scene3d>
          </w:rPr>
          <w:t>4.4</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Chapter Summary</w:t>
        </w:r>
        <w:r>
          <w:rPr>
            <w:noProof/>
            <w:webHidden/>
          </w:rPr>
          <w:tab/>
        </w:r>
        <w:r>
          <w:rPr>
            <w:noProof/>
            <w:webHidden/>
          </w:rPr>
          <w:fldChar w:fldCharType="begin"/>
        </w:r>
        <w:r>
          <w:rPr>
            <w:noProof/>
            <w:webHidden/>
          </w:rPr>
          <w:instrText xml:space="preserve"> PAGEREF _Toc185259742 \h </w:instrText>
        </w:r>
        <w:r>
          <w:rPr>
            <w:noProof/>
            <w:webHidden/>
          </w:rPr>
        </w:r>
        <w:r>
          <w:rPr>
            <w:noProof/>
            <w:webHidden/>
          </w:rPr>
          <w:fldChar w:fldCharType="separate"/>
        </w:r>
        <w:r>
          <w:rPr>
            <w:noProof/>
            <w:webHidden/>
          </w:rPr>
          <w:t>11</w:t>
        </w:r>
        <w:r>
          <w:rPr>
            <w:noProof/>
            <w:webHidden/>
          </w:rPr>
          <w:fldChar w:fldCharType="end"/>
        </w:r>
      </w:hyperlink>
    </w:p>
    <w:p w14:paraId="6DD290DD" w14:textId="0FA01FA5" w:rsidR="00E910E6" w:rsidRDefault="00E910E6">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5259743" w:history="1">
        <w:r w:rsidRPr="00D25BFE">
          <w:rPr>
            <w:rStyle w:val="Hyperlink"/>
            <w:noProof/>
          </w:rPr>
          <w:t>CHAPTER 5</w:t>
        </w:r>
        <w:r>
          <w:rPr>
            <w:rFonts w:asciiTheme="minorHAnsi" w:eastAsiaTheme="minorEastAsia" w:hAnsiTheme="minorHAnsi" w:cstheme="minorBidi"/>
            <w:b w:val="0"/>
            <w:bCs w:val="0"/>
            <w:noProof/>
            <w:kern w:val="2"/>
            <w:sz w:val="22"/>
            <w:szCs w:val="22"/>
            <w:lang w:val="en-MY" w:eastAsia="zh-CN"/>
            <w14:ligatures w14:val="standardContextual"/>
          </w:rPr>
          <w:tab/>
        </w:r>
        <w:r w:rsidRPr="00D25BFE">
          <w:rPr>
            <w:rStyle w:val="Hyperlink"/>
            <w:noProof/>
          </w:rPr>
          <w:t>DISCUSSION AND CONCLUSION</w:t>
        </w:r>
        <w:r>
          <w:rPr>
            <w:noProof/>
            <w:webHidden/>
          </w:rPr>
          <w:tab/>
        </w:r>
        <w:r>
          <w:rPr>
            <w:noProof/>
            <w:webHidden/>
          </w:rPr>
          <w:fldChar w:fldCharType="begin"/>
        </w:r>
        <w:r>
          <w:rPr>
            <w:noProof/>
            <w:webHidden/>
          </w:rPr>
          <w:instrText xml:space="preserve"> PAGEREF _Toc185259743 \h </w:instrText>
        </w:r>
        <w:r>
          <w:rPr>
            <w:noProof/>
            <w:webHidden/>
          </w:rPr>
        </w:r>
        <w:r>
          <w:rPr>
            <w:noProof/>
            <w:webHidden/>
          </w:rPr>
          <w:fldChar w:fldCharType="separate"/>
        </w:r>
        <w:r>
          <w:rPr>
            <w:noProof/>
            <w:webHidden/>
          </w:rPr>
          <w:t>12</w:t>
        </w:r>
        <w:r>
          <w:rPr>
            <w:noProof/>
            <w:webHidden/>
          </w:rPr>
          <w:fldChar w:fldCharType="end"/>
        </w:r>
      </w:hyperlink>
    </w:p>
    <w:p w14:paraId="420C55B0" w14:textId="5F0A201D"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5" w:history="1">
        <w:r w:rsidRPr="00D25BFE">
          <w:rPr>
            <w:rStyle w:val="Hyperlink"/>
            <w:noProof/>
            <w14:scene3d>
              <w14:camera w14:prst="orthographicFront"/>
              <w14:lightRig w14:rig="threePt" w14:dir="t">
                <w14:rot w14:lat="0" w14:lon="0" w14:rev="0"/>
              </w14:lightRig>
            </w14:scene3d>
          </w:rPr>
          <w:t>5.0</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Introduction</w:t>
        </w:r>
        <w:r>
          <w:rPr>
            <w:noProof/>
            <w:webHidden/>
          </w:rPr>
          <w:tab/>
        </w:r>
        <w:r>
          <w:rPr>
            <w:noProof/>
            <w:webHidden/>
          </w:rPr>
          <w:fldChar w:fldCharType="begin"/>
        </w:r>
        <w:r>
          <w:rPr>
            <w:noProof/>
            <w:webHidden/>
          </w:rPr>
          <w:instrText xml:space="preserve"> PAGEREF _Toc185259745 \h </w:instrText>
        </w:r>
        <w:r>
          <w:rPr>
            <w:noProof/>
            <w:webHidden/>
          </w:rPr>
        </w:r>
        <w:r>
          <w:rPr>
            <w:noProof/>
            <w:webHidden/>
          </w:rPr>
          <w:fldChar w:fldCharType="separate"/>
        </w:r>
        <w:r>
          <w:rPr>
            <w:noProof/>
            <w:webHidden/>
          </w:rPr>
          <w:t>12</w:t>
        </w:r>
        <w:r>
          <w:rPr>
            <w:noProof/>
            <w:webHidden/>
          </w:rPr>
          <w:fldChar w:fldCharType="end"/>
        </w:r>
      </w:hyperlink>
    </w:p>
    <w:p w14:paraId="6E400DE3" w14:textId="15603E4D"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6" w:history="1">
        <w:r w:rsidRPr="00D25BFE">
          <w:rPr>
            <w:rStyle w:val="Hyperlink"/>
            <w:noProof/>
            <w14:scene3d>
              <w14:camera w14:prst="orthographicFront"/>
              <w14:lightRig w14:rig="threePt" w14:dir="t">
                <w14:rot w14:lat="0" w14:lon="0" w14:rev="0"/>
              </w14:lightRig>
            </w14:scene3d>
          </w:rPr>
          <w:t>5.1</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Limitations of Research</w:t>
        </w:r>
        <w:r>
          <w:rPr>
            <w:noProof/>
            <w:webHidden/>
          </w:rPr>
          <w:tab/>
        </w:r>
        <w:r>
          <w:rPr>
            <w:noProof/>
            <w:webHidden/>
          </w:rPr>
          <w:fldChar w:fldCharType="begin"/>
        </w:r>
        <w:r>
          <w:rPr>
            <w:noProof/>
            <w:webHidden/>
          </w:rPr>
          <w:instrText xml:space="preserve"> PAGEREF _Toc185259746 \h </w:instrText>
        </w:r>
        <w:r>
          <w:rPr>
            <w:noProof/>
            <w:webHidden/>
          </w:rPr>
        </w:r>
        <w:r>
          <w:rPr>
            <w:noProof/>
            <w:webHidden/>
          </w:rPr>
          <w:fldChar w:fldCharType="separate"/>
        </w:r>
        <w:r>
          <w:rPr>
            <w:noProof/>
            <w:webHidden/>
          </w:rPr>
          <w:t>12</w:t>
        </w:r>
        <w:r>
          <w:rPr>
            <w:noProof/>
            <w:webHidden/>
          </w:rPr>
          <w:fldChar w:fldCharType="end"/>
        </w:r>
      </w:hyperlink>
    </w:p>
    <w:p w14:paraId="2A61AC36" w14:textId="08DD005F"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7" w:history="1">
        <w:r w:rsidRPr="00D25BFE">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Implications of Research</w:t>
        </w:r>
        <w:r>
          <w:rPr>
            <w:noProof/>
            <w:webHidden/>
          </w:rPr>
          <w:tab/>
        </w:r>
        <w:r>
          <w:rPr>
            <w:noProof/>
            <w:webHidden/>
          </w:rPr>
          <w:fldChar w:fldCharType="begin"/>
        </w:r>
        <w:r>
          <w:rPr>
            <w:noProof/>
            <w:webHidden/>
          </w:rPr>
          <w:instrText xml:space="preserve"> PAGEREF _Toc185259747 \h </w:instrText>
        </w:r>
        <w:r>
          <w:rPr>
            <w:noProof/>
            <w:webHidden/>
          </w:rPr>
        </w:r>
        <w:r>
          <w:rPr>
            <w:noProof/>
            <w:webHidden/>
          </w:rPr>
          <w:fldChar w:fldCharType="separate"/>
        </w:r>
        <w:r>
          <w:rPr>
            <w:noProof/>
            <w:webHidden/>
          </w:rPr>
          <w:t>12</w:t>
        </w:r>
        <w:r>
          <w:rPr>
            <w:noProof/>
            <w:webHidden/>
          </w:rPr>
          <w:fldChar w:fldCharType="end"/>
        </w:r>
      </w:hyperlink>
    </w:p>
    <w:p w14:paraId="00185914" w14:textId="0DB3C268"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48" w:history="1">
        <w:r w:rsidRPr="00D25BFE">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Contributions of Research</w:t>
        </w:r>
        <w:r>
          <w:rPr>
            <w:noProof/>
            <w:webHidden/>
          </w:rPr>
          <w:tab/>
        </w:r>
        <w:r>
          <w:rPr>
            <w:noProof/>
            <w:webHidden/>
          </w:rPr>
          <w:fldChar w:fldCharType="begin"/>
        </w:r>
        <w:r>
          <w:rPr>
            <w:noProof/>
            <w:webHidden/>
          </w:rPr>
          <w:instrText xml:space="preserve"> PAGEREF _Toc185259748 \h </w:instrText>
        </w:r>
        <w:r>
          <w:rPr>
            <w:noProof/>
            <w:webHidden/>
          </w:rPr>
        </w:r>
        <w:r>
          <w:rPr>
            <w:noProof/>
            <w:webHidden/>
          </w:rPr>
          <w:fldChar w:fldCharType="separate"/>
        </w:r>
        <w:r>
          <w:rPr>
            <w:noProof/>
            <w:webHidden/>
          </w:rPr>
          <w:t>12</w:t>
        </w:r>
        <w:r>
          <w:rPr>
            <w:noProof/>
            <w:webHidden/>
          </w:rPr>
          <w:fldChar w:fldCharType="end"/>
        </w:r>
      </w:hyperlink>
    </w:p>
    <w:p w14:paraId="411E165A" w14:textId="01C9031A"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49" w:history="1">
        <w:r w:rsidRPr="00D25BFE">
          <w:rPr>
            <w:rStyle w:val="Hyperlink"/>
            <w:noProof/>
          </w:rPr>
          <w:t>5.3.1</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Theoretical Contributions</w:t>
        </w:r>
        <w:r>
          <w:rPr>
            <w:noProof/>
            <w:webHidden/>
          </w:rPr>
          <w:tab/>
        </w:r>
        <w:r>
          <w:rPr>
            <w:noProof/>
            <w:webHidden/>
          </w:rPr>
          <w:fldChar w:fldCharType="begin"/>
        </w:r>
        <w:r>
          <w:rPr>
            <w:noProof/>
            <w:webHidden/>
          </w:rPr>
          <w:instrText xml:space="preserve"> PAGEREF _Toc185259749 \h </w:instrText>
        </w:r>
        <w:r>
          <w:rPr>
            <w:noProof/>
            <w:webHidden/>
          </w:rPr>
        </w:r>
        <w:r>
          <w:rPr>
            <w:noProof/>
            <w:webHidden/>
          </w:rPr>
          <w:fldChar w:fldCharType="separate"/>
        </w:r>
        <w:r>
          <w:rPr>
            <w:noProof/>
            <w:webHidden/>
          </w:rPr>
          <w:t>12</w:t>
        </w:r>
        <w:r>
          <w:rPr>
            <w:noProof/>
            <w:webHidden/>
          </w:rPr>
          <w:fldChar w:fldCharType="end"/>
        </w:r>
      </w:hyperlink>
    </w:p>
    <w:p w14:paraId="3A4C5C7B" w14:textId="2507CE28"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50" w:history="1">
        <w:r w:rsidRPr="00D25BFE">
          <w:rPr>
            <w:rStyle w:val="Hyperlink"/>
            <w:noProof/>
          </w:rPr>
          <w:t>5.3.2</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Practical Contributions</w:t>
        </w:r>
        <w:r>
          <w:rPr>
            <w:noProof/>
            <w:webHidden/>
          </w:rPr>
          <w:tab/>
        </w:r>
        <w:r>
          <w:rPr>
            <w:noProof/>
            <w:webHidden/>
          </w:rPr>
          <w:fldChar w:fldCharType="begin"/>
        </w:r>
        <w:r>
          <w:rPr>
            <w:noProof/>
            <w:webHidden/>
          </w:rPr>
          <w:instrText xml:space="preserve"> PAGEREF _Toc185259750 \h </w:instrText>
        </w:r>
        <w:r>
          <w:rPr>
            <w:noProof/>
            <w:webHidden/>
          </w:rPr>
        </w:r>
        <w:r>
          <w:rPr>
            <w:noProof/>
            <w:webHidden/>
          </w:rPr>
          <w:fldChar w:fldCharType="separate"/>
        </w:r>
        <w:r>
          <w:rPr>
            <w:noProof/>
            <w:webHidden/>
          </w:rPr>
          <w:t>12</w:t>
        </w:r>
        <w:r>
          <w:rPr>
            <w:noProof/>
            <w:webHidden/>
          </w:rPr>
          <w:fldChar w:fldCharType="end"/>
        </w:r>
      </w:hyperlink>
    </w:p>
    <w:p w14:paraId="1E849D5F" w14:textId="4421A675" w:rsidR="00E910E6" w:rsidRDefault="00E910E6">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5259751" w:history="1">
        <w:r w:rsidRPr="00D25BFE">
          <w:rPr>
            <w:rStyle w:val="Hyperlink"/>
            <w:noProof/>
          </w:rPr>
          <w:t>5.3.3</w:t>
        </w:r>
        <w:r>
          <w:rPr>
            <w:rFonts w:asciiTheme="minorHAnsi" w:eastAsiaTheme="minorEastAsia" w:hAnsiTheme="minorHAnsi" w:cstheme="minorBidi"/>
            <w:noProof/>
            <w:kern w:val="2"/>
            <w:sz w:val="22"/>
            <w:szCs w:val="22"/>
            <w:lang w:val="en-MY" w:eastAsia="zh-CN"/>
            <w14:ligatures w14:val="standardContextual"/>
          </w:rPr>
          <w:tab/>
        </w:r>
        <w:r w:rsidRPr="00D25BFE">
          <w:rPr>
            <w:rStyle w:val="Hyperlink"/>
            <w:noProof/>
          </w:rPr>
          <w:t>Contribution to Methodology</w:t>
        </w:r>
        <w:r>
          <w:rPr>
            <w:noProof/>
            <w:webHidden/>
          </w:rPr>
          <w:tab/>
        </w:r>
        <w:r>
          <w:rPr>
            <w:noProof/>
            <w:webHidden/>
          </w:rPr>
          <w:fldChar w:fldCharType="begin"/>
        </w:r>
        <w:r>
          <w:rPr>
            <w:noProof/>
            <w:webHidden/>
          </w:rPr>
          <w:instrText xml:space="preserve"> PAGEREF _Toc185259751 \h </w:instrText>
        </w:r>
        <w:r>
          <w:rPr>
            <w:noProof/>
            <w:webHidden/>
          </w:rPr>
        </w:r>
        <w:r>
          <w:rPr>
            <w:noProof/>
            <w:webHidden/>
          </w:rPr>
          <w:fldChar w:fldCharType="separate"/>
        </w:r>
        <w:r>
          <w:rPr>
            <w:noProof/>
            <w:webHidden/>
          </w:rPr>
          <w:t>12</w:t>
        </w:r>
        <w:r>
          <w:rPr>
            <w:noProof/>
            <w:webHidden/>
          </w:rPr>
          <w:fldChar w:fldCharType="end"/>
        </w:r>
      </w:hyperlink>
    </w:p>
    <w:p w14:paraId="60961250" w14:textId="3C47B2EE"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52" w:history="1">
        <w:r w:rsidRPr="00D25BFE">
          <w:rPr>
            <w:rStyle w:val="Hyperlink"/>
            <w:noProof/>
            <w14:scene3d>
              <w14:camera w14:prst="orthographicFront"/>
              <w14:lightRig w14:rig="threePt" w14:dir="t">
                <w14:rot w14:lat="0" w14:lon="0" w14:rev="0"/>
              </w14:lightRig>
            </w14:scene3d>
          </w:rPr>
          <w:t>5.4</w:t>
        </w:r>
        <w:r>
          <w:rPr>
            <w:rFonts w:asciiTheme="minorHAnsi" w:eastAsiaTheme="minorEastAsia" w:hAnsiTheme="minorHAnsi" w:cstheme="minorBidi"/>
            <w:iCs w:val="0"/>
            <w:noProof/>
            <w:kern w:val="2"/>
            <w:sz w:val="22"/>
            <w:szCs w:val="22"/>
            <w:lang w:val="en-MY" w:eastAsia="zh-CN"/>
            <w14:ligatures w14:val="standardContextual"/>
          </w:rPr>
          <w:tab/>
        </w:r>
        <w:r w:rsidRPr="00D25BFE">
          <w:rPr>
            <w:rStyle w:val="Hyperlink"/>
            <w:noProof/>
          </w:rPr>
          <w:t>Recommendation for Future Research</w:t>
        </w:r>
        <w:r>
          <w:rPr>
            <w:noProof/>
            <w:webHidden/>
          </w:rPr>
          <w:tab/>
        </w:r>
        <w:r>
          <w:rPr>
            <w:noProof/>
            <w:webHidden/>
          </w:rPr>
          <w:fldChar w:fldCharType="begin"/>
        </w:r>
        <w:r>
          <w:rPr>
            <w:noProof/>
            <w:webHidden/>
          </w:rPr>
          <w:instrText xml:space="preserve"> PAGEREF _Toc185259752 \h </w:instrText>
        </w:r>
        <w:r>
          <w:rPr>
            <w:noProof/>
            <w:webHidden/>
          </w:rPr>
        </w:r>
        <w:r>
          <w:rPr>
            <w:noProof/>
            <w:webHidden/>
          </w:rPr>
          <w:fldChar w:fldCharType="separate"/>
        </w:r>
        <w:r>
          <w:rPr>
            <w:noProof/>
            <w:webHidden/>
          </w:rPr>
          <w:t>12</w:t>
        </w:r>
        <w:r>
          <w:rPr>
            <w:noProof/>
            <w:webHidden/>
          </w:rPr>
          <w:fldChar w:fldCharType="end"/>
        </w:r>
      </w:hyperlink>
    </w:p>
    <w:p w14:paraId="784967DE" w14:textId="7828B00C"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53" w:history="1">
        <w:r w:rsidRPr="00E910E6">
          <w:rPr>
            <w:rStyle w:val="Hyperlink"/>
            <w:b/>
            <w:bCs/>
            <w:noProof/>
          </w:rPr>
          <w:t>REFERENCES</w:t>
        </w:r>
        <w:r w:rsidRPr="00E910E6">
          <w:rPr>
            <w:b/>
            <w:bCs/>
            <w:noProof/>
            <w:webHidden/>
          </w:rPr>
          <w:tab/>
        </w:r>
        <w:r w:rsidRPr="00E910E6">
          <w:rPr>
            <w:b/>
            <w:bCs/>
            <w:noProof/>
            <w:webHidden/>
          </w:rPr>
          <w:fldChar w:fldCharType="begin"/>
        </w:r>
        <w:r w:rsidRPr="00E910E6">
          <w:rPr>
            <w:b/>
            <w:bCs/>
            <w:noProof/>
            <w:webHidden/>
          </w:rPr>
          <w:instrText xml:space="preserve"> PAGEREF _Toc185259753 \h </w:instrText>
        </w:r>
        <w:r w:rsidRPr="00E910E6">
          <w:rPr>
            <w:b/>
            <w:bCs/>
            <w:noProof/>
            <w:webHidden/>
          </w:rPr>
        </w:r>
        <w:r w:rsidRPr="00E910E6">
          <w:rPr>
            <w:b/>
            <w:bCs/>
            <w:noProof/>
            <w:webHidden/>
          </w:rPr>
          <w:fldChar w:fldCharType="separate"/>
        </w:r>
        <w:r w:rsidRPr="00E910E6">
          <w:rPr>
            <w:b/>
            <w:bCs/>
            <w:noProof/>
            <w:webHidden/>
          </w:rPr>
          <w:t>13</w:t>
        </w:r>
        <w:r w:rsidRPr="00E910E6">
          <w:rPr>
            <w:b/>
            <w:bCs/>
            <w:noProof/>
            <w:webHidden/>
          </w:rPr>
          <w:fldChar w:fldCharType="end"/>
        </w:r>
      </w:hyperlink>
    </w:p>
    <w:p w14:paraId="3322A390" w14:textId="23D63B37" w:rsidR="00E910E6" w:rsidRPr="00E910E6" w:rsidRDefault="00E910E6">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5259754" w:history="1">
        <w:r w:rsidRPr="00E910E6">
          <w:rPr>
            <w:rStyle w:val="Hyperlink"/>
            <w:b/>
            <w:bCs/>
            <w:noProof/>
          </w:rPr>
          <w:t>APPENDICES</w:t>
        </w:r>
        <w:r w:rsidRPr="00E910E6">
          <w:rPr>
            <w:b/>
            <w:bCs/>
            <w:noProof/>
            <w:webHidden/>
          </w:rPr>
          <w:tab/>
        </w:r>
        <w:r w:rsidRPr="00E910E6">
          <w:rPr>
            <w:b/>
            <w:bCs/>
            <w:noProof/>
            <w:webHidden/>
          </w:rPr>
          <w:fldChar w:fldCharType="begin"/>
        </w:r>
        <w:r w:rsidRPr="00E910E6">
          <w:rPr>
            <w:b/>
            <w:bCs/>
            <w:noProof/>
            <w:webHidden/>
          </w:rPr>
          <w:instrText xml:space="preserve"> PAGEREF _Toc185259754 \h </w:instrText>
        </w:r>
        <w:r w:rsidRPr="00E910E6">
          <w:rPr>
            <w:b/>
            <w:bCs/>
            <w:noProof/>
            <w:webHidden/>
          </w:rPr>
        </w:r>
        <w:r w:rsidRPr="00E910E6">
          <w:rPr>
            <w:b/>
            <w:bCs/>
            <w:noProof/>
            <w:webHidden/>
          </w:rPr>
          <w:fldChar w:fldCharType="separate"/>
        </w:r>
        <w:r w:rsidRPr="00E910E6">
          <w:rPr>
            <w:b/>
            <w:bCs/>
            <w:noProof/>
            <w:webHidden/>
          </w:rPr>
          <w:t>14</w:t>
        </w:r>
        <w:r w:rsidRPr="00E910E6">
          <w:rPr>
            <w:b/>
            <w:bCs/>
            <w:noProof/>
            <w:webHidden/>
          </w:rPr>
          <w:fldChar w:fldCharType="end"/>
        </w:r>
      </w:hyperlink>
    </w:p>
    <w:p w14:paraId="52E9A527" w14:textId="40910476"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55" w:history="1">
        <w:r w:rsidRPr="00D25BFE">
          <w:rPr>
            <w:rStyle w:val="Hyperlink"/>
            <w:noProof/>
          </w:rPr>
          <w:t>Appendix A</w:t>
        </w:r>
        <w:r>
          <w:rPr>
            <w:noProof/>
            <w:webHidden/>
          </w:rPr>
          <w:tab/>
        </w:r>
        <w:r>
          <w:rPr>
            <w:noProof/>
            <w:webHidden/>
          </w:rPr>
          <w:fldChar w:fldCharType="begin"/>
        </w:r>
        <w:r>
          <w:rPr>
            <w:noProof/>
            <w:webHidden/>
          </w:rPr>
          <w:instrText xml:space="preserve"> PAGEREF _Toc185259755 \h </w:instrText>
        </w:r>
        <w:r>
          <w:rPr>
            <w:noProof/>
            <w:webHidden/>
          </w:rPr>
        </w:r>
        <w:r>
          <w:rPr>
            <w:noProof/>
            <w:webHidden/>
          </w:rPr>
          <w:fldChar w:fldCharType="separate"/>
        </w:r>
        <w:r>
          <w:rPr>
            <w:noProof/>
            <w:webHidden/>
          </w:rPr>
          <w:t>14</w:t>
        </w:r>
        <w:r>
          <w:rPr>
            <w:noProof/>
            <w:webHidden/>
          </w:rPr>
          <w:fldChar w:fldCharType="end"/>
        </w:r>
      </w:hyperlink>
    </w:p>
    <w:p w14:paraId="68719AD6" w14:textId="0990788B" w:rsidR="00E910E6" w:rsidRDefault="00E910E6">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5259756" w:history="1">
        <w:r w:rsidRPr="00D25BFE">
          <w:rPr>
            <w:rStyle w:val="Hyperlink"/>
            <w:noProof/>
          </w:rPr>
          <w:t>Appendix B</w:t>
        </w:r>
        <w:r>
          <w:rPr>
            <w:noProof/>
            <w:webHidden/>
          </w:rPr>
          <w:tab/>
        </w:r>
        <w:r>
          <w:rPr>
            <w:noProof/>
            <w:webHidden/>
          </w:rPr>
          <w:fldChar w:fldCharType="begin"/>
        </w:r>
        <w:r>
          <w:rPr>
            <w:noProof/>
            <w:webHidden/>
          </w:rPr>
          <w:instrText xml:space="preserve"> PAGEREF _Toc185259756 \h </w:instrText>
        </w:r>
        <w:r>
          <w:rPr>
            <w:noProof/>
            <w:webHidden/>
          </w:rPr>
        </w:r>
        <w:r>
          <w:rPr>
            <w:noProof/>
            <w:webHidden/>
          </w:rPr>
          <w:fldChar w:fldCharType="separate"/>
        </w:r>
        <w:r>
          <w:rPr>
            <w:noProof/>
            <w:webHidden/>
          </w:rPr>
          <w:t>14</w:t>
        </w:r>
        <w:r>
          <w:rPr>
            <w:noProof/>
            <w:webHidden/>
          </w:rPr>
          <w:fldChar w:fldCharType="end"/>
        </w:r>
      </w:hyperlink>
    </w:p>
    <w:p w14:paraId="5A2A4E9A" w14:textId="694E037E" w:rsidR="0078401B" w:rsidRDefault="00116B21" w:rsidP="0078401B">
      <w:pPr>
        <w:rPr>
          <w:rFonts w:cs="Times New Roman"/>
        </w:rPr>
      </w:pPr>
      <w:r>
        <w:rPr>
          <w:rFonts w:cs="Times New Roman"/>
          <w:szCs w:val="20"/>
        </w:rPr>
        <w:fldChar w:fldCharType="end"/>
      </w:r>
      <w:r w:rsidR="0078401B">
        <w:rPr>
          <w:rFonts w:cs="Times New Roman"/>
        </w:rPr>
        <w:br w:type="page"/>
      </w:r>
    </w:p>
    <w:p w14:paraId="3591FF0A" w14:textId="3E636CAB" w:rsidR="001035F7" w:rsidRDefault="0078401B" w:rsidP="00620B80">
      <w:pPr>
        <w:pStyle w:val="Pre-Title"/>
        <w:spacing w:after="240"/>
      </w:pPr>
      <w:bookmarkStart w:id="39" w:name="_Toc528491931"/>
      <w:bookmarkStart w:id="40" w:name="_Toc528509065"/>
      <w:bookmarkStart w:id="41" w:name="_Toc528510697"/>
      <w:bookmarkStart w:id="42" w:name="_Toc528743042"/>
      <w:bookmarkStart w:id="43" w:name="_Toc528764231"/>
      <w:bookmarkStart w:id="44" w:name="_Toc528848629"/>
      <w:bookmarkStart w:id="45" w:name="_Toc528849588"/>
      <w:bookmarkStart w:id="46" w:name="_Toc185259702"/>
      <w:r w:rsidRPr="0078401B">
        <w:lastRenderedPageBreak/>
        <w:t>LIST OF TABLES</w:t>
      </w:r>
      <w:bookmarkEnd w:id="39"/>
      <w:bookmarkEnd w:id="40"/>
      <w:bookmarkEnd w:id="41"/>
      <w:bookmarkEnd w:id="42"/>
      <w:bookmarkEnd w:id="43"/>
      <w:bookmarkEnd w:id="44"/>
      <w:bookmarkEnd w:id="45"/>
      <w:bookmarkEnd w:id="46"/>
    </w:p>
    <w:p w14:paraId="03B5646C" w14:textId="35367E94" w:rsidR="00B32909" w:rsidRPr="00FA5F84" w:rsidRDefault="00B32909" w:rsidP="00B32909">
      <w:pPr>
        <w:pStyle w:val="TableofFigures"/>
        <w:tabs>
          <w:tab w:val="right" w:pos="8296"/>
        </w:tabs>
        <w:rPr>
          <w:bCs/>
        </w:rPr>
      </w:pPr>
      <w:r w:rsidRPr="00FA5F84">
        <w:rPr>
          <w:bCs/>
        </w:rPr>
        <w:t xml:space="preserve">*Delete the </w:t>
      </w:r>
      <w:r w:rsidRPr="00DF6B7B">
        <w:rPr>
          <w:bCs/>
        </w:rPr>
        <w:t xml:space="preserve">colon </w:t>
      </w:r>
      <w:r>
        <w:rPr>
          <w:bCs/>
        </w:rPr>
        <w:t xml:space="preserve">“:” </w:t>
      </w:r>
      <w:r w:rsidRPr="00DF6B7B">
        <w:rPr>
          <w:bCs/>
        </w:rPr>
        <w:t xml:space="preserve">symbol </w:t>
      </w:r>
      <w:r w:rsidRPr="00FA5F84">
        <w:rPr>
          <w:bCs/>
        </w:rPr>
        <w:t xml:space="preserve">in </w:t>
      </w:r>
      <w:r>
        <w:rPr>
          <w:bCs/>
        </w:rPr>
        <w:t>L</w:t>
      </w:r>
      <w:r w:rsidRPr="00FA5F84">
        <w:rPr>
          <w:bCs/>
        </w:rPr>
        <w:t>O</w:t>
      </w:r>
      <w:r>
        <w:rPr>
          <w:bCs/>
        </w:rPr>
        <w:t>T</w:t>
      </w:r>
    </w:p>
    <w:p w14:paraId="4FB50C0A" w14:textId="77777777" w:rsidR="00A01E53" w:rsidRDefault="00E35DFA" w:rsidP="00E55043">
      <w:pPr>
        <w:pStyle w:val="TableofFigures"/>
        <w:tabs>
          <w:tab w:val="right" w:pos="8296"/>
        </w:tabs>
        <w:rPr>
          <w:noProof/>
        </w:rPr>
      </w:pPr>
      <w:bookmarkStart w:id="47" w:name="_Hlk160631418"/>
      <w:r w:rsidRPr="00D51E88">
        <w:rPr>
          <w:b/>
        </w:rPr>
        <w:t>Table</w:t>
      </w:r>
      <w:r w:rsidR="00D51E88">
        <w:rPr>
          <w:b/>
        </w:rPr>
        <w:t xml:space="preserve"> </w:t>
      </w:r>
      <w:r w:rsidR="00256B2E">
        <w:rPr>
          <w:b/>
        </w:rPr>
        <w:tab/>
        <w:t>Page</w:t>
      </w:r>
      <w:bookmarkEnd w:id="47"/>
      <w:r w:rsidR="00E55043">
        <w:rPr>
          <w:color w:val="000000" w:themeColor="text1"/>
        </w:rPr>
        <w:fldChar w:fldCharType="begin"/>
      </w:r>
      <w:r w:rsidR="00E55043">
        <w:rPr>
          <w:color w:val="000000" w:themeColor="text1"/>
        </w:rPr>
        <w:instrText xml:space="preserve"> TOC \h \z \c "Table" </w:instrText>
      </w:r>
      <w:r w:rsidR="00E55043">
        <w:rPr>
          <w:color w:val="000000" w:themeColor="text1"/>
        </w:rPr>
        <w:fldChar w:fldCharType="separate"/>
      </w:r>
    </w:p>
    <w:p w14:paraId="6F9BC9ED" w14:textId="1100BF9E" w:rsidR="00A01E53" w:rsidRPr="00A01E53" w:rsidRDefault="00A01E53" w:rsidP="00A01E53">
      <w:pPr>
        <w:pStyle w:val="TableofFigures"/>
        <w:tabs>
          <w:tab w:val="right" w:pos="8210"/>
        </w:tabs>
        <w:ind w:left="1418" w:hanging="1418"/>
        <w:rPr>
          <w:rFonts w:asciiTheme="minorHAnsi" w:eastAsiaTheme="minorEastAsia" w:hAnsiTheme="minorHAnsi"/>
          <w:noProof/>
          <w:kern w:val="2"/>
          <w:sz w:val="22"/>
          <w:lang w:val="en-MY" w:eastAsia="zh-CN"/>
          <w14:ligatures w14:val="standardContextual"/>
        </w:rPr>
      </w:pPr>
      <w:hyperlink w:anchor="_Toc185260902" w:history="1">
        <w:r w:rsidRPr="00A01E53">
          <w:rPr>
            <w:rStyle w:val="Hyperlink"/>
            <w:noProof/>
          </w:rPr>
          <w:t>Table 2.1</w:t>
        </w:r>
        <w:r w:rsidRPr="00A01E53">
          <w:rPr>
            <w:rStyle w:val="Hyperlink"/>
            <w:noProof/>
          </w:rPr>
          <w:tab/>
          <w:t xml:space="preserve"> Table Example</w:t>
        </w:r>
        <w:r w:rsidRPr="00A01E53">
          <w:rPr>
            <w:noProof/>
            <w:webHidden/>
          </w:rPr>
          <w:tab/>
        </w:r>
        <w:r w:rsidRPr="00A01E53">
          <w:rPr>
            <w:noProof/>
            <w:webHidden/>
          </w:rPr>
          <w:fldChar w:fldCharType="begin"/>
        </w:r>
        <w:r w:rsidRPr="00A01E53">
          <w:rPr>
            <w:noProof/>
            <w:webHidden/>
          </w:rPr>
          <w:instrText xml:space="preserve"> PAGEREF _Toc185260902 \h </w:instrText>
        </w:r>
        <w:r w:rsidRPr="00A01E53">
          <w:rPr>
            <w:noProof/>
            <w:webHidden/>
          </w:rPr>
        </w:r>
        <w:r w:rsidRPr="00A01E53">
          <w:rPr>
            <w:noProof/>
            <w:webHidden/>
          </w:rPr>
          <w:fldChar w:fldCharType="separate"/>
        </w:r>
        <w:r w:rsidRPr="00A01E53">
          <w:rPr>
            <w:noProof/>
            <w:webHidden/>
          </w:rPr>
          <w:t>5</w:t>
        </w:r>
        <w:r w:rsidRPr="00A01E53">
          <w:rPr>
            <w:noProof/>
            <w:webHidden/>
          </w:rPr>
          <w:fldChar w:fldCharType="end"/>
        </w:r>
      </w:hyperlink>
    </w:p>
    <w:p w14:paraId="6A7EF336" w14:textId="1F6B6300" w:rsidR="0078401B" w:rsidRPr="00F61A9C" w:rsidRDefault="00E55043" w:rsidP="00E55043">
      <w:pPr>
        <w:pStyle w:val="TableofFigures"/>
        <w:tabs>
          <w:tab w:val="right" w:pos="8296"/>
        </w:tabs>
        <w:rPr>
          <w:color w:val="000000" w:themeColor="text1"/>
        </w:rPr>
      </w:pPr>
      <w:r>
        <w:rPr>
          <w:color w:val="000000" w:themeColor="text1"/>
        </w:rPr>
        <w:fldChar w:fldCharType="end"/>
      </w:r>
    </w:p>
    <w:p w14:paraId="23455D40" w14:textId="77777777" w:rsidR="0078401B" w:rsidRDefault="0078401B" w:rsidP="0078401B">
      <w:r>
        <w:br w:type="page"/>
      </w:r>
    </w:p>
    <w:p w14:paraId="039F3211" w14:textId="4F55F502" w:rsidR="001035F7" w:rsidRPr="00F75B76" w:rsidRDefault="0078401B" w:rsidP="00F75B76">
      <w:pPr>
        <w:pStyle w:val="Pre-Title"/>
        <w:spacing w:after="240"/>
      </w:pPr>
      <w:bookmarkStart w:id="48" w:name="_Toc528491932"/>
      <w:bookmarkStart w:id="49" w:name="_Toc528509066"/>
      <w:bookmarkStart w:id="50" w:name="_Toc528510698"/>
      <w:bookmarkStart w:id="51" w:name="_Toc528743043"/>
      <w:bookmarkStart w:id="52" w:name="_Toc528764232"/>
      <w:bookmarkStart w:id="53" w:name="_Toc528848630"/>
      <w:bookmarkStart w:id="54" w:name="_Toc528849589"/>
      <w:bookmarkStart w:id="55" w:name="_Toc185259703"/>
      <w:r w:rsidRPr="0078401B">
        <w:lastRenderedPageBreak/>
        <w:t>LIST OF FIGURES</w:t>
      </w:r>
      <w:bookmarkEnd w:id="48"/>
      <w:bookmarkEnd w:id="49"/>
      <w:bookmarkEnd w:id="50"/>
      <w:bookmarkEnd w:id="51"/>
      <w:bookmarkEnd w:id="52"/>
      <w:bookmarkEnd w:id="53"/>
      <w:bookmarkEnd w:id="54"/>
      <w:bookmarkEnd w:id="55"/>
    </w:p>
    <w:p w14:paraId="67B04742" w14:textId="06A2C777" w:rsidR="00CC507D" w:rsidRPr="00FA5F84" w:rsidRDefault="00CC507D" w:rsidP="00CC507D">
      <w:pPr>
        <w:pStyle w:val="TableofFigures"/>
        <w:tabs>
          <w:tab w:val="right" w:pos="8296"/>
        </w:tabs>
        <w:rPr>
          <w:bCs/>
        </w:rPr>
      </w:pPr>
      <w:r w:rsidRPr="00FA5F84">
        <w:rPr>
          <w:bCs/>
        </w:rPr>
        <w:t xml:space="preserve">*Delete the </w:t>
      </w:r>
      <w:r w:rsidR="00DF6B7B" w:rsidRPr="00DF6B7B">
        <w:rPr>
          <w:bCs/>
        </w:rPr>
        <w:t xml:space="preserve">colon </w:t>
      </w:r>
      <w:r w:rsidR="00DF6B7B">
        <w:rPr>
          <w:bCs/>
        </w:rPr>
        <w:t xml:space="preserve">“:” </w:t>
      </w:r>
      <w:r w:rsidR="00DF6B7B" w:rsidRPr="00DF6B7B">
        <w:rPr>
          <w:bCs/>
        </w:rPr>
        <w:t xml:space="preserve">symbol </w:t>
      </w:r>
      <w:r w:rsidRPr="00FA5F84">
        <w:rPr>
          <w:bCs/>
        </w:rPr>
        <w:t xml:space="preserve">in </w:t>
      </w:r>
      <w:r>
        <w:rPr>
          <w:bCs/>
        </w:rPr>
        <w:t>L</w:t>
      </w:r>
      <w:r w:rsidRPr="00FA5F84">
        <w:rPr>
          <w:bCs/>
        </w:rPr>
        <w:t>O</w:t>
      </w:r>
      <w:r>
        <w:rPr>
          <w:bCs/>
        </w:rPr>
        <w:t>F</w:t>
      </w:r>
    </w:p>
    <w:p w14:paraId="6DD800E8" w14:textId="77777777" w:rsidR="00CC507D" w:rsidRDefault="00D8544D" w:rsidP="0095379C">
      <w:pPr>
        <w:pStyle w:val="TableofFigures"/>
        <w:tabs>
          <w:tab w:val="right" w:pos="8296"/>
        </w:tabs>
        <w:rPr>
          <w:noProof/>
        </w:rPr>
      </w:pPr>
      <w:r>
        <w:rPr>
          <w:b/>
        </w:rPr>
        <w:t xml:space="preserve">Figure </w:t>
      </w:r>
      <w:r>
        <w:rPr>
          <w:b/>
        </w:rPr>
        <w:tab/>
        <w:t>Page</w:t>
      </w:r>
      <w:r w:rsidR="000D13C9">
        <w:rPr>
          <w:color w:val="FF0000"/>
        </w:rPr>
        <w:fldChar w:fldCharType="begin"/>
      </w:r>
      <w:r w:rsidR="000D13C9">
        <w:rPr>
          <w:color w:val="FF0000"/>
        </w:rPr>
        <w:instrText xml:space="preserve"> TOC \h \z \c "Figure" </w:instrText>
      </w:r>
      <w:r w:rsidR="000D13C9">
        <w:rPr>
          <w:color w:val="FF0000"/>
        </w:rPr>
        <w:fldChar w:fldCharType="separate"/>
      </w:r>
    </w:p>
    <w:p w14:paraId="12A7BF04" w14:textId="57B0D9BE" w:rsidR="00CC507D" w:rsidRPr="00CC507D" w:rsidRDefault="00CC507D" w:rsidP="00CC507D">
      <w:pPr>
        <w:pStyle w:val="TableofFigures"/>
        <w:tabs>
          <w:tab w:val="right" w:pos="8210"/>
        </w:tabs>
        <w:ind w:left="1418" w:hanging="1418"/>
        <w:rPr>
          <w:rFonts w:asciiTheme="minorHAnsi" w:eastAsiaTheme="minorEastAsia" w:hAnsiTheme="minorHAnsi"/>
          <w:noProof/>
          <w:kern w:val="2"/>
          <w:sz w:val="22"/>
          <w:lang w:val="en-MY" w:eastAsia="zh-CN"/>
          <w14:ligatures w14:val="standardContextual"/>
        </w:rPr>
      </w:pPr>
      <w:hyperlink w:anchor="_Toc185260819" w:history="1">
        <w:r w:rsidRPr="00CC507D">
          <w:rPr>
            <w:rStyle w:val="Hyperlink"/>
            <w:noProof/>
          </w:rPr>
          <w:t>Figure 3.1</w:t>
        </w:r>
        <w:r>
          <w:rPr>
            <w:rStyle w:val="Hyperlink"/>
            <w:noProof/>
          </w:rPr>
          <w:tab/>
        </w:r>
        <w:r w:rsidRPr="00CC507D">
          <w:rPr>
            <w:rStyle w:val="Hyperlink"/>
            <w:noProof/>
          </w:rPr>
          <w:t xml:space="preserve"> Bell Curve</w:t>
        </w:r>
        <w:r w:rsidRPr="00CC507D">
          <w:rPr>
            <w:noProof/>
            <w:webHidden/>
          </w:rPr>
          <w:tab/>
        </w:r>
        <w:r w:rsidRPr="00CC507D">
          <w:rPr>
            <w:noProof/>
            <w:webHidden/>
          </w:rPr>
          <w:fldChar w:fldCharType="begin"/>
        </w:r>
        <w:r w:rsidRPr="00CC507D">
          <w:rPr>
            <w:noProof/>
            <w:webHidden/>
          </w:rPr>
          <w:instrText xml:space="preserve"> PAGEREF _Toc185260819 \h </w:instrText>
        </w:r>
        <w:r w:rsidRPr="00CC507D">
          <w:rPr>
            <w:noProof/>
            <w:webHidden/>
          </w:rPr>
        </w:r>
        <w:r w:rsidRPr="00CC507D">
          <w:rPr>
            <w:noProof/>
            <w:webHidden/>
          </w:rPr>
          <w:fldChar w:fldCharType="separate"/>
        </w:r>
        <w:r w:rsidRPr="00CC507D">
          <w:rPr>
            <w:noProof/>
            <w:webHidden/>
          </w:rPr>
          <w:t>6</w:t>
        </w:r>
        <w:r w:rsidRPr="00CC507D">
          <w:rPr>
            <w:noProof/>
            <w:webHidden/>
          </w:rPr>
          <w:fldChar w:fldCharType="end"/>
        </w:r>
      </w:hyperlink>
    </w:p>
    <w:p w14:paraId="4A8F7888" w14:textId="5E097ACB" w:rsidR="0078401B" w:rsidRDefault="000D13C9" w:rsidP="0095379C">
      <w:pPr>
        <w:pStyle w:val="TableofFigures"/>
        <w:tabs>
          <w:tab w:val="right" w:pos="8296"/>
        </w:tabs>
      </w:pPr>
      <w:r>
        <w:rPr>
          <w:color w:val="FF0000"/>
        </w:rPr>
        <w:fldChar w:fldCharType="end"/>
      </w:r>
    </w:p>
    <w:p w14:paraId="7D0FE73F" w14:textId="68CE16C0" w:rsidR="0078401B" w:rsidRDefault="0078401B" w:rsidP="0078401B">
      <w:r>
        <w:br w:type="page"/>
      </w:r>
    </w:p>
    <w:p w14:paraId="66276707" w14:textId="77777777" w:rsidR="006353A8" w:rsidRDefault="006353A8" w:rsidP="0095379C">
      <w:pPr>
        <w:pStyle w:val="Pre-Title"/>
        <w:spacing w:after="240"/>
      </w:pPr>
      <w:bookmarkStart w:id="56" w:name="_Toc528491933"/>
      <w:bookmarkStart w:id="57" w:name="_Toc528509067"/>
      <w:bookmarkStart w:id="58" w:name="_Toc528510699"/>
      <w:bookmarkStart w:id="59" w:name="_Toc528743044"/>
      <w:bookmarkStart w:id="60" w:name="_Toc528764233"/>
      <w:bookmarkStart w:id="61" w:name="_Toc528848631"/>
      <w:bookmarkStart w:id="62" w:name="_Toc528849590"/>
      <w:bookmarkStart w:id="63" w:name="_Toc185259704"/>
      <w:r w:rsidRPr="0078401B">
        <w:lastRenderedPageBreak/>
        <w:t>LIST OF ABBREVIATIO</w:t>
      </w:r>
      <w:bookmarkEnd w:id="56"/>
      <w:bookmarkEnd w:id="57"/>
      <w:bookmarkEnd w:id="58"/>
      <w:bookmarkEnd w:id="59"/>
      <w:bookmarkEnd w:id="60"/>
      <w:bookmarkEnd w:id="61"/>
      <w:bookmarkEnd w:id="62"/>
      <w:r w:rsidR="003617A1">
        <w:t>N</w:t>
      </w:r>
      <w:bookmarkEnd w:id="63"/>
    </w:p>
    <w:p w14:paraId="574EBE7D" w14:textId="51949716" w:rsidR="0095379C" w:rsidRDefault="0095379C" w:rsidP="00F61A9C">
      <w:pPr>
        <w:spacing w:after="0"/>
        <w:ind w:left="1134" w:hanging="1134"/>
      </w:pPr>
      <w:proofErr w:type="spellStart"/>
      <w:r>
        <w:t>AeU</w:t>
      </w:r>
      <w:proofErr w:type="spellEnd"/>
      <w:r w:rsidR="00F61A9C">
        <w:tab/>
      </w:r>
      <w:r>
        <w:t>Asia e University</w:t>
      </w:r>
    </w:p>
    <w:p w14:paraId="10A85D39" w14:textId="77777777" w:rsidR="003617A1" w:rsidRDefault="003617A1" w:rsidP="003617A1"/>
    <w:p w14:paraId="260D19D8" w14:textId="77777777" w:rsidR="003617A1" w:rsidRPr="003617A1" w:rsidRDefault="003617A1" w:rsidP="003617A1"/>
    <w:p w14:paraId="5FA5278B" w14:textId="77777777" w:rsidR="003617A1" w:rsidRPr="003617A1" w:rsidRDefault="003617A1" w:rsidP="003617A1"/>
    <w:p w14:paraId="5DEAE28D" w14:textId="77777777" w:rsidR="006353A8" w:rsidRPr="006353A8" w:rsidRDefault="006353A8" w:rsidP="006353A8">
      <w:pPr>
        <w:sectPr w:rsidR="006353A8" w:rsidRPr="006353A8" w:rsidSect="008D6209">
          <w:footerReference w:type="default" r:id="rId10"/>
          <w:pgSz w:w="11906" w:h="16838"/>
          <w:pgMar w:top="1418" w:right="1418" w:bottom="1418" w:left="2268" w:header="709" w:footer="709" w:gutter="0"/>
          <w:pgNumType w:fmt="lowerRoman" w:start="2"/>
          <w:cols w:space="708"/>
          <w:docGrid w:linePitch="360"/>
        </w:sectPr>
      </w:pPr>
    </w:p>
    <w:p w14:paraId="17021A03" w14:textId="55C42DD5" w:rsidR="00201BB8" w:rsidRPr="00201BB8" w:rsidRDefault="00C64A1B" w:rsidP="00A52090">
      <w:pPr>
        <w:pStyle w:val="Heading1"/>
        <w:numPr>
          <w:ilvl w:val="0"/>
          <w:numId w:val="34"/>
        </w:numPr>
        <w:spacing w:after="240"/>
        <w:ind w:left="0" w:firstLine="993"/>
        <w:jc w:val="center"/>
      </w:pPr>
      <w:r>
        <w:lastRenderedPageBreak/>
        <w:br/>
      </w:r>
      <w:bookmarkStart w:id="64" w:name="_Toc185259705"/>
      <w:r w:rsidR="00782BBF">
        <w:t>INTRODUCTION</w:t>
      </w:r>
      <w:bookmarkEnd w:id="64"/>
    </w:p>
    <w:p w14:paraId="46AC8FF3" w14:textId="34936606" w:rsidR="00E963D1" w:rsidRPr="00487688" w:rsidRDefault="0078401B" w:rsidP="00E20A34">
      <w:pPr>
        <w:pStyle w:val="Heading2"/>
        <w:spacing w:after="240"/>
        <w:ind w:left="567" w:hanging="567"/>
      </w:pPr>
      <w:bookmarkStart w:id="65" w:name="_Toc528491935"/>
      <w:bookmarkStart w:id="66" w:name="_Toc528509069"/>
      <w:bookmarkStart w:id="67" w:name="_Toc528510701"/>
      <w:bookmarkStart w:id="68" w:name="_Toc528743046"/>
      <w:bookmarkStart w:id="69" w:name="_Toc528764235"/>
      <w:bookmarkStart w:id="70" w:name="_Toc528848633"/>
      <w:bookmarkStart w:id="71" w:name="_Toc528849592"/>
      <w:bookmarkStart w:id="72" w:name="_Toc185259706"/>
      <w:r w:rsidRPr="00487688">
        <w:t xml:space="preserve">Background </w:t>
      </w:r>
      <w:r w:rsidR="00EA4270">
        <w:t xml:space="preserve">of </w:t>
      </w:r>
      <w:r w:rsidRPr="00487688">
        <w:t>Study</w:t>
      </w:r>
      <w:bookmarkEnd w:id="65"/>
      <w:bookmarkEnd w:id="66"/>
      <w:bookmarkEnd w:id="67"/>
      <w:bookmarkEnd w:id="68"/>
      <w:bookmarkEnd w:id="69"/>
      <w:bookmarkEnd w:id="70"/>
      <w:bookmarkEnd w:id="71"/>
      <w:bookmarkEnd w:id="72"/>
    </w:p>
    <w:p w14:paraId="468D3B57" w14:textId="14059EA0" w:rsidR="000C399E" w:rsidRPr="000C399E" w:rsidRDefault="000C399E" w:rsidP="00596CE6">
      <w:pPr>
        <w:pStyle w:val="normalpara"/>
        <w:spacing w:after="240"/>
        <w:ind w:firstLine="0"/>
        <w:rPr>
          <w:lang w:val="ms-MY"/>
        </w:rPr>
      </w:pPr>
      <w:r w:rsidRPr="000C399E">
        <w:t xml:space="preserve">This thesis template serves as a guide for writing a Master’s or PhD thesis. While some elements are universally applicable, others are optional and may be modified to suit the specific needs of your study. Consult your supervisor(s), as they may have different preferences. However, it is crucial to </w:t>
      </w:r>
      <w:proofErr w:type="spellStart"/>
      <w:r w:rsidRPr="000C399E">
        <w:t>prioriti</w:t>
      </w:r>
      <w:proofErr w:type="spellEnd"/>
      <w:r w:rsidRPr="000C399E">
        <w:rPr>
          <w:lang w:val="ms-MY"/>
        </w:rPr>
        <w:t>s</w:t>
      </w:r>
      <w:r w:rsidRPr="000C399E">
        <w:t xml:space="preserve">e </w:t>
      </w:r>
      <w:r w:rsidRPr="000C399E">
        <w:rPr>
          <w:b/>
          <w:bCs/>
          <w:lang w:val="ms-MY"/>
        </w:rPr>
        <w:t>STANDARDIZATION</w:t>
      </w:r>
      <w:r w:rsidRPr="000C399E">
        <w:t xml:space="preserve"> in your thesis. Ensure consistency in writing style and formatting throughout the document to maintain professionalism and adherence to academic standards.</w:t>
      </w:r>
    </w:p>
    <w:p w14:paraId="5F88D24B" w14:textId="77777777" w:rsidR="0078401B" w:rsidRDefault="00C0066E" w:rsidP="00E20A34">
      <w:pPr>
        <w:pStyle w:val="Heading2"/>
        <w:spacing w:after="240"/>
        <w:ind w:left="567" w:hanging="567"/>
      </w:pPr>
      <w:bookmarkStart w:id="73" w:name="_Toc528491936"/>
      <w:bookmarkStart w:id="74" w:name="_Toc528509070"/>
      <w:bookmarkStart w:id="75" w:name="_Toc528510702"/>
      <w:bookmarkStart w:id="76" w:name="_Toc528743047"/>
      <w:bookmarkStart w:id="77" w:name="_Toc528764236"/>
      <w:bookmarkStart w:id="78" w:name="_Toc528848634"/>
      <w:bookmarkStart w:id="79" w:name="_Toc528849593"/>
      <w:bookmarkStart w:id="80" w:name="_Toc185259707"/>
      <w:r w:rsidRPr="00D51E8C">
        <w:t>Problem</w:t>
      </w:r>
      <w:r w:rsidRPr="00C0066E">
        <w:t xml:space="preserve"> </w:t>
      </w:r>
      <w:r w:rsidR="00344D86">
        <w:t>S</w:t>
      </w:r>
      <w:r w:rsidRPr="00C0066E">
        <w:t>tatement</w:t>
      </w:r>
      <w:bookmarkEnd w:id="73"/>
      <w:bookmarkEnd w:id="74"/>
      <w:bookmarkEnd w:id="75"/>
      <w:bookmarkEnd w:id="76"/>
      <w:bookmarkEnd w:id="77"/>
      <w:bookmarkEnd w:id="78"/>
      <w:bookmarkEnd w:id="79"/>
      <w:bookmarkEnd w:id="80"/>
    </w:p>
    <w:p w14:paraId="1EF8771E" w14:textId="77777777" w:rsidR="00E963D1" w:rsidRDefault="00E963D1" w:rsidP="00782BBF">
      <w:pPr>
        <w:pStyle w:val="normalpara"/>
        <w:ind w:firstLine="0"/>
      </w:pPr>
      <w:r>
        <w:t>Write your problem statement here. The problem may be a gap in the knowledge, or there is a need to improve something or solve a particular problem. Whatever the problem is, it should be significant enough to warrant investigations in your study through focused research</w:t>
      </w:r>
      <w:r w:rsidR="00782BBF">
        <w:t>.</w:t>
      </w:r>
    </w:p>
    <w:p w14:paraId="53A66CA4" w14:textId="59FDB0DE" w:rsidR="00782BBF" w:rsidRPr="00E963D1" w:rsidRDefault="00782BBF" w:rsidP="00E910E6">
      <w:pPr>
        <w:ind w:firstLine="567"/>
      </w:pPr>
      <w:r>
        <w:tab/>
        <w:t>“Insert Caption” under the “References” tab and select “Table” in the dropdown list. Click on “Numbering” and tick the “Include chapter number” and select “period (.)” as separator. When done, click “Update Table” to update the List of Tables.</w:t>
      </w:r>
    </w:p>
    <w:p w14:paraId="32A2C225" w14:textId="3C15DDB8" w:rsidR="0078401B" w:rsidRDefault="00892F8A" w:rsidP="00E20A34">
      <w:pPr>
        <w:pStyle w:val="Heading2"/>
        <w:spacing w:after="240"/>
        <w:ind w:left="567" w:hanging="567"/>
      </w:pPr>
      <w:bookmarkStart w:id="81" w:name="_Toc528491937"/>
      <w:bookmarkStart w:id="82" w:name="_Toc528509071"/>
      <w:bookmarkStart w:id="83" w:name="_Toc528510703"/>
      <w:bookmarkStart w:id="84" w:name="_Toc528743048"/>
      <w:bookmarkStart w:id="85" w:name="_Toc528764237"/>
      <w:bookmarkStart w:id="86" w:name="_Toc528848635"/>
      <w:bookmarkStart w:id="87" w:name="_Toc528849594"/>
      <w:bookmarkStart w:id="88" w:name="_Toc185259708"/>
      <w:r>
        <w:t xml:space="preserve">Research </w:t>
      </w:r>
      <w:r w:rsidR="0078401B" w:rsidRPr="00C0066E">
        <w:t>Objectives</w:t>
      </w:r>
      <w:bookmarkEnd w:id="81"/>
      <w:bookmarkEnd w:id="82"/>
      <w:bookmarkEnd w:id="83"/>
      <w:bookmarkEnd w:id="84"/>
      <w:bookmarkEnd w:id="85"/>
      <w:bookmarkEnd w:id="86"/>
      <w:bookmarkEnd w:id="87"/>
      <w:bookmarkEnd w:id="88"/>
    </w:p>
    <w:p w14:paraId="28FED4DE" w14:textId="77777777" w:rsidR="00E963D1" w:rsidRPr="00412658" w:rsidRDefault="00E963D1" w:rsidP="00782BBF">
      <w:r w:rsidRPr="00412658">
        <w:t>The general objectives of this study were (</w:t>
      </w:r>
      <w:proofErr w:type="spellStart"/>
      <w:r w:rsidRPr="00412658">
        <w:t>i</w:t>
      </w:r>
      <w:proofErr w:type="spellEnd"/>
      <w:r w:rsidRPr="00412658">
        <w:t xml:space="preserve">) </w:t>
      </w:r>
      <w:r>
        <w:t xml:space="preserve">AAA, (ii) BBB, (iii) CCC and </w:t>
      </w:r>
      <w:r w:rsidRPr="00412658">
        <w:t xml:space="preserve">(iv) </w:t>
      </w:r>
      <w:r>
        <w:t xml:space="preserve">DDD. </w:t>
      </w:r>
      <w:r w:rsidRPr="00412658">
        <w:rPr>
          <w:szCs w:val="23"/>
        </w:rPr>
        <w:t>Below were the specific</w:t>
      </w:r>
      <w:r>
        <w:rPr>
          <w:szCs w:val="23"/>
        </w:rPr>
        <w:t xml:space="preserve"> objectives of this study:</w:t>
      </w:r>
    </w:p>
    <w:p w14:paraId="533910CE"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1 here.</w:t>
      </w:r>
    </w:p>
    <w:p w14:paraId="4F46859A"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2 here.</w:t>
      </w:r>
    </w:p>
    <w:p w14:paraId="5F804BD2"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lastRenderedPageBreak/>
        <w:t>Write specific objective 3 here.</w:t>
      </w:r>
    </w:p>
    <w:p w14:paraId="57E9A030" w14:textId="77777777" w:rsidR="00E963D1" w:rsidRPr="00782BBF"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4 here and so on….</w:t>
      </w:r>
    </w:p>
    <w:p w14:paraId="38B336AB" w14:textId="77777777" w:rsidR="0078401B" w:rsidRPr="00C02A6C" w:rsidRDefault="0078401B" w:rsidP="00E20A34">
      <w:pPr>
        <w:pStyle w:val="Heading2"/>
        <w:spacing w:after="240"/>
        <w:ind w:left="567" w:hanging="567"/>
      </w:pPr>
      <w:bookmarkStart w:id="89" w:name="_Toc528491938"/>
      <w:bookmarkStart w:id="90" w:name="_Toc528509072"/>
      <w:bookmarkStart w:id="91" w:name="_Toc528510704"/>
      <w:bookmarkStart w:id="92" w:name="_Toc528743049"/>
      <w:bookmarkStart w:id="93" w:name="_Toc528764238"/>
      <w:bookmarkStart w:id="94" w:name="_Toc528848636"/>
      <w:bookmarkStart w:id="95" w:name="_Toc528849595"/>
      <w:bookmarkStart w:id="96" w:name="_Toc185259709"/>
      <w:r w:rsidRPr="00C02A6C">
        <w:t xml:space="preserve">Research </w:t>
      </w:r>
      <w:r w:rsidR="00344D86">
        <w:t>Q</w:t>
      </w:r>
      <w:r w:rsidRPr="00C02A6C">
        <w:t>u</w:t>
      </w:r>
      <w:r w:rsidRPr="00C02A6C">
        <w:rPr>
          <w:rStyle w:val="Chapter1Char"/>
          <w:b/>
        </w:rPr>
        <w:t>estions</w:t>
      </w:r>
      <w:bookmarkEnd w:id="89"/>
      <w:bookmarkEnd w:id="90"/>
      <w:bookmarkEnd w:id="91"/>
      <w:bookmarkEnd w:id="92"/>
      <w:bookmarkEnd w:id="93"/>
      <w:bookmarkEnd w:id="94"/>
      <w:bookmarkEnd w:id="95"/>
      <w:bookmarkEnd w:id="96"/>
    </w:p>
    <w:p w14:paraId="4E4500CF" w14:textId="77777777" w:rsidR="00E963D1" w:rsidRPr="00AF584B" w:rsidRDefault="00E963D1" w:rsidP="001238AA">
      <w:r>
        <w:t>Below were the research questions of this study:</w:t>
      </w:r>
    </w:p>
    <w:p w14:paraId="483CD200" w14:textId="77777777" w:rsidR="00E963D1" w:rsidRDefault="00E963D1" w:rsidP="004E3DE1">
      <w:pPr>
        <w:pStyle w:val="ListParagraph"/>
        <w:numPr>
          <w:ilvl w:val="0"/>
          <w:numId w:val="44"/>
        </w:numPr>
        <w:ind w:left="567" w:hanging="283"/>
      </w:pPr>
      <w:r>
        <w:t>Write your first research question here.</w:t>
      </w:r>
    </w:p>
    <w:p w14:paraId="60512ACE" w14:textId="77777777" w:rsidR="00E963D1" w:rsidRPr="00E963D1" w:rsidRDefault="00E963D1" w:rsidP="004E3DE1">
      <w:pPr>
        <w:pStyle w:val="ListParagraph"/>
        <w:numPr>
          <w:ilvl w:val="0"/>
          <w:numId w:val="44"/>
        </w:numPr>
        <w:ind w:left="567" w:hanging="283"/>
        <w:rPr>
          <w:szCs w:val="32"/>
        </w:rPr>
      </w:pPr>
      <w:r w:rsidRPr="00E963D1">
        <w:rPr>
          <w:szCs w:val="32"/>
        </w:rPr>
        <w:t>Write your second research question here</w:t>
      </w:r>
    </w:p>
    <w:p w14:paraId="24E414C1" w14:textId="77777777" w:rsidR="00E963D1" w:rsidRPr="00E963D1" w:rsidRDefault="00E963D1" w:rsidP="004E3DE1">
      <w:pPr>
        <w:pStyle w:val="ListParagraph"/>
        <w:numPr>
          <w:ilvl w:val="0"/>
          <w:numId w:val="44"/>
        </w:numPr>
        <w:ind w:left="567" w:hanging="283"/>
        <w:rPr>
          <w:szCs w:val="32"/>
        </w:rPr>
      </w:pPr>
      <w:r w:rsidRPr="00E963D1">
        <w:rPr>
          <w:szCs w:val="32"/>
        </w:rPr>
        <w:t>Write your third research question here and so on…</w:t>
      </w:r>
    </w:p>
    <w:p w14:paraId="5A0DDE4E" w14:textId="01DD668E" w:rsidR="00C03662" w:rsidRDefault="00C03662" w:rsidP="00E20A34">
      <w:pPr>
        <w:pStyle w:val="Heading2"/>
        <w:spacing w:after="240"/>
        <w:ind w:left="567" w:hanging="567"/>
      </w:pPr>
      <w:bookmarkStart w:id="97" w:name="_Toc185259710"/>
      <w:bookmarkStart w:id="98" w:name="_Toc528491940"/>
      <w:bookmarkStart w:id="99" w:name="_Toc528509074"/>
      <w:bookmarkStart w:id="100" w:name="_Toc528510706"/>
      <w:bookmarkStart w:id="101" w:name="_Toc528743051"/>
      <w:bookmarkStart w:id="102" w:name="_Toc528764240"/>
      <w:bookmarkStart w:id="103" w:name="_Toc528848638"/>
      <w:bookmarkStart w:id="104" w:name="_Toc528849597"/>
      <w:r>
        <w:t>Conceptual Framework</w:t>
      </w:r>
      <w:bookmarkEnd w:id="97"/>
    </w:p>
    <w:p w14:paraId="4FCE31D6" w14:textId="6FF1EA57" w:rsidR="0078401B" w:rsidRDefault="00E93C19" w:rsidP="00F728F9">
      <w:pPr>
        <w:pStyle w:val="Heading2"/>
        <w:spacing w:after="240"/>
        <w:ind w:left="567" w:hanging="567"/>
      </w:pPr>
      <w:bookmarkStart w:id="105" w:name="_Toc185259711"/>
      <w:r>
        <w:t>Significance of the Study</w:t>
      </w:r>
      <w:bookmarkEnd w:id="98"/>
      <w:bookmarkEnd w:id="99"/>
      <w:bookmarkEnd w:id="100"/>
      <w:bookmarkEnd w:id="101"/>
      <w:bookmarkEnd w:id="102"/>
      <w:bookmarkEnd w:id="103"/>
      <w:bookmarkEnd w:id="104"/>
      <w:bookmarkEnd w:id="105"/>
    </w:p>
    <w:p w14:paraId="5D02359A" w14:textId="054C9B0C" w:rsidR="0078401B" w:rsidRPr="00F61A9C" w:rsidRDefault="00B20914" w:rsidP="00E20A34">
      <w:pPr>
        <w:pStyle w:val="Heading2"/>
        <w:spacing w:after="240"/>
        <w:ind w:left="567" w:hanging="567"/>
      </w:pPr>
      <w:bookmarkStart w:id="106" w:name="_Toc185259712"/>
      <w:r w:rsidRPr="00F61A9C">
        <w:t>O</w:t>
      </w:r>
      <w:r w:rsidR="00E93C19">
        <w:t>perational Definition of Terms</w:t>
      </w:r>
      <w:bookmarkEnd w:id="106"/>
    </w:p>
    <w:p w14:paraId="38CF44BD" w14:textId="77777777" w:rsidR="00AE3BC6" w:rsidRPr="00AE3BC6" w:rsidRDefault="00AE3BC6" w:rsidP="00AE3BC6">
      <w:pPr>
        <w:ind w:left="360"/>
      </w:pPr>
    </w:p>
    <w:p w14:paraId="028CE0CE" w14:textId="77777777" w:rsidR="00AE3BC6" w:rsidRPr="00AE3BC6" w:rsidRDefault="00AE3BC6" w:rsidP="00AE3BC6">
      <w:pPr>
        <w:pStyle w:val="ListParagraph"/>
        <w:ind w:left="1728"/>
      </w:pPr>
    </w:p>
    <w:p w14:paraId="10C8F8F1" w14:textId="4FA66524" w:rsidR="003C3370" w:rsidRDefault="003C3370" w:rsidP="00892F8A">
      <w:pPr>
        <w:rPr>
          <w:color w:val="000000" w:themeColor="text1"/>
        </w:rPr>
      </w:pPr>
      <w:r>
        <w:rPr>
          <w:color w:val="000000" w:themeColor="text1"/>
        </w:rPr>
        <w:br w:type="page"/>
      </w:r>
    </w:p>
    <w:p w14:paraId="0902F5EB" w14:textId="77777777" w:rsidR="00DF41D4" w:rsidRPr="00487688" w:rsidRDefault="00782BBF" w:rsidP="00A52090">
      <w:pPr>
        <w:pStyle w:val="Heading1"/>
        <w:spacing w:after="240"/>
        <w:ind w:left="0" w:firstLine="993"/>
        <w:jc w:val="center"/>
      </w:pPr>
      <w:r>
        <w:lastRenderedPageBreak/>
        <w:br/>
      </w:r>
      <w:bookmarkStart w:id="107" w:name="_Toc185259713"/>
      <w:r>
        <w:t>LITERATURE</w:t>
      </w:r>
      <w:r w:rsidR="008C620E">
        <w:t xml:space="preserve"> REVIEW</w:t>
      </w:r>
      <w:bookmarkEnd w:id="107"/>
    </w:p>
    <w:p w14:paraId="51A0ECF8" w14:textId="77777777" w:rsidR="0090772B" w:rsidRPr="0090772B" w:rsidRDefault="0090772B" w:rsidP="001C547D">
      <w:pPr>
        <w:pStyle w:val="ListParagraph"/>
        <w:keepNext/>
        <w:keepLines/>
        <w:numPr>
          <w:ilvl w:val="0"/>
          <w:numId w:val="25"/>
        </w:numPr>
        <w:spacing w:before="240" w:after="0" w:line="276" w:lineRule="auto"/>
        <w:contextualSpacing w:val="0"/>
        <w:outlineLvl w:val="0"/>
        <w:rPr>
          <w:rFonts w:eastAsiaTheme="majorEastAsia" w:cstheme="majorBidi"/>
          <w:b/>
          <w:vanish/>
          <w:szCs w:val="32"/>
          <w:lang w:val="en-GB" w:eastAsia="en-GB"/>
        </w:rPr>
      </w:pPr>
      <w:bookmarkStart w:id="108" w:name="_Toc528510712"/>
      <w:bookmarkStart w:id="109" w:name="_Toc528743057"/>
      <w:bookmarkStart w:id="110" w:name="_Toc528764246"/>
      <w:bookmarkStart w:id="111" w:name="_Toc528848644"/>
      <w:bookmarkStart w:id="112" w:name="_Toc528849603"/>
      <w:bookmarkStart w:id="113" w:name="_Toc528849917"/>
      <w:bookmarkStart w:id="114" w:name="_Toc528850018"/>
      <w:bookmarkStart w:id="115" w:name="_Toc528850119"/>
      <w:bookmarkStart w:id="116" w:name="_Toc528850220"/>
      <w:bookmarkStart w:id="117" w:name="_Toc528850321"/>
      <w:bookmarkStart w:id="118" w:name="_Toc528850500"/>
      <w:bookmarkStart w:id="119" w:name="_Toc528850679"/>
      <w:bookmarkStart w:id="120" w:name="_Toc528850774"/>
      <w:bookmarkStart w:id="121" w:name="_Toc528850929"/>
      <w:bookmarkStart w:id="122" w:name="_Toc528850943"/>
      <w:bookmarkStart w:id="123" w:name="_Toc103335726"/>
      <w:bookmarkStart w:id="124" w:name="_Toc142039172"/>
      <w:bookmarkStart w:id="125" w:name="_Toc142039304"/>
      <w:bookmarkStart w:id="126" w:name="_Toc142039433"/>
      <w:bookmarkStart w:id="127" w:name="_Toc142040412"/>
      <w:bookmarkStart w:id="128" w:name="_Toc156900428"/>
      <w:bookmarkStart w:id="129" w:name="_Toc158972262"/>
      <w:bookmarkStart w:id="130" w:name="_Toc160707859"/>
      <w:bookmarkStart w:id="131" w:name="_Toc160707999"/>
      <w:bookmarkStart w:id="132" w:name="_Toc160708065"/>
      <w:bookmarkStart w:id="133" w:name="_Toc160708131"/>
      <w:bookmarkStart w:id="134" w:name="_Toc160713777"/>
      <w:bookmarkStart w:id="135" w:name="_Toc160714275"/>
      <w:bookmarkStart w:id="136" w:name="_Toc162254057"/>
      <w:bookmarkStart w:id="137" w:name="_Toc162274412"/>
      <w:bookmarkStart w:id="138" w:name="_Toc163037249"/>
      <w:bookmarkStart w:id="139" w:name="_Toc163037427"/>
      <w:bookmarkStart w:id="140" w:name="_Toc163124220"/>
      <w:bookmarkStart w:id="141" w:name="_Toc163127292"/>
      <w:bookmarkStart w:id="142" w:name="_Toc163134208"/>
      <w:bookmarkStart w:id="143" w:name="_Toc185159063"/>
      <w:bookmarkStart w:id="144" w:name="_Toc185159876"/>
      <w:bookmarkStart w:id="145" w:name="_Toc185159939"/>
      <w:bookmarkStart w:id="146" w:name="_Toc185233376"/>
      <w:bookmarkStart w:id="147" w:name="_Toc185259441"/>
      <w:bookmarkStart w:id="148" w:name="_Toc185259714"/>
      <w:bookmarkStart w:id="149" w:name="_Toc52850908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5AFD391" w14:textId="77777777" w:rsidR="00156A7F" w:rsidRDefault="00302BDD" w:rsidP="00E20A34">
      <w:pPr>
        <w:pStyle w:val="Heading2"/>
        <w:numPr>
          <w:ilvl w:val="1"/>
          <w:numId w:val="36"/>
        </w:numPr>
        <w:spacing w:after="240"/>
        <w:ind w:left="567" w:hanging="567"/>
      </w:pPr>
      <w:bookmarkStart w:id="150" w:name="_Toc528510713"/>
      <w:bookmarkStart w:id="151" w:name="_Toc528743058"/>
      <w:bookmarkStart w:id="152" w:name="_Toc528764247"/>
      <w:bookmarkStart w:id="153" w:name="_Toc528848645"/>
      <w:bookmarkStart w:id="154" w:name="_Toc528849604"/>
      <w:bookmarkStart w:id="155" w:name="_Toc185259715"/>
      <w:r w:rsidRPr="00B713DB">
        <w:t>Introduction</w:t>
      </w:r>
      <w:bookmarkEnd w:id="149"/>
      <w:bookmarkEnd w:id="150"/>
      <w:bookmarkEnd w:id="151"/>
      <w:bookmarkEnd w:id="152"/>
      <w:bookmarkEnd w:id="153"/>
      <w:bookmarkEnd w:id="154"/>
      <w:bookmarkEnd w:id="155"/>
    </w:p>
    <w:p w14:paraId="6554239C" w14:textId="47C4CA9F" w:rsidR="00C64A1B" w:rsidRPr="00782BBF" w:rsidRDefault="00302BDD" w:rsidP="00782BBF">
      <w:r>
        <w:t>Introduction start here.</w:t>
      </w:r>
      <w:r w:rsidRPr="00302BDD">
        <w:t xml:space="preserve"> </w:t>
      </w:r>
      <w:r w:rsidRPr="00563817">
        <w:t>This chapter will discuss the materials</w:t>
      </w:r>
      <w:r>
        <w:t xml:space="preserve"> and methods used in your</w:t>
      </w:r>
      <w:r w:rsidRPr="00563817">
        <w:t xml:space="preserve"> study. </w:t>
      </w:r>
      <w:r>
        <w:t xml:space="preserve"> You should include one or two opening paragraphs here</w:t>
      </w:r>
      <w:r w:rsidR="00C64A1B">
        <w:t xml:space="preserve"> </w:t>
      </w:r>
      <w:r w:rsidR="00B90E7A">
        <w:t>C</w:t>
      </w:r>
      <w:r w:rsidR="00C64A1B">
        <w:t>hapter 2</w:t>
      </w:r>
      <w:r w:rsidR="005B0FDB">
        <w:t>.</w:t>
      </w:r>
      <w:r w:rsidR="00C64A1B">
        <w:t xml:space="preserve"> </w:t>
      </w:r>
    </w:p>
    <w:p w14:paraId="67E711E1" w14:textId="5E01511F" w:rsidR="00EE6706" w:rsidRDefault="00E227FA" w:rsidP="00E20A34">
      <w:pPr>
        <w:pStyle w:val="Heading2"/>
        <w:spacing w:after="240"/>
        <w:ind w:left="567" w:hanging="567"/>
      </w:pPr>
      <w:bookmarkStart w:id="156" w:name="_Toc185259716"/>
      <w:r>
        <w:t>Theoretical Framework</w:t>
      </w:r>
      <w:bookmarkEnd w:id="156"/>
    </w:p>
    <w:p w14:paraId="6B1186E6" w14:textId="77777777" w:rsidR="00906F3A" w:rsidRPr="00F61A9C" w:rsidRDefault="00906F3A" w:rsidP="00E910E6">
      <w:pPr>
        <w:pStyle w:val="Heading3"/>
      </w:pPr>
      <w:bookmarkStart w:id="157" w:name="_Toc163134212"/>
      <w:bookmarkStart w:id="158" w:name="_Toc185259717"/>
      <w:r w:rsidRPr="00F61A9C">
        <w:t>How to Write Quotation</w:t>
      </w:r>
      <w:bookmarkEnd w:id="157"/>
      <w:bookmarkEnd w:id="158"/>
    </w:p>
    <w:p w14:paraId="1A71095D" w14:textId="77777777" w:rsidR="00906F3A" w:rsidRPr="00F61A9C" w:rsidRDefault="00906F3A" w:rsidP="00906F3A">
      <w:pPr>
        <w:spacing w:after="0"/>
      </w:pPr>
      <w:r w:rsidRPr="00F61A9C">
        <w:t>A direct quotation reproduces word-for-word material taken directly from another author’s work, or from your own previously published work.</w:t>
      </w:r>
    </w:p>
    <w:p w14:paraId="7D80E629" w14:textId="77777777" w:rsidR="00906F3A" w:rsidRPr="00F61A9C" w:rsidRDefault="00906F3A" w:rsidP="00906F3A">
      <w:pPr>
        <w:spacing w:after="0"/>
        <w:ind w:firstLine="567"/>
      </w:pPr>
      <w:r w:rsidRPr="00F61A9C">
        <w:t xml:space="preserve">If the quotation is </w:t>
      </w:r>
      <w:r w:rsidRPr="00F61A9C">
        <w:rPr>
          <w:b/>
        </w:rPr>
        <w:t>fewer than 40 words</w:t>
      </w:r>
      <w:r w:rsidRPr="00F61A9C">
        <w:t xml:space="preserve">, incorporate it into your paragraph and enclose it in double quotation marks. As shown in the paragraph below. </w:t>
      </w:r>
    </w:p>
    <w:p w14:paraId="550AA7A2" w14:textId="77777777" w:rsidR="00906F3A" w:rsidRPr="00F61A9C" w:rsidRDefault="00906F3A" w:rsidP="00906F3A">
      <w:pPr>
        <w:spacing w:after="0"/>
      </w:pPr>
      <w:r w:rsidRPr="00F61A9C">
        <w:t>David Copperfield starts with "Whether I shall turn out to be the hero of my own life, or whether that station will be held by anybody else, these pages must show" (Dickens, 1869, p. 1).</w:t>
      </w:r>
    </w:p>
    <w:p w14:paraId="14CDCBB2" w14:textId="77777777" w:rsidR="00906F3A" w:rsidRPr="00F61A9C" w:rsidRDefault="00906F3A" w:rsidP="00906F3A">
      <w:pPr>
        <w:ind w:firstLine="567"/>
      </w:pPr>
      <w:r w:rsidRPr="00F61A9C">
        <w:t xml:space="preserve">If the </w:t>
      </w:r>
      <w:r w:rsidRPr="00F61A9C">
        <w:rPr>
          <w:b/>
        </w:rPr>
        <w:t>quotation comprises 40 or more words</w:t>
      </w:r>
      <w:r w:rsidRPr="00F61A9C">
        <w:t xml:space="preserve">, include it in an indented, freestanding block of text, without quotation marks. Make it </w:t>
      </w:r>
      <w:r w:rsidRPr="00F61A9C">
        <w:rPr>
          <w:b/>
        </w:rPr>
        <w:t>double spaced</w:t>
      </w:r>
      <w:r w:rsidRPr="00F61A9C">
        <w:t>.</w:t>
      </w:r>
    </w:p>
    <w:p w14:paraId="360C16F9" w14:textId="77777777" w:rsidR="00906F3A" w:rsidRDefault="00906F3A" w:rsidP="00906F3A">
      <w:pPr>
        <w:ind w:left="567"/>
      </w:pPr>
      <w:r w:rsidRPr="00F61A9C">
        <w:t>Whether I shall turn out to be the hero of my own life, or whether that station will be held by anybody else, these pages must show. To begin my life with the beginning of my life, I record that I was born (as I have been informed and believe) on a Friday, at twelve o’clock at night. It was remarked that the clock began to strike, and I began to cry, simultaneously. (Dickens, 1896, p. 1)</w:t>
      </w:r>
    </w:p>
    <w:p w14:paraId="4EADA57D" w14:textId="77777777" w:rsidR="00E910E6" w:rsidRPr="00F61A9C" w:rsidRDefault="00E910E6" w:rsidP="00906F3A">
      <w:pPr>
        <w:ind w:left="567"/>
      </w:pPr>
    </w:p>
    <w:p w14:paraId="34377E0F" w14:textId="77777777" w:rsidR="00906F3A" w:rsidRPr="00F61A9C" w:rsidRDefault="00906F3A" w:rsidP="00E910E6">
      <w:pPr>
        <w:pStyle w:val="Heading3"/>
      </w:pPr>
      <w:bookmarkStart w:id="159" w:name="_Toc163134213"/>
      <w:bookmarkStart w:id="160" w:name="_Toc185259718"/>
      <w:r w:rsidRPr="00F61A9C">
        <w:lastRenderedPageBreak/>
        <w:t>Equation Numbering</w:t>
      </w:r>
      <w:bookmarkEnd w:id="159"/>
      <w:bookmarkEnd w:id="160"/>
    </w:p>
    <w:p w14:paraId="4FEBD133" w14:textId="77777777" w:rsidR="00906F3A" w:rsidRPr="00F61A9C" w:rsidRDefault="00906F3A" w:rsidP="00906F3A">
      <w:r w:rsidRPr="00F61A9C">
        <w:t xml:space="preserve">Every equation in a chapter must be numbered as follows: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985"/>
      </w:tblGrid>
      <w:tr w:rsidR="00906F3A" w:rsidRPr="00F61A9C" w14:paraId="422D81ED" w14:textId="77777777" w:rsidTr="00EF154E">
        <w:tc>
          <w:tcPr>
            <w:tcW w:w="7225" w:type="dxa"/>
          </w:tcPr>
          <w:p w14:paraId="24C583DF" w14:textId="77777777" w:rsidR="00906F3A" w:rsidRPr="00F61A9C" w:rsidRDefault="00906F3A" w:rsidP="00EF154E">
            <w:pPr>
              <w:jc w:val="center"/>
            </w:pPr>
            <w:r w:rsidRPr="00F61A9C">
              <w:t>y= mx + c</w:t>
            </w:r>
          </w:p>
        </w:tc>
        <w:tc>
          <w:tcPr>
            <w:tcW w:w="985" w:type="dxa"/>
          </w:tcPr>
          <w:p w14:paraId="4860BC88" w14:textId="77777777" w:rsidR="00906F3A" w:rsidRPr="00F61A9C" w:rsidRDefault="00906F3A" w:rsidP="00EF154E">
            <w:pPr>
              <w:jc w:val="right"/>
              <w:rPr>
                <w:i/>
                <w:iCs/>
              </w:rPr>
            </w:pPr>
            <w:r w:rsidRPr="00F61A9C">
              <w:t>(</w:t>
            </w:r>
            <w:r w:rsidRPr="00F61A9C">
              <w:fldChar w:fldCharType="begin"/>
            </w:r>
            <w:r w:rsidRPr="00F61A9C">
              <w:instrText xml:space="preserve"> STYLEREF 1 \s </w:instrText>
            </w:r>
            <w:r w:rsidRPr="00F61A9C">
              <w:fldChar w:fldCharType="separate"/>
            </w:r>
            <w:r w:rsidRPr="00F61A9C">
              <w:t>2</w:t>
            </w:r>
            <w:r w:rsidRPr="00F61A9C">
              <w:fldChar w:fldCharType="end"/>
            </w:r>
            <w:r w:rsidRPr="00F61A9C">
              <w:t>.</w:t>
            </w:r>
            <w:r w:rsidRPr="00F61A9C">
              <w:fldChar w:fldCharType="begin"/>
            </w:r>
            <w:r w:rsidRPr="00F61A9C">
              <w:instrText xml:space="preserve"> SEQ Equation \* ARABIC \s 1 </w:instrText>
            </w:r>
            <w:r w:rsidRPr="00F61A9C">
              <w:fldChar w:fldCharType="separate"/>
            </w:r>
            <w:r w:rsidRPr="00F61A9C">
              <w:t>1</w:t>
            </w:r>
            <w:r w:rsidRPr="00F61A9C">
              <w:fldChar w:fldCharType="end"/>
            </w:r>
            <w:r w:rsidRPr="00F61A9C">
              <w:t>)</w:t>
            </w:r>
          </w:p>
        </w:tc>
      </w:tr>
    </w:tbl>
    <w:p w14:paraId="66DE36BD" w14:textId="77777777" w:rsidR="00906F3A" w:rsidRPr="00F61A9C" w:rsidRDefault="00906F3A" w:rsidP="00906F3A">
      <w:pPr>
        <w:spacing w:before="240" w:after="0"/>
        <w:ind w:firstLine="567"/>
      </w:pPr>
      <w:r w:rsidRPr="00F61A9C">
        <w:t xml:space="preserve">This is the first equation in Chapter 2. To create the equation, first you can insert a table of 1 row and 2 columns. Left Column you need to insert your equation within the body of the text center and Right Column must be caption of equations. Go to “References” menu bar and click “Insert Caption” and choose “Equation” under Label options dropdown list and tick the “Exclude label from caption”.  Click on “Numbering” and tick the “Include chapter number” and select “period (.)” as separator. </w:t>
      </w:r>
    </w:p>
    <w:p w14:paraId="52B45444" w14:textId="4CC206FB" w:rsidR="00906F3A" w:rsidRPr="00906F3A" w:rsidRDefault="00906F3A" w:rsidP="00906F3A">
      <w:pPr>
        <w:ind w:firstLine="567"/>
      </w:pPr>
      <w:r w:rsidRPr="00F61A9C">
        <w:t>Highlight the caption of equation and drag into Right Column. Then, click “Borders” under the “Table Design” and select “No Border” to hide the table border lines. Thus, for example, equations in Chapter 2 are numbered sequentially: 2.1, 2.2.</w:t>
      </w:r>
    </w:p>
    <w:p w14:paraId="48921104" w14:textId="30FBB3CA" w:rsidR="003C470B" w:rsidRPr="00975FFB" w:rsidRDefault="001F7E2C" w:rsidP="00E910E6">
      <w:pPr>
        <w:pStyle w:val="Heading3"/>
      </w:pPr>
      <w:bookmarkStart w:id="161" w:name="_Toc185259719"/>
      <w:r>
        <w:t>Table Numbering</w:t>
      </w:r>
      <w:bookmarkEnd w:id="161"/>
    </w:p>
    <w:p w14:paraId="5214F85D" w14:textId="77777777" w:rsidR="00F91BF7" w:rsidRDefault="00F91BF7" w:rsidP="003C470B">
      <w:pPr>
        <w:spacing w:after="0"/>
      </w:pPr>
      <w:r w:rsidRPr="00F61A9C">
        <w:t>Printed within the body of the text at the center of the frame and labeled according to the chapter in which they appear. Thus, for example, ta</w:t>
      </w:r>
      <w:r w:rsidRPr="005F59C8">
        <w:t>bles in Chapter 2 are numbered sequentially: Table 2.1, Table 2.2.</w:t>
      </w:r>
    </w:p>
    <w:p w14:paraId="1703CE39" w14:textId="77777777" w:rsidR="00683073" w:rsidRDefault="003C470B" w:rsidP="00FF58B7">
      <w:pPr>
        <w:spacing w:after="0"/>
        <w:ind w:firstLine="567"/>
      </w:pPr>
      <w:r>
        <w:t xml:space="preserve">To insert label above a table, </w:t>
      </w:r>
      <w:r w:rsidR="003518DF" w:rsidRPr="00FF58B7">
        <w:t>go</w:t>
      </w:r>
      <w:r w:rsidR="00FF58B7" w:rsidRPr="00FF58B7">
        <w:t xml:space="preserve"> to “References” menu bar and click “Insert Caption” and choose “</w:t>
      </w:r>
      <w:r w:rsidR="00FF58B7">
        <w:t>Table</w:t>
      </w:r>
      <w:r w:rsidR="00FF58B7" w:rsidRPr="00FF58B7">
        <w:t>” under Label options dropdown list</w:t>
      </w:r>
      <w:r>
        <w:t>. Click on “Numbering” and tick the “Include chapter number” and select “period (.)” as separator. When done, click “Update Table” to update the List of Tables.</w:t>
      </w:r>
    </w:p>
    <w:p w14:paraId="219C16D8" w14:textId="1CA849C8" w:rsidR="00165048" w:rsidRDefault="00237C85" w:rsidP="00840283">
      <w:pPr>
        <w:ind w:firstLine="567"/>
      </w:pPr>
      <w:r w:rsidRPr="005F59C8">
        <w:t>The label should be placed above the table itself and has the following format</w:t>
      </w:r>
      <w:r w:rsidR="00B90E7A">
        <w:t>.</w:t>
      </w:r>
      <w:bookmarkStart w:id="162" w:name="_Hlk158709700"/>
      <w:r w:rsidR="00DF7199">
        <w:t xml:space="preserve"> </w:t>
      </w:r>
    </w:p>
    <w:p w14:paraId="716C5B1C" w14:textId="0EC8C0BF" w:rsidR="00C06CDD" w:rsidRPr="005F5CFE" w:rsidRDefault="00C06CDD" w:rsidP="00E84D11">
      <w:pPr>
        <w:pStyle w:val="Caption"/>
        <w:keepNext/>
        <w:jc w:val="center"/>
        <w:rPr>
          <w:b/>
          <w:bCs/>
          <w:i w:val="0"/>
          <w:iCs w:val="0"/>
          <w:color w:val="auto"/>
          <w:sz w:val="24"/>
          <w:szCs w:val="24"/>
        </w:rPr>
      </w:pPr>
      <w:bookmarkStart w:id="163" w:name="_Toc176339787"/>
      <w:bookmarkStart w:id="164" w:name="_Toc185260902"/>
      <w:r w:rsidRPr="005F5CFE">
        <w:rPr>
          <w:b/>
          <w:bCs/>
          <w:i w:val="0"/>
          <w:iCs w:val="0"/>
          <w:color w:val="auto"/>
          <w:sz w:val="24"/>
          <w:szCs w:val="24"/>
        </w:rPr>
        <w:lastRenderedPageBreak/>
        <w:t xml:space="preserve">Table </w:t>
      </w:r>
      <w:r w:rsidRPr="005F5CFE">
        <w:rPr>
          <w:b/>
          <w:bCs/>
          <w:i w:val="0"/>
          <w:iCs w:val="0"/>
          <w:color w:val="auto"/>
          <w:sz w:val="24"/>
          <w:szCs w:val="24"/>
        </w:rPr>
        <w:fldChar w:fldCharType="begin"/>
      </w:r>
      <w:r w:rsidRPr="005F5CFE">
        <w:rPr>
          <w:b/>
          <w:bCs/>
          <w:i w:val="0"/>
          <w:iCs w:val="0"/>
          <w:color w:val="auto"/>
          <w:sz w:val="24"/>
          <w:szCs w:val="24"/>
        </w:rPr>
        <w:instrText xml:space="preserve"> STYLEREF 1 \s </w:instrText>
      </w:r>
      <w:r w:rsidRPr="005F5CFE">
        <w:rPr>
          <w:b/>
          <w:bCs/>
          <w:i w:val="0"/>
          <w:iCs w:val="0"/>
          <w:color w:val="auto"/>
          <w:sz w:val="24"/>
          <w:szCs w:val="24"/>
        </w:rPr>
        <w:fldChar w:fldCharType="separate"/>
      </w:r>
      <w:r w:rsidR="00B96E3F">
        <w:rPr>
          <w:b/>
          <w:bCs/>
          <w:i w:val="0"/>
          <w:iCs w:val="0"/>
          <w:noProof/>
          <w:color w:val="auto"/>
          <w:sz w:val="24"/>
          <w:szCs w:val="24"/>
        </w:rPr>
        <w:t>2</w:t>
      </w:r>
      <w:r w:rsidRPr="005F5CFE">
        <w:rPr>
          <w:b/>
          <w:bCs/>
          <w:i w:val="0"/>
          <w:iCs w:val="0"/>
          <w:color w:val="auto"/>
          <w:sz w:val="24"/>
          <w:szCs w:val="24"/>
        </w:rPr>
        <w:fldChar w:fldCharType="end"/>
      </w:r>
      <w:r w:rsidRPr="005F5CFE">
        <w:rPr>
          <w:b/>
          <w:bCs/>
          <w:i w:val="0"/>
          <w:iCs w:val="0"/>
          <w:color w:val="auto"/>
          <w:sz w:val="24"/>
          <w:szCs w:val="24"/>
        </w:rPr>
        <w:t>.</w:t>
      </w:r>
      <w:r w:rsidRPr="005F5CFE">
        <w:rPr>
          <w:b/>
          <w:bCs/>
          <w:i w:val="0"/>
          <w:iCs w:val="0"/>
          <w:color w:val="auto"/>
          <w:sz w:val="24"/>
          <w:szCs w:val="24"/>
        </w:rPr>
        <w:fldChar w:fldCharType="begin"/>
      </w:r>
      <w:r w:rsidRPr="005F5CFE">
        <w:rPr>
          <w:b/>
          <w:bCs/>
          <w:i w:val="0"/>
          <w:iCs w:val="0"/>
          <w:color w:val="auto"/>
          <w:sz w:val="24"/>
          <w:szCs w:val="24"/>
        </w:rPr>
        <w:instrText xml:space="preserve"> SEQ Table \* ARABIC \s 1 </w:instrText>
      </w:r>
      <w:r w:rsidRPr="005F5CFE">
        <w:rPr>
          <w:b/>
          <w:bCs/>
          <w:i w:val="0"/>
          <w:iCs w:val="0"/>
          <w:color w:val="auto"/>
          <w:sz w:val="24"/>
          <w:szCs w:val="24"/>
        </w:rPr>
        <w:fldChar w:fldCharType="separate"/>
      </w:r>
      <w:r w:rsidR="00B96E3F">
        <w:rPr>
          <w:b/>
          <w:bCs/>
          <w:i w:val="0"/>
          <w:iCs w:val="0"/>
          <w:noProof/>
          <w:color w:val="auto"/>
          <w:sz w:val="24"/>
          <w:szCs w:val="24"/>
        </w:rPr>
        <w:t>1</w:t>
      </w:r>
      <w:r w:rsidRPr="005F5CFE">
        <w:rPr>
          <w:b/>
          <w:bCs/>
          <w:i w:val="0"/>
          <w:iCs w:val="0"/>
          <w:color w:val="auto"/>
          <w:sz w:val="24"/>
          <w:szCs w:val="24"/>
        </w:rPr>
        <w:fldChar w:fldCharType="end"/>
      </w:r>
      <w:r w:rsidR="00AD22C6">
        <w:rPr>
          <w:b/>
          <w:bCs/>
          <w:i w:val="0"/>
          <w:iCs w:val="0"/>
          <w:color w:val="auto"/>
          <w:sz w:val="24"/>
          <w:szCs w:val="24"/>
        </w:rPr>
        <w:t>:</w:t>
      </w:r>
      <w:r w:rsidR="003A4953">
        <w:rPr>
          <w:b/>
          <w:bCs/>
          <w:i w:val="0"/>
          <w:iCs w:val="0"/>
          <w:color w:val="auto"/>
          <w:sz w:val="24"/>
          <w:szCs w:val="24"/>
        </w:rPr>
        <w:t xml:space="preserve"> Table </w:t>
      </w:r>
      <w:r w:rsidR="00CC507D">
        <w:rPr>
          <w:b/>
          <w:bCs/>
          <w:i w:val="0"/>
          <w:iCs w:val="0"/>
          <w:color w:val="auto"/>
          <w:sz w:val="24"/>
          <w:szCs w:val="24"/>
        </w:rPr>
        <w:t>E</w:t>
      </w:r>
      <w:r w:rsidR="003A4953">
        <w:rPr>
          <w:b/>
          <w:bCs/>
          <w:i w:val="0"/>
          <w:iCs w:val="0"/>
          <w:color w:val="auto"/>
          <w:sz w:val="24"/>
          <w:szCs w:val="24"/>
        </w:rPr>
        <w:t>xample</w:t>
      </w:r>
      <w:bookmarkEnd w:id="163"/>
      <w:bookmarkEnd w:id="164"/>
    </w:p>
    <w:tbl>
      <w:tblPr>
        <w:tblStyle w:val="TableGrid"/>
        <w:tblW w:w="8364" w:type="dxa"/>
        <w:tblInd w:w="108" w:type="dxa"/>
        <w:tblLook w:val="04A0" w:firstRow="1" w:lastRow="0" w:firstColumn="1" w:lastColumn="0" w:noHBand="0" w:noVBand="1"/>
      </w:tblPr>
      <w:tblGrid>
        <w:gridCol w:w="4252"/>
        <w:gridCol w:w="4112"/>
      </w:tblGrid>
      <w:tr w:rsidR="00E84D11" w14:paraId="4557DEFD" w14:textId="77777777" w:rsidTr="00E84D11">
        <w:tc>
          <w:tcPr>
            <w:tcW w:w="4252" w:type="dxa"/>
          </w:tcPr>
          <w:p w14:paraId="74B73AFF" w14:textId="77777777" w:rsidR="00E84D11" w:rsidRPr="0029049E" w:rsidRDefault="00E84D11" w:rsidP="00474594">
            <w:pPr>
              <w:spacing w:line="276" w:lineRule="auto"/>
              <w:jc w:val="center"/>
              <w:rPr>
                <w:b/>
              </w:rPr>
            </w:pPr>
            <w:r w:rsidRPr="0029049E">
              <w:rPr>
                <w:b/>
              </w:rPr>
              <w:t>Heading</w:t>
            </w:r>
          </w:p>
        </w:tc>
        <w:tc>
          <w:tcPr>
            <w:tcW w:w="4112" w:type="dxa"/>
          </w:tcPr>
          <w:p w14:paraId="345F4146" w14:textId="77777777" w:rsidR="00E84D11" w:rsidRPr="0029049E" w:rsidRDefault="00E84D11" w:rsidP="00474594">
            <w:pPr>
              <w:spacing w:line="276" w:lineRule="auto"/>
              <w:jc w:val="center"/>
              <w:rPr>
                <w:b/>
              </w:rPr>
            </w:pPr>
            <w:r w:rsidRPr="0029049E">
              <w:rPr>
                <w:b/>
              </w:rPr>
              <w:t>Heading</w:t>
            </w:r>
          </w:p>
        </w:tc>
      </w:tr>
      <w:tr w:rsidR="00E84D11" w14:paraId="4FF0EF5D" w14:textId="77777777" w:rsidTr="00E84D11">
        <w:tc>
          <w:tcPr>
            <w:tcW w:w="4252" w:type="dxa"/>
          </w:tcPr>
          <w:p w14:paraId="57127177" w14:textId="77777777" w:rsidR="00E84D11" w:rsidRDefault="00E84D11" w:rsidP="00474594">
            <w:pPr>
              <w:spacing w:line="276" w:lineRule="auto"/>
              <w:jc w:val="center"/>
            </w:pPr>
            <w:r>
              <w:t>Test</w:t>
            </w:r>
          </w:p>
        </w:tc>
        <w:tc>
          <w:tcPr>
            <w:tcW w:w="4112" w:type="dxa"/>
          </w:tcPr>
          <w:p w14:paraId="7997CF19" w14:textId="77777777" w:rsidR="00E84D11" w:rsidRDefault="00E84D11" w:rsidP="00474594">
            <w:pPr>
              <w:spacing w:line="276" w:lineRule="auto"/>
              <w:jc w:val="center"/>
            </w:pPr>
            <w:r>
              <w:t>Text</w:t>
            </w:r>
          </w:p>
        </w:tc>
      </w:tr>
      <w:tr w:rsidR="00E84D11" w14:paraId="40B5C71E" w14:textId="77777777" w:rsidTr="00E84D11">
        <w:tc>
          <w:tcPr>
            <w:tcW w:w="4252" w:type="dxa"/>
          </w:tcPr>
          <w:p w14:paraId="691B913C" w14:textId="77777777" w:rsidR="00E84D11" w:rsidRDefault="00E84D11" w:rsidP="00474594">
            <w:pPr>
              <w:spacing w:line="276" w:lineRule="auto"/>
            </w:pPr>
          </w:p>
        </w:tc>
        <w:tc>
          <w:tcPr>
            <w:tcW w:w="4112" w:type="dxa"/>
          </w:tcPr>
          <w:p w14:paraId="619F8B74" w14:textId="77777777" w:rsidR="00E84D11" w:rsidRDefault="00E84D11" w:rsidP="00474594">
            <w:pPr>
              <w:spacing w:line="276" w:lineRule="auto"/>
            </w:pPr>
          </w:p>
        </w:tc>
      </w:tr>
    </w:tbl>
    <w:p w14:paraId="35C5CDF5" w14:textId="645E6EAA" w:rsidR="002E1547" w:rsidRPr="00F26220" w:rsidRDefault="0066266F" w:rsidP="00F26220">
      <w:pPr>
        <w:spacing w:before="240" w:line="240" w:lineRule="auto"/>
        <w:jc w:val="left"/>
        <w:rPr>
          <w:szCs w:val="28"/>
        </w:rPr>
      </w:pPr>
      <w:bookmarkStart w:id="165" w:name="_Toc528491959"/>
      <w:bookmarkStart w:id="166" w:name="_Toc528509093"/>
      <w:r w:rsidRPr="00F61A9C">
        <w:rPr>
          <w:i/>
          <w:szCs w:val="28"/>
        </w:rPr>
        <w:t xml:space="preserve">Note. </w:t>
      </w:r>
      <w:r w:rsidRPr="00F61A9C">
        <w:rPr>
          <w:szCs w:val="28"/>
        </w:rPr>
        <w:t>From “Title of source…”, by Author, Year, Publisher.</w:t>
      </w:r>
    </w:p>
    <w:p w14:paraId="78D2F1E6" w14:textId="75F884DD" w:rsidR="00EE6706" w:rsidRPr="00653D28" w:rsidRDefault="00975FFB" w:rsidP="00E20A34">
      <w:pPr>
        <w:pStyle w:val="Heading2"/>
        <w:spacing w:after="240"/>
        <w:ind w:left="567" w:hanging="567"/>
      </w:pPr>
      <w:bookmarkStart w:id="167" w:name="_Toc185259720"/>
      <w:bookmarkEnd w:id="162"/>
      <w:bookmarkEnd w:id="165"/>
      <w:bookmarkEnd w:id="166"/>
      <w:r>
        <w:t>Review of Research</w:t>
      </w:r>
      <w:bookmarkEnd w:id="167"/>
    </w:p>
    <w:p w14:paraId="45306C1C" w14:textId="77777777" w:rsidR="004C7713" w:rsidRDefault="004C7713" w:rsidP="004C7713">
      <w:pPr>
        <w:pStyle w:val="Heading2"/>
        <w:spacing w:after="240"/>
        <w:ind w:left="567" w:hanging="567"/>
      </w:pPr>
      <w:bookmarkStart w:id="168" w:name="_Toc185259721"/>
      <w:r>
        <w:t>Subheading 1</w:t>
      </w:r>
      <w:bookmarkStart w:id="169" w:name="_Toc528510723"/>
      <w:bookmarkStart w:id="170" w:name="_Toc528743068"/>
      <w:bookmarkStart w:id="171" w:name="_Toc528764257"/>
      <w:bookmarkStart w:id="172" w:name="_Toc528848651"/>
      <w:bookmarkStart w:id="173" w:name="_Toc528849614"/>
      <w:bookmarkEnd w:id="168"/>
    </w:p>
    <w:p w14:paraId="1D20DFC6" w14:textId="12DC535E" w:rsidR="004C7713" w:rsidRDefault="004C7713" w:rsidP="004C7713">
      <w:pPr>
        <w:pStyle w:val="Heading2"/>
        <w:spacing w:after="240"/>
        <w:ind w:left="567" w:hanging="567"/>
      </w:pPr>
      <w:bookmarkStart w:id="174" w:name="_Toc185259722"/>
      <w:r>
        <w:t>Subheading 2</w:t>
      </w:r>
      <w:bookmarkEnd w:id="174"/>
    </w:p>
    <w:p w14:paraId="6B6CFA6F" w14:textId="6DB03CFE" w:rsidR="007E4F04" w:rsidRPr="00856AEF" w:rsidRDefault="00302BDD" w:rsidP="004C7713">
      <w:pPr>
        <w:pStyle w:val="Heading2"/>
        <w:spacing w:after="240"/>
        <w:ind w:left="567" w:hanging="567"/>
      </w:pPr>
      <w:bookmarkStart w:id="175" w:name="_Toc185259723"/>
      <w:r w:rsidRPr="00653D28">
        <w:t>Chapter Summary</w:t>
      </w:r>
      <w:bookmarkEnd w:id="169"/>
      <w:bookmarkEnd w:id="170"/>
      <w:bookmarkEnd w:id="171"/>
      <w:bookmarkEnd w:id="172"/>
      <w:bookmarkEnd w:id="173"/>
      <w:bookmarkEnd w:id="175"/>
      <w:r w:rsidR="00856AEF">
        <w:br w:type="page"/>
      </w:r>
    </w:p>
    <w:p w14:paraId="4B41624D" w14:textId="77777777" w:rsidR="0078401B" w:rsidRPr="00395B77" w:rsidRDefault="00782BBF" w:rsidP="00264402">
      <w:pPr>
        <w:pStyle w:val="Heading1"/>
        <w:spacing w:after="240"/>
        <w:ind w:left="0" w:firstLine="709"/>
        <w:jc w:val="center"/>
      </w:pPr>
      <w:bookmarkStart w:id="176" w:name="_Toc528491953"/>
      <w:bookmarkStart w:id="177" w:name="_Toc528509087"/>
      <w:bookmarkStart w:id="178" w:name="_Toc528510724"/>
      <w:bookmarkStart w:id="179" w:name="_Toc528743069"/>
      <w:bookmarkStart w:id="180" w:name="_Toc528764258"/>
      <w:bookmarkStart w:id="181" w:name="_Toc528848652"/>
      <w:bookmarkStart w:id="182" w:name="_Toc528849615"/>
      <w:r>
        <w:rPr>
          <w:rStyle w:val="Heading2Char"/>
          <w:b/>
        </w:rPr>
        <w:lastRenderedPageBreak/>
        <w:br/>
      </w:r>
      <w:bookmarkStart w:id="183" w:name="_Toc185259724"/>
      <w:r w:rsidR="0078401B" w:rsidRPr="00395B77">
        <w:rPr>
          <w:rStyle w:val="Heading2Char"/>
          <w:b/>
        </w:rPr>
        <w:t>METHODOLOGY</w:t>
      </w:r>
      <w:bookmarkEnd w:id="176"/>
      <w:bookmarkEnd w:id="177"/>
      <w:bookmarkEnd w:id="178"/>
      <w:bookmarkEnd w:id="179"/>
      <w:bookmarkEnd w:id="180"/>
      <w:bookmarkEnd w:id="181"/>
      <w:bookmarkEnd w:id="182"/>
      <w:bookmarkEnd w:id="183"/>
    </w:p>
    <w:p w14:paraId="2664F1AD" w14:textId="77777777" w:rsidR="0007224E" w:rsidRPr="0007224E" w:rsidRDefault="0007224E" w:rsidP="001C547D">
      <w:pPr>
        <w:pStyle w:val="ListParagraph"/>
        <w:keepNext/>
        <w:keepLines/>
        <w:numPr>
          <w:ilvl w:val="0"/>
          <w:numId w:val="25"/>
        </w:numPr>
        <w:spacing w:before="40" w:after="0"/>
        <w:contextualSpacing w:val="0"/>
        <w:jc w:val="left"/>
        <w:outlineLvl w:val="2"/>
        <w:rPr>
          <w:rFonts w:eastAsiaTheme="majorEastAsia" w:cstheme="majorBidi"/>
          <w:b/>
          <w:vanish/>
          <w:szCs w:val="26"/>
        </w:rPr>
      </w:pPr>
      <w:bookmarkStart w:id="184" w:name="_Toc528510725"/>
      <w:bookmarkStart w:id="185" w:name="_Toc528743070"/>
      <w:bookmarkStart w:id="186" w:name="_Toc528764259"/>
      <w:bookmarkStart w:id="187" w:name="_Toc528848653"/>
      <w:bookmarkStart w:id="188" w:name="_Toc528849616"/>
      <w:bookmarkStart w:id="189" w:name="_Toc528849930"/>
      <w:bookmarkStart w:id="190" w:name="_Toc528850031"/>
      <w:bookmarkStart w:id="191" w:name="_Toc528850132"/>
      <w:bookmarkStart w:id="192" w:name="_Toc528850233"/>
      <w:bookmarkStart w:id="193" w:name="_Toc528850334"/>
      <w:bookmarkStart w:id="194" w:name="_Toc528850513"/>
      <w:bookmarkStart w:id="195" w:name="_Toc528850692"/>
      <w:bookmarkStart w:id="196" w:name="_Toc528850787"/>
      <w:bookmarkStart w:id="197" w:name="_Toc103335741"/>
      <w:bookmarkStart w:id="198" w:name="_Toc142039186"/>
      <w:bookmarkStart w:id="199" w:name="_Toc142039318"/>
      <w:bookmarkStart w:id="200" w:name="_Toc142039447"/>
      <w:bookmarkStart w:id="201" w:name="_Toc142040426"/>
      <w:bookmarkStart w:id="202" w:name="_Toc156900442"/>
      <w:bookmarkStart w:id="203" w:name="_Toc158972275"/>
      <w:bookmarkStart w:id="204" w:name="_Toc160707872"/>
      <w:bookmarkStart w:id="205" w:name="_Toc160708012"/>
      <w:bookmarkStart w:id="206" w:name="_Toc160708078"/>
      <w:bookmarkStart w:id="207" w:name="_Toc160708144"/>
      <w:bookmarkStart w:id="208" w:name="_Toc160713790"/>
      <w:bookmarkStart w:id="209" w:name="_Toc160714289"/>
      <w:bookmarkStart w:id="210" w:name="_Toc162254071"/>
      <w:bookmarkStart w:id="211" w:name="_Toc162274426"/>
      <w:bookmarkStart w:id="212" w:name="_Toc163037262"/>
      <w:bookmarkStart w:id="213" w:name="_Toc163037439"/>
      <w:bookmarkStart w:id="214" w:name="_Toc163124232"/>
      <w:bookmarkStart w:id="215" w:name="_Toc163127304"/>
      <w:bookmarkStart w:id="216" w:name="_Toc163134220"/>
      <w:bookmarkStart w:id="217" w:name="_Toc185159075"/>
      <w:bookmarkStart w:id="218" w:name="_Toc185159885"/>
      <w:bookmarkStart w:id="219" w:name="_Toc185159948"/>
      <w:bookmarkStart w:id="220" w:name="_Toc185233385"/>
      <w:bookmarkStart w:id="221" w:name="_Toc185259452"/>
      <w:bookmarkStart w:id="222" w:name="_Toc185259725"/>
      <w:bookmarkStart w:id="223" w:name="_Toc528491954"/>
      <w:bookmarkStart w:id="224" w:name="_Toc52850908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09983B30" w14:textId="1ED73D8F" w:rsidR="0078401B" w:rsidRPr="00F61A9C" w:rsidRDefault="00BC1842" w:rsidP="00E20A34">
      <w:pPr>
        <w:pStyle w:val="Heading2"/>
        <w:numPr>
          <w:ilvl w:val="1"/>
          <w:numId w:val="37"/>
        </w:numPr>
        <w:spacing w:after="240"/>
        <w:ind w:left="567" w:hanging="567"/>
      </w:pPr>
      <w:bookmarkStart w:id="225" w:name="_Toc185259726"/>
      <w:bookmarkEnd w:id="223"/>
      <w:bookmarkEnd w:id="224"/>
      <w:r w:rsidRPr="00F61A9C">
        <w:t>Introduction</w:t>
      </w:r>
      <w:bookmarkEnd w:id="225"/>
    </w:p>
    <w:p w14:paraId="302362E6" w14:textId="77777777" w:rsidR="007E4F04" w:rsidRPr="005F59C8" w:rsidRDefault="007E4F04" w:rsidP="00782BBF">
      <w:pPr>
        <w:pStyle w:val="normalpara"/>
        <w:ind w:firstLine="0"/>
      </w:pPr>
      <w:r w:rsidRPr="005F59C8">
        <w:t xml:space="preserve">Figures, like tables are printed within the body of the text at the </w:t>
      </w:r>
      <w:proofErr w:type="spellStart"/>
      <w:r w:rsidRPr="005F59C8">
        <w:t>centre</w:t>
      </w:r>
      <w:proofErr w:type="spellEnd"/>
      <w:r w:rsidRPr="005F59C8">
        <w:t xml:space="preserve"> of the frame and labelled according to the chapter in which they appear. Thus, for example, figures in Chapter 3 are numbered sequentially: Figure 3.1, Figure 3.2.</w:t>
      </w:r>
    </w:p>
    <w:p w14:paraId="5895EFD0" w14:textId="77777777" w:rsidR="007E4F04" w:rsidRPr="00B54C59" w:rsidRDefault="007E4F04" w:rsidP="00C70661">
      <w:pPr>
        <w:pStyle w:val="normalpara"/>
        <w:spacing w:after="240"/>
      </w:pPr>
      <w:r w:rsidRPr="005F59C8">
        <w:t>Figures, unlike text or tables, contain graphs, illustrations or photographs and their labels are placed at the bottom of the figure rather than at the top (using the same format used for tables).</w:t>
      </w:r>
      <w:r>
        <w:t xml:space="preserve"> </w:t>
      </w:r>
      <w:r w:rsidRPr="005F59C8">
        <w:t>If the figure occupies more than one page, the continued figure on the following page should indicate that it is a continuation: for example: ‘Figure 3.7, continued’. If the figure contains a citation, the source of the ref</w:t>
      </w:r>
      <w:r>
        <w:t xml:space="preserve">erence should be placed at the </w:t>
      </w:r>
      <w:r w:rsidRPr="005F59C8">
        <w:t>bottom, after the label.</w:t>
      </w:r>
    </w:p>
    <w:p w14:paraId="0B1DEBBD" w14:textId="77777777" w:rsidR="00673A19" w:rsidRDefault="00DF51E9" w:rsidP="00E20A34">
      <w:pPr>
        <w:pStyle w:val="Heading2"/>
        <w:spacing w:after="240"/>
        <w:ind w:left="567" w:hanging="567"/>
      </w:pPr>
      <w:bookmarkStart w:id="226" w:name="_Toc185259727"/>
      <w:r>
        <w:t>Research Design</w:t>
      </w:r>
      <w:bookmarkEnd w:id="226"/>
    </w:p>
    <w:p w14:paraId="4BA1ABF3" w14:textId="2BCCE4B1" w:rsidR="00E55043" w:rsidRPr="00E55043" w:rsidRDefault="00E55043" w:rsidP="002D60C6">
      <w:pPr>
        <w:pStyle w:val="Caption"/>
        <w:keepNext/>
        <w:jc w:val="center"/>
        <w:rPr>
          <w:b/>
          <w:bCs/>
          <w:i w:val="0"/>
          <w:iCs w:val="0"/>
          <w:color w:val="auto"/>
          <w:sz w:val="24"/>
          <w:szCs w:val="24"/>
        </w:rPr>
      </w:pPr>
      <w:bookmarkStart w:id="227" w:name="_Toc185260819"/>
      <w:r w:rsidRPr="00E55043">
        <w:rPr>
          <w:b/>
          <w:bCs/>
          <w:i w:val="0"/>
          <w:iCs w:val="0"/>
          <w:color w:val="auto"/>
          <w:sz w:val="24"/>
          <w:szCs w:val="24"/>
        </w:rPr>
        <w:t xml:space="preserve">Figure </w:t>
      </w:r>
      <w:r w:rsidRPr="00E55043">
        <w:rPr>
          <w:b/>
          <w:bCs/>
          <w:i w:val="0"/>
          <w:iCs w:val="0"/>
          <w:color w:val="auto"/>
          <w:sz w:val="24"/>
          <w:szCs w:val="24"/>
        </w:rPr>
        <w:fldChar w:fldCharType="begin"/>
      </w:r>
      <w:r w:rsidRPr="00E55043">
        <w:rPr>
          <w:b/>
          <w:bCs/>
          <w:i w:val="0"/>
          <w:iCs w:val="0"/>
          <w:color w:val="auto"/>
          <w:sz w:val="24"/>
          <w:szCs w:val="24"/>
        </w:rPr>
        <w:instrText xml:space="preserve"> STYLEREF 1 \s </w:instrText>
      </w:r>
      <w:r w:rsidRPr="00E55043">
        <w:rPr>
          <w:b/>
          <w:bCs/>
          <w:i w:val="0"/>
          <w:iCs w:val="0"/>
          <w:color w:val="auto"/>
          <w:sz w:val="24"/>
          <w:szCs w:val="24"/>
        </w:rPr>
        <w:fldChar w:fldCharType="separate"/>
      </w:r>
      <w:r>
        <w:rPr>
          <w:b/>
          <w:bCs/>
          <w:i w:val="0"/>
          <w:iCs w:val="0"/>
          <w:noProof/>
          <w:color w:val="auto"/>
          <w:sz w:val="24"/>
          <w:szCs w:val="24"/>
        </w:rPr>
        <w:t>3</w:t>
      </w:r>
      <w:r w:rsidRPr="00E55043">
        <w:rPr>
          <w:b/>
          <w:bCs/>
          <w:i w:val="0"/>
          <w:iCs w:val="0"/>
          <w:color w:val="auto"/>
          <w:sz w:val="24"/>
          <w:szCs w:val="24"/>
        </w:rPr>
        <w:fldChar w:fldCharType="end"/>
      </w:r>
      <w:r w:rsidRPr="00E55043">
        <w:rPr>
          <w:b/>
          <w:bCs/>
          <w:i w:val="0"/>
          <w:iCs w:val="0"/>
          <w:color w:val="auto"/>
          <w:sz w:val="24"/>
          <w:szCs w:val="24"/>
        </w:rPr>
        <w:t>.</w:t>
      </w:r>
      <w:r w:rsidRPr="00E55043">
        <w:rPr>
          <w:b/>
          <w:bCs/>
          <w:i w:val="0"/>
          <w:iCs w:val="0"/>
          <w:color w:val="auto"/>
          <w:sz w:val="24"/>
          <w:szCs w:val="24"/>
        </w:rPr>
        <w:fldChar w:fldCharType="begin"/>
      </w:r>
      <w:r w:rsidRPr="00E55043">
        <w:rPr>
          <w:b/>
          <w:bCs/>
          <w:i w:val="0"/>
          <w:iCs w:val="0"/>
          <w:color w:val="auto"/>
          <w:sz w:val="24"/>
          <w:szCs w:val="24"/>
        </w:rPr>
        <w:instrText xml:space="preserve"> SEQ Figure \* ARABIC \s 1 </w:instrText>
      </w:r>
      <w:r w:rsidRPr="00E55043">
        <w:rPr>
          <w:b/>
          <w:bCs/>
          <w:i w:val="0"/>
          <w:iCs w:val="0"/>
          <w:color w:val="auto"/>
          <w:sz w:val="24"/>
          <w:szCs w:val="24"/>
        </w:rPr>
        <w:fldChar w:fldCharType="separate"/>
      </w:r>
      <w:r>
        <w:rPr>
          <w:b/>
          <w:bCs/>
          <w:i w:val="0"/>
          <w:iCs w:val="0"/>
          <w:noProof/>
          <w:color w:val="auto"/>
          <w:sz w:val="24"/>
          <w:szCs w:val="24"/>
        </w:rPr>
        <w:t>1</w:t>
      </w:r>
      <w:r w:rsidRPr="00E55043">
        <w:rPr>
          <w:b/>
          <w:bCs/>
          <w:i w:val="0"/>
          <w:iCs w:val="0"/>
          <w:color w:val="auto"/>
          <w:sz w:val="24"/>
          <w:szCs w:val="24"/>
        </w:rPr>
        <w:fldChar w:fldCharType="end"/>
      </w:r>
      <w:r w:rsidR="006C469A">
        <w:rPr>
          <w:b/>
          <w:bCs/>
          <w:i w:val="0"/>
          <w:iCs w:val="0"/>
          <w:color w:val="auto"/>
          <w:sz w:val="24"/>
          <w:szCs w:val="24"/>
        </w:rPr>
        <w:t xml:space="preserve">: </w:t>
      </w:r>
      <w:r w:rsidR="002D60C6">
        <w:rPr>
          <w:b/>
          <w:bCs/>
          <w:i w:val="0"/>
          <w:iCs w:val="0"/>
          <w:color w:val="auto"/>
          <w:sz w:val="24"/>
          <w:szCs w:val="24"/>
        </w:rPr>
        <w:t xml:space="preserve">Bell </w:t>
      </w:r>
      <w:r w:rsidR="00CC507D">
        <w:rPr>
          <w:b/>
          <w:bCs/>
          <w:i w:val="0"/>
          <w:iCs w:val="0"/>
          <w:color w:val="auto"/>
          <w:sz w:val="24"/>
          <w:szCs w:val="24"/>
        </w:rPr>
        <w:t>C</w:t>
      </w:r>
      <w:r w:rsidR="002D60C6">
        <w:rPr>
          <w:b/>
          <w:bCs/>
          <w:i w:val="0"/>
          <w:iCs w:val="0"/>
          <w:color w:val="auto"/>
          <w:sz w:val="24"/>
          <w:szCs w:val="24"/>
        </w:rPr>
        <w:t>urve</w:t>
      </w:r>
      <w:bookmarkEnd w:id="227"/>
    </w:p>
    <w:p w14:paraId="6EC2C6CE" w14:textId="6278BA58" w:rsidR="00971E8E" w:rsidRPr="007E1ED2" w:rsidRDefault="007E4F04" w:rsidP="00F26220">
      <w:pPr>
        <w:spacing w:after="0"/>
        <w:jc w:val="center"/>
        <w:rPr>
          <w:color w:val="FF0000"/>
        </w:rPr>
      </w:pPr>
      <w:r w:rsidRPr="007E1ED2">
        <w:rPr>
          <w:noProof/>
          <w:color w:val="FF0000"/>
        </w:rPr>
        <w:drawing>
          <wp:inline distT="0" distB="0" distL="0" distR="0" wp14:anchorId="66E8CB3F" wp14:editId="0691A5C0">
            <wp:extent cx="3371850" cy="2545039"/>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gif"/>
                    <pic:cNvPicPr/>
                  </pic:nvPicPr>
                  <pic:blipFill>
                    <a:blip r:embed="rId11">
                      <a:extLst>
                        <a:ext uri="{28A0092B-C50C-407E-A947-70E740481C1C}">
                          <a14:useLocalDpi xmlns:a14="http://schemas.microsoft.com/office/drawing/2010/main" val="0"/>
                        </a:ext>
                      </a:extLst>
                    </a:blip>
                    <a:stretch>
                      <a:fillRect/>
                    </a:stretch>
                  </pic:blipFill>
                  <pic:spPr>
                    <a:xfrm>
                      <a:off x="0" y="0"/>
                      <a:ext cx="3372643" cy="2545638"/>
                    </a:xfrm>
                    <a:prstGeom prst="rect">
                      <a:avLst/>
                    </a:prstGeom>
                  </pic:spPr>
                </pic:pic>
              </a:graphicData>
            </a:graphic>
          </wp:inline>
        </w:drawing>
      </w:r>
    </w:p>
    <w:p w14:paraId="393D94DB" w14:textId="129FF077" w:rsidR="009A11B3" w:rsidRPr="00F61A9C" w:rsidRDefault="00673A19" w:rsidP="00F26220">
      <w:pPr>
        <w:spacing w:before="240" w:after="0" w:line="240" w:lineRule="auto"/>
        <w:jc w:val="left"/>
        <w:rPr>
          <w:szCs w:val="28"/>
        </w:rPr>
      </w:pPr>
      <w:r w:rsidRPr="00F61A9C">
        <w:rPr>
          <w:i/>
          <w:szCs w:val="28"/>
        </w:rPr>
        <w:t>Note</w:t>
      </w:r>
      <w:r w:rsidR="00A620D1" w:rsidRPr="00F61A9C">
        <w:rPr>
          <w:i/>
          <w:szCs w:val="28"/>
        </w:rPr>
        <w:t>.</w:t>
      </w:r>
      <w:r w:rsidRPr="00F61A9C">
        <w:rPr>
          <w:i/>
          <w:szCs w:val="28"/>
        </w:rPr>
        <w:t xml:space="preserve"> </w:t>
      </w:r>
      <w:r w:rsidRPr="00F61A9C">
        <w:rPr>
          <w:szCs w:val="28"/>
        </w:rPr>
        <w:t xml:space="preserve">From “Title of source…”, by Author, </w:t>
      </w:r>
      <w:r w:rsidR="009300DA" w:rsidRPr="00F61A9C">
        <w:rPr>
          <w:szCs w:val="28"/>
        </w:rPr>
        <w:t>Y</w:t>
      </w:r>
      <w:r w:rsidRPr="00F61A9C">
        <w:rPr>
          <w:szCs w:val="28"/>
        </w:rPr>
        <w:t>ear, Publisher.</w:t>
      </w:r>
    </w:p>
    <w:p w14:paraId="5CD55D0A" w14:textId="5B3BC9CB" w:rsidR="00625E0F" w:rsidRPr="007E4F04" w:rsidRDefault="000C4D33" w:rsidP="00E20A34">
      <w:pPr>
        <w:pStyle w:val="Heading2"/>
        <w:spacing w:after="240"/>
        <w:ind w:left="567" w:hanging="567"/>
      </w:pPr>
      <w:bookmarkStart w:id="228" w:name="_Toc185259728"/>
      <w:r>
        <w:lastRenderedPageBreak/>
        <w:t>Research Method</w:t>
      </w:r>
      <w:bookmarkEnd w:id="228"/>
    </w:p>
    <w:p w14:paraId="005F39A1" w14:textId="7F663B85" w:rsidR="0078401B" w:rsidRDefault="000C4D33" w:rsidP="00E20A34">
      <w:pPr>
        <w:pStyle w:val="Heading2"/>
        <w:spacing w:after="240"/>
        <w:ind w:left="567" w:hanging="567"/>
      </w:pPr>
      <w:bookmarkStart w:id="229" w:name="_Toc185259729"/>
      <w:r>
        <w:t>Data Collection Methods</w:t>
      </w:r>
      <w:bookmarkEnd w:id="229"/>
    </w:p>
    <w:p w14:paraId="603285AA" w14:textId="50911EB5" w:rsidR="0078401B" w:rsidRDefault="000C4D33" w:rsidP="00E20A34">
      <w:pPr>
        <w:pStyle w:val="Heading2"/>
        <w:spacing w:after="240"/>
        <w:ind w:left="567" w:hanging="567"/>
      </w:pPr>
      <w:bookmarkStart w:id="230" w:name="_Toc185259730"/>
      <w:r>
        <w:t>Subheading 1</w:t>
      </w:r>
      <w:bookmarkEnd w:id="230"/>
    </w:p>
    <w:p w14:paraId="50E3C0F4" w14:textId="5FC918D5" w:rsidR="0078401B" w:rsidRDefault="00892F8A" w:rsidP="00892F8A">
      <w:pPr>
        <w:pStyle w:val="Heading2"/>
        <w:spacing w:after="240"/>
        <w:ind w:left="567" w:hanging="567"/>
      </w:pPr>
      <w:bookmarkStart w:id="231" w:name="_Toc185259731"/>
      <w:r>
        <w:t xml:space="preserve">Subheading </w:t>
      </w:r>
      <w:r w:rsidR="000C4D33">
        <w:t>2</w:t>
      </w:r>
      <w:bookmarkEnd w:id="231"/>
      <w:r w:rsidR="0078401B" w:rsidRPr="00D36672">
        <w:tab/>
      </w:r>
    </w:p>
    <w:p w14:paraId="33271F89" w14:textId="0CD92E00" w:rsidR="000C4D33" w:rsidRDefault="000C4D33" w:rsidP="00E20A34">
      <w:pPr>
        <w:pStyle w:val="Heading2"/>
        <w:spacing w:after="240"/>
        <w:ind w:left="567" w:hanging="567"/>
      </w:pPr>
      <w:bookmarkStart w:id="232" w:name="_Toc185259732"/>
      <w:r>
        <w:t>Subheading 3</w:t>
      </w:r>
      <w:bookmarkEnd w:id="232"/>
    </w:p>
    <w:p w14:paraId="13EC2CE3" w14:textId="72809CFA" w:rsidR="000C4D33" w:rsidRDefault="000C4D33" w:rsidP="00E20A34">
      <w:pPr>
        <w:pStyle w:val="Heading2"/>
        <w:spacing w:after="240"/>
        <w:ind w:left="567" w:hanging="567"/>
      </w:pPr>
      <w:bookmarkStart w:id="233" w:name="_Toc185259733"/>
      <w:r>
        <w:t>Subheading 4</w:t>
      </w:r>
      <w:bookmarkEnd w:id="233"/>
    </w:p>
    <w:p w14:paraId="4C6E2143" w14:textId="7EF18E47" w:rsidR="002B548C" w:rsidRDefault="00DF51E9" w:rsidP="00E20A34">
      <w:pPr>
        <w:pStyle w:val="Heading2"/>
        <w:spacing w:after="240"/>
        <w:ind w:left="567" w:hanging="567"/>
      </w:pPr>
      <w:bookmarkStart w:id="234" w:name="_Toc185259734"/>
      <w:r>
        <w:t>Chapter Summar</w:t>
      </w:r>
      <w:r w:rsidR="00D51E8C">
        <w:t>y</w:t>
      </w:r>
      <w:bookmarkEnd w:id="234"/>
    </w:p>
    <w:p w14:paraId="37FEF243" w14:textId="77777777" w:rsidR="00395B77" w:rsidRDefault="00395B77" w:rsidP="00DF51E9">
      <w:r>
        <w:br w:type="page"/>
      </w:r>
    </w:p>
    <w:p w14:paraId="4AA0D5E5" w14:textId="1CE5A009" w:rsidR="0078401B" w:rsidRDefault="00782BBF" w:rsidP="00F26220">
      <w:pPr>
        <w:pStyle w:val="Heading1"/>
        <w:spacing w:after="240"/>
        <w:ind w:left="0" w:firstLine="1134"/>
        <w:jc w:val="center"/>
        <w:rPr>
          <w:rStyle w:val="Heading2Char"/>
          <w:b/>
        </w:rPr>
      </w:pPr>
      <w:bookmarkStart w:id="235" w:name="_Toc528504625"/>
      <w:bookmarkStart w:id="236" w:name="_Toc528507094"/>
      <w:bookmarkStart w:id="237" w:name="_Toc528507138"/>
      <w:bookmarkStart w:id="238" w:name="_Toc528507176"/>
      <w:bookmarkStart w:id="239" w:name="_Toc528509098"/>
      <w:bookmarkStart w:id="240" w:name="_Toc528510736"/>
      <w:bookmarkStart w:id="241" w:name="_Toc528743081"/>
      <w:bookmarkStart w:id="242" w:name="_Toc528764270"/>
      <w:bookmarkStart w:id="243" w:name="_Toc528848664"/>
      <w:bookmarkStart w:id="244" w:name="_Toc528849627"/>
      <w:bookmarkStart w:id="245" w:name="_Toc528849941"/>
      <w:bookmarkStart w:id="246" w:name="_Toc528850042"/>
      <w:bookmarkStart w:id="247" w:name="_Toc528850143"/>
      <w:bookmarkStart w:id="248" w:name="_Toc528850244"/>
      <w:bookmarkStart w:id="249" w:name="_Toc528850345"/>
      <w:bookmarkStart w:id="250" w:name="_Toc528850524"/>
      <w:bookmarkStart w:id="251" w:name="_Toc528850703"/>
      <w:bookmarkStart w:id="252" w:name="_Toc528850798"/>
      <w:bookmarkStart w:id="253" w:name="_Toc528850931"/>
      <w:bookmarkStart w:id="254" w:name="_Toc528850945"/>
      <w:bookmarkStart w:id="255" w:name="_Toc528504635"/>
      <w:bookmarkStart w:id="256" w:name="_Toc528507104"/>
      <w:bookmarkStart w:id="257" w:name="_Toc528507148"/>
      <w:bookmarkStart w:id="258" w:name="_Toc528507186"/>
      <w:bookmarkStart w:id="259" w:name="_Toc528509108"/>
      <w:bookmarkStart w:id="260" w:name="_Toc528510746"/>
      <w:bookmarkStart w:id="261" w:name="_Toc528743091"/>
      <w:bookmarkStart w:id="262" w:name="_Toc528764280"/>
      <w:bookmarkStart w:id="263" w:name="_Toc528848674"/>
      <w:bookmarkStart w:id="264" w:name="_Toc528849637"/>
      <w:bookmarkStart w:id="265" w:name="_Toc528849951"/>
      <w:bookmarkStart w:id="266" w:name="_Toc528850052"/>
      <w:bookmarkStart w:id="267" w:name="_Toc528850153"/>
      <w:bookmarkStart w:id="268" w:name="_Toc528850254"/>
      <w:bookmarkStart w:id="269" w:name="_Toc528850355"/>
      <w:bookmarkStart w:id="270" w:name="_Toc528850451"/>
      <w:bookmarkStart w:id="271" w:name="_Toc528850534"/>
      <w:bookmarkStart w:id="272" w:name="_Toc528850630"/>
      <w:bookmarkStart w:id="273" w:name="_Toc528850713"/>
      <w:bookmarkStart w:id="274" w:name="_Toc528850808"/>
      <w:bookmarkStart w:id="275" w:name="_Toc528850898"/>
      <w:bookmarkStart w:id="276" w:name="_Toc528851004"/>
      <w:bookmarkStart w:id="277" w:name="_Toc528491964"/>
      <w:bookmarkStart w:id="278" w:name="_Toc528509109"/>
      <w:bookmarkStart w:id="279" w:name="_Toc528510747"/>
      <w:bookmarkStart w:id="280" w:name="_Toc528743092"/>
      <w:bookmarkStart w:id="281" w:name="_Toc528764281"/>
      <w:bookmarkStart w:id="282" w:name="_Toc528848675"/>
      <w:bookmarkStart w:id="283" w:name="_Toc528849638"/>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Pr>
          <w:rStyle w:val="Heading2Char"/>
          <w:b/>
        </w:rPr>
        <w:lastRenderedPageBreak/>
        <w:br/>
      </w:r>
      <w:bookmarkStart w:id="284" w:name="_Toc185259735"/>
      <w:r w:rsidR="0078401B" w:rsidRPr="00395B77">
        <w:rPr>
          <w:rStyle w:val="Heading2Char"/>
          <w:b/>
        </w:rPr>
        <w:t>RESULTS</w:t>
      </w:r>
      <w:bookmarkEnd w:id="277"/>
      <w:bookmarkEnd w:id="278"/>
      <w:bookmarkEnd w:id="279"/>
      <w:bookmarkEnd w:id="280"/>
      <w:bookmarkEnd w:id="281"/>
      <w:bookmarkEnd w:id="282"/>
      <w:bookmarkEnd w:id="283"/>
      <w:bookmarkEnd w:id="284"/>
      <w:r>
        <w:rPr>
          <w:rStyle w:val="Heading2Char"/>
          <w:b/>
        </w:rPr>
        <w:t xml:space="preserve"> </w:t>
      </w:r>
    </w:p>
    <w:p w14:paraId="173A9F11" w14:textId="77777777" w:rsidR="0007224E" w:rsidRPr="0007224E" w:rsidRDefault="0007224E" w:rsidP="001C547D">
      <w:pPr>
        <w:pStyle w:val="ListParagraph"/>
        <w:keepNext/>
        <w:keepLines/>
        <w:numPr>
          <w:ilvl w:val="0"/>
          <w:numId w:val="25"/>
        </w:numPr>
        <w:spacing w:before="40" w:after="0"/>
        <w:contextualSpacing w:val="0"/>
        <w:jc w:val="left"/>
        <w:outlineLvl w:val="2"/>
        <w:rPr>
          <w:rFonts w:eastAsiaTheme="majorEastAsia" w:cstheme="majorBidi"/>
          <w:b/>
          <w:vanish/>
          <w:szCs w:val="26"/>
        </w:rPr>
      </w:pPr>
      <w:bookmarkStart w:id="285" w:name="_Toc528504639"/>
      <w:bookmarkStart w:id="286" w:name="_Toc528507108"/>
      <w:bookmarkStart w:id="287" w:name="_Toc528507152"/>
      <w:bookmarkStart w:id="288" w:name="_Toc528507190"/>
      <w:bookmarkStart w:id="289" w:name="_Toc528509112"/>
      <w:bookmarkStart w:id="290" w:name="_Toc528510750"/>
      <w:bookmarkStart w:id="291" w:name="_Toc528743095"/>
      <w:bookmarkStart w:id="292" w:name="_Toc528764284"/>
      <w:bookmarkStart w:id="293" w:name="_Toc528848678"/>
      <w:bookmarkStart w:id="294" w:name="_Toc528849641"/>
      <w:bookmarkStart w:id="295" w:name="_Toc528849955"/>
      <w:bookmarkStart w:id="296" w:name="_Toc528850056"/>
      <w:bookmarkStart w:id="297" w:name="_Toc528850157"/>
      <w:bookmarkStart w:id="298" w:name="_Toc528850258"/>
      <w:bookmarkStart w:id="299" w:name="_Toc528850359"/>
      <w:bookmarkStart w:id="300" w:name="_Toc528850538"/>
      <w:bookmarkStart w:id="301" w:name="_Toc528850717"/>
      <w:bookmarkStart w:id="302" w:name="_Toc528850812"/>
      <w:bookmarkStart w:id="303" w:name="_Toc528504640"/>
      <w:bookmarkStart w:id="304" w:name="_Toc528507109"/>
      <w:bookmarkStart w:id="305" w:name="_Toc528507153"/>
      <w:bookmarkStart w:id="306" w:name="_Toc528507191"/>
      <w:bookmarkStart w:id="307" w:name="_Toc528509113"/>
      <w:bookmarkStart w:id="308" w:name="_Toc528510751"/>
      <w:bookmarkStart w:id="309" w:name="_Toc528743096"/>
      <w:bookmarkStart w:id="310" w:name="_Toc528764285"/>
      <w:bookmarkStart w:id="311" w:name="_Toc528848679"/>
      <w:bookmarkStart w:id="312" w:name="_Toc528849642"/>
      <w:bookmarkStart w:id="313" w:name="_Toc528849956"/>
      <w:bookmarkStart w:id="314" w:name="_Toc528850057"/>
      <w:bookmarkStart w:id="315" w:name="_Toc528850158"/>
      <w:bookmarkStart w:id="316" w:name="_Toc528850259"/>
      <w:bookmarkStart w:id="317" w:name="_Toc528850360"/>
      <w:bookmarkStart w:id="318" w:name="_Toc528850539"/>
      <w:bookmarkStart w:id="319" w:name="_Toc528850718"/>
      <w:bookmarkStart w:id="320" w:name="_Toc528850813"/>
      <w:bookmarkStart w:id="321" w:name="_Toc528510752"/>
      <w:bookmarkStart w:id="322" w:name="_Toc528743097"/>
      <w:bookmarkStart w:id="323" w:name="_Toc528764286"/>
      <w:bookmarkStart w:id="324" w:name="_Toc528848680"/>
      <w:bookmarkStart w:id="325" w:name="_Toc528849643"/>
      <w:bookmarkStart w:id="326" w:name="_Toc528849957"/>
      <w:bookmarkStart w:id="327" w:name="_Toc528850058"/>
      <w:bookmarkStart w:id="328" w:name="_Toc528850159"/>
      <w:bookmarkStart w:id="329" w:name="_Toc528850260"/>
      <w:bookmarkStart w:id="330" w:name="_Toc528850361"/>
      <w:bookmarkStart w:id="331" w:name="_Toc528850540"/>
      <w:bookmarkStart w:id="332" w:name="_Toc528850719"/>
      <w:bookmarkStart w:id="333" w:name="_Toc528850814"/>
      <w:bookmarkStart w:id="334" w:name="_Toc103335753"/>
      <w:bookmarkStart w:id="335" w:name="_Toc142039197"/>
      <w:bookmarkStart w:id="336" w:name="_Toc142039329"/>
      <w:bookmarkStart w:id="337" w:name="_Toc142039458"/>
      <w:bookmarkStart w:id="338" w:name="_Toc142040437"/>
      <w:bookmarkStart w:id="339" w:name="_Toc156900453"/>
      <w:bookmarkStart w:id="340" w:name="_Toc158972286"/>
      <w:bookmarkStart w:id="341" w:name="_Toc160707883"/>
      <w:bookmarkStart w:id="342" w:name="_Toc160708023"/>
      <w:bookmarkStart w:id="343" w:name="_Toc160708089"/>
      <w:bookmarkStart w:id="344" w:name="_Toc160708155"/>
      <w:bookmarkStart w:id="345" w:name="_Toc160713801"/>
      <w:bookmarkStart w:id="346" w:name="_Toc160714300"/>
      <w:bookmarkStart w:id="347" w:name="_Toc162254082"/>
      <w:bookmarkStart w:id="348" w:name="_Toc162274437"/>
      <w:bookmarkStart w:id="349" w:name="_Toc163037271"/>
      <w:bookmarkStart w:id="350" w:name="_Toc163037448"/>
      <w:bookmarkStart w:id="351" w:name="_Toc163124241"/>
      <w:bookmarkStart w:id="352" w:name="_Toc163127313"/>
      <w:bookmarkStart w:id="353" w:name="_Toc163134229"/>
      <w:bookmarkStart w:id="354" w:name="_Toc185159084"/>
      <w:bookmarkStart w:id="355" w:name="_Toc185159896"/>
      <w:bookmarkStart w:id="356" w:name="_Toc185159959"/>
      <w:bookmarkStart w:id="357" w:name="_Toc185233396"/>
      <w:bookmarkStart w:id="358" w:name="_Toc185259463"/>
      <w:bookmarkStart w:id="359" w:name="_Toc185259736"/>
      <w:bookmarkStart w:id="360" w:name="_Toc5285091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15061568" w14:textId="30798B4D" w:rsidR="00461627" w:rsidRPr="00461627" w:rsidRDefault="00461627" w:rsidP="00264402">
      <w:pPr>
        <w:pStyle w:val="Heading2"/>
        <w:spacing w:after="240"/>
        <w:ind w:left="567" w:hanging="567"/>
        <w:rPr>
          <w:rFonts w:cs="Times New Roman"/>
        </w:rPr>
      </w:pPr>
      <w:bookmarkStart w:id="361" w:name="_Toc144550984"/>
      <w:bookmarkStart w:id="362" w:name="_Toc185259737"/>
      <w:bookmarkStart w:id="363" w:name="_Toc528509117"/>
      <w:bookmarkStart w:id="364" w:name="_Toc528510756"/>
      <w:bookmarkStart w:id="365" w:name="_Toc528743101"/>
      <w:bookmarkStart w:id="366" w:name="_Toc528764290"/>
      <w:bookmarkStart w:id="367" w:name="_Toc528849647"/>
      <w:bookmarkEnd w:id="360"/>
      <w:r w:rsidRPr="00461627">
        <w:rPr>
          <w:rFonts w:cs="Times New Roman"/>
        </w:rPr>
        <w:t>Introduction</w:t>
      </w:r>
      <w:bookmarkEnd w:id="361"/>
      <w:bookmarkEnd w:id="362"/>
    </w:p>
    <w:p w14:paraId="256FE324" w14:textId="6A45FD9F" w:rsidR="00461627" w:rsidRPr="00F61A9C" w:rsidRDefault="00461627" w:rsidP="001A7EF3">
      <w:pPr>
        <w:rPr>
          <w:lang w:bidi="en-US"/>
        </w:rPr>
      </w:pPr>
      <w:r w:rsidRPr="00F61A9C">
        <w:rPr>
          <w:lang w:val="id-ID" w:bidi="en-US"/>
        </w:rPr>
        <w:t>This</w:t>
      </w:r>
      <w:r w:rsidRPr="00F61A9C">
        <w:rPr>
          <w:lang w:bidi="en-US"/>
        </w:rPr>
        <w:t xml:space="preserve"> chapter presents the results of the research studies conducted,</w:t>
      </w:r>
      <w:r w:rsidRPr="00F61A9C">
        <w:rPr>
          <w:lang w:val="id-ID" w:bidi="en-US"/>
        </w:rPr>
        <w:t xml:space="preserve"> which are </w:t>
      </w:r>
      <w:r w:rsidRPr="00F61A9C">
        <w:rPr>
          <w:lang w:bidi="en-US"/>
        </w:rPr>
        <w:t xml:space="preserve">divided into several sections, each presenting findings related to the research </w:t>
      </w:r>
      <w:r w:rsidRPr="00F61A9C">
        <w:rPr>
          <w:lang w:val="id-ID" w:bidi="en-US"/>
        </w:rPr>
        <w:t>objective</w:t>
      </w:r>
      <w:r w:rsidRPr="00F61A9C">
        <w:rPr>
          <w:lang w:bidi="en-US"/>
        </w:rPr>
        <w:t xml:space="preserve">. The results are presented clearly and concisely, with tables, charts, and graphs to aid data visualization. In addition, a </w:t>
      </w:r>
      <w:r w:rsidRPr="00F61A9C">
        <w:rPr>
          <w:lang w:val="id-ID" w:bidi="en-US"/>
        </w:rPr>
        <w:t>discussion of</w:t>
      </w:r>
      <w:r w:rsidRPr="00F61A9C">
        <w:rPr>
          <w:lang w:bidi="en-US"/>
        </w:rPr>
        <w:t xml:space="preserve"> the findings is </w:t>
      </w:r>
      <w:r w:rsidRPr="00F61A9C">
        <w:rPr>
          <w:lang w:val="id-ID" w:bidi="en-US"/>
        </w:rPr>
        <w:t>provided</w:t>
      </w:r>
      <w:r w:rsidRPr="00F61A9C">
        <w:rPr>
          <w:lang w:bidi="en-US"/>
        </w:rPr>
        <w:t>.</w:t>
      </w:r>
      <w:r w:rsidR="00930B62" w:rsidRPr="00F61A9C">
        <w:rPr>
          <w:lang w:bidi="en-US"/>
        </w:rPr>
        <w:t xml:space="preserve"> </w:t>
      </w:r>
    </w:p>
    <w:p w14:paraId="5069A3EF" w14:textId="299C2518" w:rsidR="00461627" w:rsidRPr="00F61A9C" w:rsidRDefault="00892F8A" w:rsidP="00264402">
      <w:pPr>
        <w:pStyle w:val="Heading2"/>
        <w:spacing w:after="240"/>
        <w:ind w:left="567" w:hanging="567"/>
        <w:rPr>
          <w:rFonts w:eastAsia="Times New Roman"/>
          <w:lang w:val="id-ID" w:bidi="en-US"/>
        </w:rPr>
      </w:pPr>
      <w:bookmarkStart w:id="368" w:name="_Toc185259738"/>
      <w:r w:rsidRPr="00F61A9C">
        <w:rPr>
          <w:lang w:val="id-ID"/>
        </w:rPr>
        <w:t>Subheading 1</w:t>
      </w:r>
      <w:bookmarkEnd w:id="368"/>
      <w:r w:rsidR="00480C22" w:rsidRPr="00F61A9C">
        <w:rPr>
          <w:lang w:val="id-ID"/>
        </w:rPr>
        <w:t xml:space="preserve"> </w:t>
      </w:r>
    </w:p>
    <w:p w14:paraId="257BFC80" w14:textId="7A4D0844" w:rsidR="00461627" w:rsidRDefault="00892F8A" w:rsidP="00E910E6">
      <w:pPr>
        <w:pStyle w:val="Heading3"/>
        <w:rPr>
          <w:lang w:val="id-ID"/>
        </w:rPr>
      </w:pPr>
      <w:bookmarkStart w:id="369" w:name="_Toc185259739"/>
      <w:r w:rsidRPr="00F61A9C">
        <w:rPr>
          <w:lang w:val="id-ID"/>
        </w:rPr>
        <w:t>Sub-Subheading 1</w:t>
      </w:r>
      <w:bookmarkEnd w:id="369"/>
    </w:p>
    <w:p w14:paraId="039E1EA1" w14:textId="77777777" w:rsidR="00FF39FD" w:rsidRPr="00F61A9C" w:rsidRDefault="00FF39FD" w:rsidP="00FF39FD">
      <w:pPr>
        <w:rPr>
          <w:szCs w:val="32"/>
          <w:lang w:bidi="en-US"/>
        </w:rPr>
      </w:pPr>
      <w:r w:rsidRPr="00F61A9C">
        <w:rPr>
          <w:lang w:val="id-ID" w:bidi="en-US"/>
        </w:rPr>
        <w:t xml:space="preserve">The expert's role is to evaluate and validate the research variables proposed at the initial stage using the Delphi method. </w:t>
      </w:r>
      <w:r w:rsidRPr="00F61A9C">
        <w:rPr>
          <w:szCs w:val="32"/>
          <w:lang w:bidi="en-US"/>
        </w:rPr>
        <w:t>The main roles of academics as experts in this research include</w:t>
      </w:r>
      <w:r w:rsidRPr="00F61A9C">
        <w:rPr>
          <w:lang w:val="id-ID" w:bidi="en-US"/>
        </w:rPr>
        <w:t>:</w:t>
      </w:r>
    </w:p>
    <w:p w14:paraId="6409C2F4" w14:textId="77777777" w:rsidR="00FF39FD" w:rsidRPr="00F61A9C" w:rsidRDefault="00FF39FD" w:rsidP="00FF39FD">
      <w:pPr>
        <w:pStyle w:val="ListParagraph"/>
        <w:numPr>
          <w:ilvl w:val="2"/>
          <w:numId w:val="42"/>
        </w:numPr>
        <w:spacing w:after="0"/>
        <w:ind w:left="567" w:hanging="283"/>
        <w:rPr>
          <w:rFonts w:eastAsia="Times New Roman" w:cs="Times New Roman"/>
          <w:lang w:val="id-ID" w:bidi="en-US"/>
        </w:rPr>
      </w:pPr>
      <w:r w:rsidRPr="00F61A9C">
        <w:rPr>
          <w:rFonts w:eastAsia="Times New Roman" w:cs="Times New Roman"/>
          <w:lang w:bidi="en-US"/>
        </w:rPr>
        <w:t xml:space="preserve">Providing Quality Information and </w:t>
      </w:r>
      <w:r w:rsidRPr="00F61A9C">
        <w:rPr>
          <w:rFonts w:eastAsia="Times New Roman" w:cs="Times New Roman"/>
          <w:lang w:val="id-ID" w:bidi="en-US"/>
        </w:rPr>
        <w:t>Data</w:t>
      </w:r>
    </w:p>
    <w:p w14:paraId="6588FAE2" w14:textId="77777777" w:rsidR="00FF39FD" w:rsidRPr="00F61A9C" w:rsidRDefault="00FF39FD" w:rsidP="00FF39FD">
      <w:pPr>
        <w:spacing w:after="0"/>
        <w:ind w:left="567"/>
        <w:rPr>
          <w:rFonts w:eastAsia="Times New Roman" w:cs="Times New Roman"/>
          <w:lang w:val="id-ID" w:bidi="en-US"/>
        </w:rPr>
      </w:pPr>
      <w:r w:rsidRPr="00F61A9C">
        <w:rPr>
          <w:rFonts w:eastAsia="Times New Roman" w:cs="Times New Roman"/>
          <w:szCs w:val="32"/>
          <w:lang w:bidi="en-US"/>
        </w:rPr>
        <w:t xml:space="preserve">Experts can provide high-quality data, facts, and information to support the research process, which, through in-depth analysis, experts help to understand the selection of more informed alternatives such as: </w:t>
      </w:r>
    </w:p>
    <w:p w14:paraId="530D8DB0" w14:textId="77777777" w:rsidR="00FF39FD" w:rsidRPr="00F61A9C" w:rsidRDefault="00FF39FD" w:rsidP="00FF39FD">
      <w:pPr>
        <w:pStyle w:val="ListParagraph"/>
        <w:numPr>
          <w:ilvl w:val="0"/>
          <w:numId w:val="40"/>
        </w:numPr>
        <w:spacing w:after="0"/>
        <w:ind w:left="851" w:hanging="284"/>
        <w:rPr>
          <w:rFonts w:eastAsia="Times New Roman" w:cs="Times New Roman"/>
          <w:lang w:val="id-ID" w:bidi="en-US"/>
        </w:rPr>
      </w:pPr>
      <w:r w:rsidRPr="00F61A9C">
        <w:rPr>
          <w:rFonts w:eastAsia="Times New Roman" w:cs="Times New Roman"/>
          <w:lang w:val="id-ID" w:bidi="en-US"/>
        </w:rPr>
        <w:t>…..</w:t>
      </w:r>
    </w:p>
    <w:p w14:paraId="4A016DC2" w14:textId="77777777" w:rsidR="00FF39FD" w:rsidRPr="00F61A9C" w:rsidRDefault="00FF39FD" w:rsidP="00FF39FD">
      <w:pPr>
        <w:pStyle w:val="ListParagraph"/>
        <w:numPr>
          <w:ilvl w:val="0"/>
          <w:numId w:val="40"/>
        </w:numPr>
        <w:spacing w:after="0"/>
        <w:ind w:left="851" w:hanging="284"/>
        <w:rPr>
          <w:rFonts w:eastAsia="Times New Roman" w:cs="Times New Roman"/>
          <w:lang w:val="id-ID" w:bidi="en-US"/>
        </w:rPr>
      </w:pPr>
      <w:r w:rsidRPr="00F61A9C">
        <w:rPr>
          <w:rFonts w:eastAsia="Times New Roman" w:cs="Times New Roman"/>
          <w:lang w:val="id-ID" w:bidi="en-US"/>
        </w:rPr>
        <w:t>…..</w:t>
      </w:r>
    </w:p>
    <w:p w14:paraId="33DC76A1" w14:textId="77777777" w:rsidR="00FF39FD" w:rsidRPr="00F61A9C" w:rsidRDefault="00FF39FD" w:rsidP="00FF39FD">
      <w:pPr>
        <w:pStyle w:val="ListParagraph"/>
        <w:numPr>
          <w:ilvl w:val="0"/>
          <w:numId w:val="40"/>
        </w:numPr>
        <w:spacing w:after="0"/>
        <w:ind w:left="851" w:hanging="284"/>
        <w:rPr>
          <w:rFonts w:eastAsia="Times New Roman" w:cs="Times New Roman"/>
          <w:lang w:val="id-ID" w:bidi="en-US"/>
        </w:rPr>
      </w:pPr>
      <w:r w:rsidRPr="00F61A9C">
        <w:rPr>
          <w:rFonts w:eastAsia="Times New Roman" w:cs="Times New Roman"/>
          <w:lang w:val="id-ID" w:bidi="en-US"/>
        </w:rPr>
        <w:t>….</w:t>
      </w:r>
    </w:p>
    <w:p w14:paraId="2BBFDF72" w14:textId="77777777" w:rsidR="00FF39FD" w:rsidRPr="00F61A9C" w:rsidRDefault="00FF39FD" w:rsidP="00FF39FD">
      <w:pPr>
        <w:pStyle w:val="ListParagraph"/>
        <w:numPr>
          <w:ilvl w:val="0"/>
          <w:numId w:val="42"/>
        </w:numPr>
        <w:spacing w:after="0"/>
        <w:ind w:left="567" w:hanging="283"/>
        <w:rPr>
          <w:rFonts w:eastAsia="Times New Roman" w:cs="Times New Roman"/>
          <w:lang w:val="id-ID" w:bidi="en-US"/>
        </w:rPr>
      </w:pPr>
      <w:r w:rsidRPr="00F61A9C">
        <w:rPr>
          <w:rFonts w:eastAsia="Times New Roman" w:cs="Times New Roman"/>
          <w:szCs w:val="32"/>
          <w:lang w:bidi="en-US"/>
        </w:rPr>
        <w:t>Consultation and Discussion</w:t>
      </w:r>
    </w:p>
    <w:p w14:paraId="7AEBF3E6" w14:textId="77777777" w:rsidR="00FF39FD" w:rsidRPr="00F61A9C" w:rsidRDefault="00FF39FD" w:rsidP="00FF39FD">
      <w:pPr>
        <w:spacing w:after="0"/>
        <w:ind w:left="567"/>
        <w:rPr>
          <w:rFonts w:eastAsia="Times New Roman" w:cs="Times New Roman"/>
          <w:lang w:val="id-ID" w:bidi="en-US"/>
        </w:rPr>
      </w:pPr>
      <w:r w:rsidRPr="00F61A9C">
        <w:rPr>
          <w:rFonts w:eastAsia="Times New Roman" w:cs="Times New Roman"/>
          <w:szCs w:val="32"/>
          <w:lang w:bidi="en-US"/>
        </w:rPr>
        <w:t>Experts participate in discussions with policymakers to understand governments' needs and challenges, thereby providing deeper insights into discovering more effective solutions</w:t>
      </w:r>
      <w:r w:rsidRPr="00F61A9C">
        <w:rPr>
          <w:rFonts w:eastAsia="Times New Roman" w:cs="Times New Roman"/>
          <w:lang w:val="id-ID" w:bidi="en-US"/>
        </w:rPr>
        <w:t>.</w:t>
      </w:r>
    </w:p>
    <w:p w14:paraId="48F8B671" w14:textId="77777777" w:rsidR="00FF39FD" w:rsidRPr="00F61A9C" w:rsidRDefault="00FF39FD" w:rsidP="00FF39FD">
      <w:pPr>
        <w:pStyle w:val="ListParagraph"/>
        <w:numPr>
          <w:ilvl w:val="0"/>
          <w:numId w:val="42"/>
        </w:numPr>
        <w:spacing w:after="0"/>
        <w:ind w:left="567" w:hanging="283"/>
        <w:rPr>
          <w:rFonts w:eastAsia="Times New Roman" w:cs="Times New Roman"/>
          <w:lang w:val="id-ID" w:bidi="en-US"/>
        </w:rPr>
      </w:pPr>
      <w:r w:rsidRPr="00F61A9C">
        <w:rPr>
          <w:rFonts w:eastAsia="Times New Roman" w:cs="Times New Roman"/>
          <w:szCs w:val="32"/>
          <w:lang w:bidi="en-US"/>
        </w:rPr>
        <w:lastRenderedPageBreak/>
        <w:t>Community Empowerment</w:t>
      </w:r>
    </w:p>
    <w:p w14:paraId="087BD882" w14:textId="77777777" w:rsidR="00FF39FD" w:rsidRPr="00F61A9C" w:rsidRDefault="00FF39FD" w:rsidP="00FF39FD">
      <w:pPr>
        <w:spacing w:after="0"/>
        <w:ind w:left="567"/>
        <w:rPr>
          <w:rFonts w:eastAsia="Times New Roman" w:cs="Times New Roman"/>
          <w:lang w:val="id-ID" w:bidi="en-US"/>
        </w:rPr>
      </w:pPr>
      <w:r w:rsidRPr="00F61A9C">
        <w:rPr>
          <w:rFonts w:eastAsia="Times New Roman" w:cs="Times New Roman"/>
          <w:szCs w:val="32"/>
          <w:lang w:bidi="en-US"/>
        </w:rPr>
        <w:t>Experts help convey information clearly to the public, enabling better participation in decision-making processes</w:t>
      </w:r>
      <w:r w:rsidRPr="00F61A9C">
        <w:rPr>
          <w:rFonts w:eastAsia="Times New Roman" w:cs="Times New Roman"/>
          <w:lang w:val="id-ID" w:bidi="en-US"/>
        </w:rPr>
        <w:t>.</w:t>
      </w:r>
    </w:p>
    <w:p w14:paraId="122DA355" w14:textId="77777777" w:rsidR="00FF39FD" w:rsidRPr="00F61A9C" w:rsidRDefault="00FF39FD" w:rsidP="00FF39FD">
      <w:pPr>
        <w:spacing w:before="240"/>
        <w:ind w:firstLine="567"/>
        <w:rPr>
          <w:rFonts w:eastAsia="Times New Roman" w:cs="Times New Roman"/>
          <w:lang w:val="id-ID" w:bidi="en-US"/>
        </w:rPr>
      </w:pPr>
      <w:r w:rsidRPr="00F61A9C">
        <w:rPr>
          <w:rFonts w:eastAsia="Times New Roman" w:cs="Times New Roman"/>
          <w:szCs w:val="32"/>
          <w:lang w:bidi="en-US"/>
        </w:rPr>
        <w:t>Through the role of academics as</w:t>
      </w:r>
      <w:r w:rsidRPr="00F61A9C">
        <w:rPr>
          <w:rFonts w:eastAsia="Times New Roman" w:cs="Times New Roman"/>
          <w:szCs w:val="32"/>
          <w:lang w:val="id-ID" w:bidi="en-US"/>
        </w:rPr>
        <w:t xml:space="preserve"> experts</w:t>
      </w:r>
      <w:r w:rsidRPr="00F61A9C">
        <w:rPr>
          <w:rFonts w:eastAsia="Times New Roman" w:cs="Times New Roman"/>
          <w:szCs w:val="32"/>
          <w:lang w:bidi="en-US"/>
        </w:rPr>
        <w:t xml:space="preserve"> in this research, ensuring that research results are based on a better understanding of complex issues to produce more effective and sustainable solutions.</w:t>
      </w:r>
    </w:p>
    <w:p w14:paraId="7E0D88F3" w14:textId="77777777" w:rsidR="00DE5011" w:rsidRPr="00F61A9C" w:rsidRDefault="00DE5011" w:rsidP="00E20A34">
      <w:pPr>
        <w:spacing w:after="240"/>
        <w:ind w:left="567" w:hanging="567"/>
        <w:outlineLvl w:val="3"/>
        <w:rPr>
          <w:b/>
          <w:vanish/>
        </w:rPr>
      </w:pPr>
    </w:p>
    <w:p w14:paraId="684BDAA5" w14:textId="7AD05825" w:rsidR="00395B77" w:rsidRPr="00F61A9C" w:rsidRDefault="00892F8A" w:rsidP="00E20A34">
      <w:pPr>
        <w:pStyle w:val="Heading2"/>
        <w:spacing w:after="240"/>
        <w:ind w:left="567" w:hanging="567"/>
      </w:pPr>
      <w:bookmarkStart w:id="370" w:name="_Toc185259740"/>
      <w:bookmarkEnd w:id="363"/>
      <w:bookmarkEnd w:id="364"/>
      <w:bookmarkEnd w:id="365"/>
      <w:bookmarkEnd w:id="366"/>
      <w:bookmarkEnd w:id="367"/>
      <w:r w:rsidRPr="00F61A9C">
        <w:t>Subheading 2</w:t>
      </w:r>
      <w:bookmarkEnd w:id="370"/>
    </w:p>
    <w:p w14:paraId="1881B488" w14:textId="4FD33F71" w:rsidR="006240DB" w:rsidRPr="00F61A9C" w:rsidRDefault="006240DB" w:rsidP="009C2CBF">
      <w:pPr>
        <w:ind w:firstLine="567"/>
        <w:sectPr w:rsidR="006240DB" w:rsidRPr="00F61A9C" w:rsidSect="008D6209">
          <w:pgSz w:w="11906" w:h="16838"/>
          <w:pgMar w:top="1418" w:right="1418" w:bottom="1418" w:left="2268" w:header="709" w:footer="709" w:gutter="0"/>
          <w:pgNumType w:start="1"/>
          <w:cols w:space="708"/>
          <w:docGrid w:linePitch="360"/>
        </w:sectPr>
      </w:pPr>
    </w:p>
    <w:p w14:paraId="42F7961B" w14:textId="01F700AB" w:rsidR="00B615A7" w:rsidRPr="00F61A9C" w:rsidRDefault="00892F8A" w:rsidP="00E20A34">
      <w:pPr>
        <w:pStyle w:val="Heading2"/>
        <w:spacing w:after="240"/>
        <w:ind w:left="567" w:hanging="567"/>
      </w:pPr>
      <w:bookmarkStart w:id="371" w:name="_Toc185259741"/>
      <w:r w:rsidRPr="00F61A9C">
        <w:lastRenderedPageBreak/>
        <w:t>Subheading 3</w:t>
      </w:r>
      <w:bookmarkEnd w:id="371"/>
    </w:p>
    <w:p w14:paraId="2F465556" w14:textId="77777777" w:rsidR="00BE7A74" w:rsidRPr="00F61A9C" w:rsidRDefault="00BE7A74" w:rsidP="00D20A38">
      <w:pPr>
        <w:rPr>
          <w:b/>
          <w:bCs/>
        </w:rPr>
      </w:pPr>
      <w:r w:rsidRPr="00F61A9C">
        <w:rPr>
          <w:b/>
          <w:bCs/>
        </w:rPr>
        <w:t>To get this landscape</w:t>
      </w:r>
    </w:p>
    <w:p w14:paraId="3844A1AE" w14:textId="77777777" w:rsidR="00BE7A74" w:rsidRPr="00F61A9C" w:rsidRDefault="00BE7A74" w:rsidP="004E3DE1">
      <w:pPr>
        <w:pStyle w:val="ListParagraph"/>
        <w:numPr>
          <w:ilvl w:val="0"/>
          <w:numId w:val="46"/>
        </w:numPr>
        <w:ind w:left="567" w:hanging="283"/>
      </w:pPr>
      <w:r w:rsidRPr="00F61A9C">
        <w:t xml:space="preserve">Insert the SECTION BREAK (NEXT PAGE) into previous page and bottom of the page, </w:t>
      </w:r>
    </w:p>
    <w:p w14:paraId="3BFB5718" w14:textId="77777777" w:rsidR="00BE7A74" w:rsidRPr="00F61A9C" w:rsidRDefault="00953CD7" w:rsidP="004E3DE1">
      <w:pPr>
        <w:pStyle w:val="ListParagraph"/>
        <w:numPr>
          <w:ilvl w:val="0"/>
          <w:numId w:val="46"/>
        </w:numPr>
        <w:ind w:left="567" w:hanging="283"/>
      </w:pPr>
      <w:r w:rsidRPr="00F61A9C">
        <w:t>Then</w:t>
      </w:r>
      <w:r w:rsidR="00BE7A74" w:rsidRPr="00F61A9C">
        <w:t xml:space="preserve"> view click on the PAGE LAYOUT -&gt; Orientation -&gt; landscape. </w:t>
      </w:r>
    </w:p>
    <w:p w14:paraId="3449071D" w14:textId="77777777" w:rsidR="00BE7A74" w:rsidRPr="00F61A9C" w:rsidRDefault="00BE7A74" w:rsidP="004E3DE1">
      <w:pPr>
        <w:pStyle w:val="ListParagraph"/>
        <w:numPr>
          <w:ilvl w:val="0"/>
          <w:numId w:val="46"/>
        </w:numPr>
        <w:ind w:left="567" w:hanging="283"/>
      </w:pPr>
      <w:r w:rsidRPr="00F61A9C">
        <w:t>Unlink the page number and delete the current page number</w:t>
      </w:r>
    </w:p>
    <w:p w14:paraId="70A2C3BE" w14:textId="279EEAEA" w:rsidR="00BE7A74" w:rsidRPr="00F61A9C" w:rsidRDefault="00BE7A74" w:rsidP="004E3DE1">
      <w:pPr>
        <w:pStyle w:val="ListParagraph"/>
        <w:numPr>
          <w:ilvl w:val="0"/>
          <w:numId w:val="46"/>
        </w:numPr>
        <w:ind w:left="567" w:hanging="283"/>
      </w:pPr>
      <w:r w:rsidRPr="00F61A9C">
        <w:t>Insert the page number back by click on the INSERT -&gt; Page Number -&gt; Page Margin -&gt; Large Left</w:t>
      </w:r>
    </w:p>
    <w:p w14:paraId="2F3C328E" w14:textId="77777777" w:rsidR="00BE7A74" w:rsidRPr="00F61A9C" w:rsidRDefault="00BE7A74" w:rsidP="004E3DE1">
      <w:pPr>
        <w:pStyle w:val="ListParagraph"/>
        <w:numPr>
          <w:ilvl w:val="0"/>
          <w:numId w:val="46"/>
        </w:numPr>
        <w:ind w:left="567" w:hanging="283"/>
      </w:pPr>
      <w:r w:rsidRPr="00F61A9C">
        <w:t xml:space="preserve">Adjust the font to 12pt using TIMES NEW ROMAN </w:t>
      </w:r>
    </w:p>
    <w:p w14:paraId="336C4608" w14:textId="46E3AE34" w:rsidR="00BE7A74" w:rsidRDefault="00BE7A74" w:rsidP="004E3DE1">
      <w:pPr>
        <w:pStyle w:val="ListParagraph"/>
        <w:numPr>
          <w:ilvl w:val="0"/>
          <w:numId w:val="46"/>
        </w:numPr>
        <w:ind w:left="567" w:hanging="283"/>
      </w:pPr>
      <w:r w:rsidRPr="00F61A9C">
        <w:t>Right click and get FORMAT SHAPE -&gt; TEXT BOX</w:t>
      </w:r>
      <w:r w:rsidR="00E16936" w:rsidRPr="00F61A9C">
        <w:t xml:space="preserve"> and adjust the location </w:t>
      </w:r>
      <w:r w:rsidR="00E16936">
        <w:t>of the page and rotate the text</w:t>
      </w:r>
    </w:p>
    <w:p w14:paraId="04FC9E86" w14:textId="621142B7" w:rsidR="00606C4D" w:rsidRDefault="00606C4D" w:rsidP="004E3DE1">
      <w:pPr>
        <w:pStyle w:val="ListParagraph"/>
        <w:numPr>
          <w:ilvl w:val="0"/>
          <w:numId w:val="46"/>
        </w:numPr>
        <w:ind w:left="567" w:hanging="283"/>
      </w:pPr>
      <w:r>
        <w:t>Landscape page margin (Top 4 cm,</w:t>
      </w:r>
      <w:r>
        <w:tab/>
        <w:t xml:space="preserve"> Right, left, and bottom 2.5 cm)</w:t>
      </w:r>
    </w:p>
    <w:p w14:paraId="5BC76F94" w14:textId="77777777" w:rsidR="006240DB" w:rsidRPr="00D51E8C" w:rsidRDefault="00157EFF" w:rsidP="00D51E8C">
      <w:pPr>
        <w:rPr>
          <w:b/>
          <w:bCs/>
        </w:rPr>
      </w:pPr>
      <w:r w:rsidRPr="00D51E8C">
        <w:rPr>
          <w:b/>
          <w:bCs/>
        </w:rPr>
        <w:t>Pagination</w:t>
      </w:r>
    </w:p>
    <w:p w14:paraId="0D107655" w14:textId="77777777" w:rsidR="00157EFF" w:rsidRDefault="00157EFF" w:rsidP="004E3DE1">
      <w:pPr>
        <w:pStyle w:val="ListParagraph"/>
        <w:numPr>
          <w:ilvl w:val="0"/>
          <w:numId w:val="47"/>
        </w:numPr>
        <w:ind w:left="567" w:hanging="283"/>
      </w:pPr>
      <w:r>
        <w:t xml:space="preserve">To insert page number simply “Unlink” the page number at DESIGN RIBBON </w:t>
      </w:r>
    </w:p>
    <w:p w14:paraId="4B984E21" w14:textId="77777777" w:rsidR="00157EFF" w:rsidRDefault="00157EFF" w:rsidP="004E3DE1">
      <w:pPr>
        <w:pStyle w:val="ListParagraph"/>
        <w:numPr>
          <w:ilvl w:val="0"/>
          <w:numId w:val="47"/>
        </w:numPr>
        <w:ind w:left="567" w:hanging="283"/>
      </w:pPr>
      <w:r>
        <w:t>You</w:t>
      </w:r>
      <w:r w:rsidR="003C0826">
        <w:t xml:space="preserve"> need to Unlink at 2 places</w:t>
      </w:r>
      <w:r>
        <w:t>. The page Landscape page</w:t>
      </w:r>
      <w:r w:rsidR="003C0826">
        <w:t xml:space="preserve"> itself</w:t>
      </w:r>
      <w:r>
        <w:t xml:space="preserve"> and the next page of the page </w:t>
      </w:r>
    </w:p>
    <w:p w14:paraId="2CFA2B1F" w14:textId="77777777" w:rsidR="00157EFF" w:rsidRDefault="00157EFF" w:rsidP="004E3DE1">
      <w:pPr>
        <w:pStyle w:val="ListParagraph"/>
        <w:numPr>
          <w:ilvl w:val="0"/>
          <w:numId w:val="47"/>
        </w:numPr>
        <w:ind w:left="567" w:hanging="283"/>
      </w:pPr>
      <w:r>
        <w:t xml:space="preserve">Delete the page number at the landscape page </w:t>
      </w:r>
    </w:p>
    <w:p w14:paraId="1C79EAC6" w14:textId="7EBA3A98" w:rsidR="006240DB" w:rsidRDefault="00157EFF" w:rsidP="004E3DE1">
      <w:pPr>
        <w:pStyle w:val="ListParagraph"/>
        <w:numPr>
          <w:ilvl w:val="0"/>
          <w:numId w:val="47"/>
        </w:numPr>
        <w:tabs>
          <w:tab w:val="left" w:pos="7935"/>
        </w:tabs>
        <w:ind w:left="567" w:hanging="283"/>
      </w:pPr>
      <w:r>
        <w:t>Insert</w:t>
      </w:r>
      <w:r w:rsidR="000367C4">
        <w:t xml:space="preserve"> the page number</w:t>
      </w:r>
      <w:r>
        <w:t xml:space="preserve"> back by</w:t>
      </w:r>
      <w:r w:rsidR="003C0826">
        <w:t>,</w:t>
      </w:r>
      <w:r>
        <w:t xml:space="preserve"> go to INSERT -&gt; Page Number -&gt;</w:t>
      </w:r>
      <w:r w:rsidR="000367C4">
        <w:t xml:space="preserve"> Page Margins -&gt; Vertical Right -&gt; and adjust accordingly</w:t>
      </w:r>
    </w:p>
    <w:p w14:paraId="368E8A88" w14:textId="77777777" w:rsidR="006240DB" w:rsidRPr="006240DB" w:rsidRDefault="006240DB" w:rsidP="006240DB">
      <w:pPr>
        <w:sectPr w:rsidR="006240DB" w:rsidRPr="006240DB" w:rsidSect="008D6209">
          <w:footerReference w:type="default" r:id="rId12"/>
          <w:pgSz w:w="16838" w:h="11906" w:orient="landscape"/>
          <w:pgMar w:top="2268" w:right="1418" w:bottom="1418" w:left="1418" w:header="709" w:footer="709" w:gutter="0"/>
          <w:cols w:space="708"/>
          <w:docGrid w:linePitch="360"/>
        </w:sectPr>
      </w:pPr>
    </w:p>
    <w:p w14:paraId="6CEDA919" w14:textId="325C4D23" w:rsidR="00395B77" w:rsidRDefault="00395B77" w:rsidP="00E20A34">
      <w:pPr>
        <w:pStyle w:val="Heading2"/>
        <w:spacing w:after="240"/>
        <w:ind w:left="567" w:hanging="567"/>
      </w:pPr>
      <w:bookmarkStart w:id="372" w:name="_Toc528509123"/>
      <w:bookmarkStart w:id="373" w:name="_Toc528510762"/>
      <w:bookmarkStart w:id="374" w:name="_Toc528743107"/>
      <w:bookmarkStart w:id="375" w:name="_Toc528764296"/>
      <w:bookmarkStart w:id="376" w:name="_Toc528848688"/>
      <w:bookmarkStart w:id="377" w:name="_Toc528849653"/>
      <w:bookmarkStart w:id="378" w:name="_Toc185259742"/>
      <w:r w:rsidRPr="00841816">
        <w:lastRenderedPageBreak/>
        <w:t xml:space="preserve">Chapter </w:t>
      </w:r>
      <w:r w:rsidR="002B5105" w:rsidRPr="00841816">
        <w:t>Summary</w:t>
      </w:r>
      <w:bookmarkEnd w:id="372"/>
      <w:bookmarkEnd w:id="373"/>
      <w:bookmarkEnd w:id="374"/>
      <w:bookmarkEnd w:id="375"/>
      <w:bookmarkEnd w:id="376"/>
      <w:bookmarkEnd w:id="377"/>
      <w:bookmarkEnd w:id="378"/>
    </w:p>
    <w:p w14:paraId="2A7C9043" w14:textId="77777777" w:rsidR="00A10D1A" w:rsidRPr="00A10D1A" w:rsidRDefault="00A10D1A" w:rsidP="00A10D1A"/>
    <w:p w14:paraId="747D2242" w14:textId="77777777" w:rsidR="00EA79A5" w:rsidRDefault="00EA79A5" w:rsidP="00EA79A5"/>
    <w:p w14:paraId="7F9839AE" w14:textId="77777777" w:rsidR="00EA79A5" w:rsidRDefault="00EA79A5" w:rsidP="00EA79A5">
      <w:r>
        <w:br w:type="page"/>
      </w:r>
    </w:p>
    <w:p w14:paraId="0DE9C438" w14:textId="3AE422FD" w:rsidR="0078401B" w:rsidRPr="0078401B" w:rsidRDefault="00782BBF" w:rsidP="00E20A34">
      <w:pPr>
        <w:pStyle w:val="Heading1"/>
        <w:spacing w:after="240"/>
        <w:ind w:left="0" w:firstLine="1134"/>
        <w:jc w:val="center"/>
      </w:pPr>
      <w:bookmarkStart w:id="379" w:name="_Toc528509124"/>
      <w:bookmarkStart w:id="380" w:name="_Toc528510763"/>
      <w:bookmarkStart w:id="381" w:name="_Toc528743108"/>
      <w:bookmarkStart w:id="382" w:name="_Toc528764297"/>
      <w:bookmarkStart w:id="383" w:name="_Toc528848689"/>
      <w:bookmarkStart w:id="384" w:name="_Toc528849654"/>
      <w:r>
        <w:lastRenderedPageBreak/>
        <w:br/>
      </w:r>
      <w:bookmarkStart w:id="385" w:name="_Toc185259743"/>
      <w:bookmarkEnd w:id="379"/>
      <w:bookmarkEnd w:id="380"/>
      <w:bookmarkEnd w:id="381"/>
      <w:bookmarkEnd w:id="382"/>
      <w:bookmarkEnd w:id="383"/>
      <w:bookmarkEnd w:id="384"/>
      <w:r w:rsidR="00144FB2">
        <w:t xml:space="preserve">DISCUSSION AND </w:t>
      </w:r>
      <w:r>
        <w:t>CONCLUSION</w:t>
      </w:r>
      <w:bookmarkEnd w:id="385"/>
    </w:p>
    <w:p w14:paraId="5C19637F" w14:textId="77777777" w:rsidR="0007224E" w:rsidRPr="0007224E" w:rsidRDefault="0007224E" w:rsidP="001C547D">
      <w:pPr>
        <w:pStyle w:val="ListParagraph"/>
        <w:keepNext/>
        <w:keepLines/>
        <w:numPr>
          <w:ilvl w:val="0"/>
          <w:numId w:val="25"/>
        </w:numPr>
        <w:spacing w:before="40" w:after="0"/>
        <w:contextualSpacing w:val="0"/>
        <w:jc w:val="left"/>
        <w:outlineLvl w:val="2"/>
        <w:rPr>
          <w:rFonts w:eastAsiaTheme="majorEastAsia" w:cstheme="majorBidi"/>
          <w:b/>
          <w:vanish/>
          <w:szCs w:val="26"/>
        </w:rPr>
      </w:pPr>
      <w:bookmarkStart w:id="386" w:name="_Toc528504650"/>
      <w:bookmarkStart w:id="387" w:name="_Toc528507111"/>
      <w:bookmarkStart w:id="388" w:name="_Toc528507155"/>
      <w:bookmarkStart w:id="389" w:name="_Toc528507193"/>
      <w:bookmarkStart w:id="390" w:name="_Toc528509125"/>
      <w:bookmarkStart w:id="391" w:name="_Toc528510764"/>
      <w:bookmarkStart w:id="392" w:name="_Toc528743109"/>
      <w:bookmarkStart w:id="393" w:name="_Toc528764298"/>
      <w:bookmarkStart w:id="394" w:name="_Toc528848690"/>
      <w:bookmarkStart w:id="395" w:name="_Toc528849655"/>
      <w:bookmarkStart w:id="396" w:name="_Toc528849969"/>
      <w:bookmarkStart w:id="397" w:name="_Toc528850070"/>
      <w:bookmarkStart w:id="398" w:name="_Toc528850171"/>
      <w:bookmarkStart w:id="399" w:name="_Toc528850272"/>
      <w:bookmarkStart w:id="400" w:name="_Toc528850373"/>
      <w:bookmarkStart w:id="401" w:name="_Toc528850552"/>
      <w:bookmarkStart w:id="402" w:name="_Toc528850731"/>
      <w:bookmarkStart w:id="403" w:name="_Toc528850826"/>
      <w:bookmarkStart w:id="404" w:name="_Toc528850936"/>
      <w:bookmarkStart w:id="405" w:name="_Toc528850950"/>
      <w:bookmarkStart w:id="406" w:name="_Toc528504653"/>
      <w:bookmarkStart w:id="407" w:name="_Toc528507114"/>
      <w:bookmarkStart w:id="408" w:name="_Toc528507158"/>
      <w:bookmarkStart w:id="409" w:name="_Toc528507196"/>
      <w:bookmarkStart w:id="410" w:name="_Toc528509128"/>
      <w:bookmarkStart w:id="411" w:name="_Toc528510767"/>
      <w:bookmarkStart w:id="412" w:name="_Toc528743112"/>
      <w:bookmarkStart w:id="413" w:name="_Toc528764301"/>
      <w:bookmarkStart w:id="414" w:name="_Toc528848693"/>
      <w:bookmarkStart w:id="415" w:name="_Toc528849658"/>
      <w:bookmarkStart w:id="416" w:name="_Toc528849972"/>
      <w:bookmarkStart w:id="417" w:name="_Toc528850073"/>
      <w:bookmarkStart w:id="418" w:name="_Toc528850174"/>
      <w:bookmarkStart w:id="419" w:name="_Toc528850275"/>
      <w:bookmarkStart w:id="420" w:name="_Toc528850376"/>
      <w:bookmarkStart w:id="421" w:name="_Toc528850555"/>
      <w:bookmarkStart w:id="422" w:name="_Toc528850734"/>
      <w:bookmarkStart w:id="423" w:name="_Toc528850829"/>
      <w:bookmarkStart w:id="424" w:name="_Toc528850939"/>
      <w:bookmarkStart w:id="425" w:name="_Toc528850953"/>
      <w:bookmarkStart w:id="426" w:name="_Toc528504654"/>
      <w:bookmarkStart w:id="427" w:name="_Toc528507115"/>
      <w:bookmarkStart w:id="428" w:name="_Toc528507159"/>
      <w:bookmarkStart w:id="429" w:name="_Toc528507197"/>
      <w:bookmarkStart w:id="430" w:name="_Toc528509129"/>
      <w:bookmarkStart w:id="431" w:name="_Toc528510768"/>
      <w:bookmarkStart w:id="432" w:name="_Toc528743113"/>
      <w:bookmarkStart w:id="433" w:name="_Toc528764302"/>
      <w:bookmarkStart w:id="434" w:name="_Toc528848694"/>
      <w:bookmarkStart w:id="435" w:name="_Toc528849659"/>
      <w:bookmarkStart w:id="436" w:name="_Toc528849973"/>
      <w:bookmarkStart w:id="437" w:name="_Toc528850074"/>
      <w:bookmarkStart w:id="438" w:name="_Toc528850175"/>
      <w:bookmarkStart w:id="439" w:name="_Toc528850276"/>
      <w:bookmarkStart w:id="440" w:name="_Toc528850377"/>
      <w:bookmarkStart w:id="441" w:name="_Toc528850556"/>
      <w:bookmarkStart w:id="442" w:name="_Toc528850735"/>
      <w:bookmarkStart w:id="443" w:name="_Toc528850830"/>
      <w:bookmarkStart w:id="444" w:name="_Toc528510769"/>
      <w:bookmarkStart w:id="445" w:name="_Toc528743114"/>
      <w:bookmarkStart w:id="446" w:name="_Toc528764303"/>
      <w:bookmarkStart w:id="447" w:name="_Toc528848695"/>
      <w:bookmarkStart w:id="448" w:name="_Toc528849660"/>
      <w:bookmarkStart w:id="449" w:name="_Toc528849974"/>
      <w:bookmarkStart w:id="450" w:name="_Toc528850075"/>
      <w:bookmarkStart w:id="451" w:name="_Toc528850176"/>
      <w:bookmarkStart w:id="452" w:name="_Toc528850277"/>
      <w:bookmarkStart w:id="453" w:name="_Toc528850378"/>
      <w:bookmarkStart w:id="454" w:name="_Toc528850557"/>
      <w:bookmarkStart w:id="455" w:name="_Toc528850736"/>
      <w:bookmarkStart w:id="456" w:name="_Toc528850831"/>
      <w:bookmarkStart w:id="457" w:name="_Toc103335765"/>
      <w:bookmarkStart w:id="458" w:name="_Toc142039206"/>
      <w:bookmarkStart w:id="459" w:name="_Toc142039337"/>
      <w:bookmarkStart w:id="460" w:name="_Toc142039466"/>
      <w:bookmarkStart w:id="461" w:name="_Toc142040445"/>
      <w:bookmarkStart w:id="462" w:name="_Toc156900461"/>
      <w:bookmarkStart w:id="463" w:name="_Toc158972294"/>
      <w:bookmarkStart w:id="464" w:name="_Toc160707891"/>
      <w:bookmarkStart w:id="465" w:name="_Toc160708031"/>
      <w:bookmarkStart w:id="466" w:name="_Toc160708097"/>
      <w:bookmarkStart w:id="467" w:name="_Toc160708163"/>
      <w:bookmarkStart w:id="468" w:name="_Toc160713809"/>
      <w:bookmarkStart w:id="469" w:name="_Toc160714308"/>
      <w:bookmarkStart w:id="470" w:name="_Toc162254090"/>
      <w:bookmarkStart w:id="471" w:name="_Toc162274445"/>
      <w:bookmarkStart w:id="472" w:name="_Toc163037279"/>
      <w:bookmarkStart w:id="473" w:name="_Toc163037456"/>
      <w:bookmarkStart w:id="474" w:name="_Toc163124249"/>
      <w:bookmarkStart w:id="475" w:name="_Toc163127321"/>
      <w:bookmarkStart w:id="476" w:name="_Toc163134237"/>
      <w:bookmarkStart w:id="477" w:name="_Toc185159092"/>
      <w:bookmarkStart w:id="478" w:name="_Toc185159904"/>
      <w:bookmarkStart w:id="479" w:name="_Toc185159967"/>
      <w:bookmarkStart w:id="480" w:name="_Toc185233404"/>
      <w:bookmarkStart w:id="481" w:name="_Toc185259471"/>
      <w:bookmarkStart w:id="482" w:name="_Toc185259744"/>
      <w:bookmarkStart w:id="483" w:name="_Toc528509130"/>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550AE018" w14:textId="77777777" w:rsidR="0002501E" w:rsidRDefault="00D51E8C" w:rsidP="00E20A34">
      <w:pPr>
        <w:pStyle w:val="Heading2"/>
        <w:spacing w:after="240"/>
        <w:ind w:left="567" w:hanging="567"/>
      </w:pPr>
      <w:bookmarkStart w:id="484" w:name="_Toc185259745"/>
      <w:bookmarkEnd w:id="483"/>
      <w:r>
        <w:t>Introduction</w:t>
      </w:r>
      <w:bookmarkEnd w:id="484"/>
    </w:p>
    <w:p w14:paraId="1D43D435" w14:textId="2AC70DE3" w:rsidR="000F429F" w:rsidRDefault="00144FB2" w:rsidP="00E20A34">
      <w:pPr>
        <w:pStyle w:val="Heading2"/>
        <w:spacing w:after="240"/>
        <w:ind w:left="567" w:hanging="567"/>
      </w:pPr>
      <w:bookmarkStart w:id="485" w:name="_Toc185259746"/>
      <w:r>
        <w:t>Limitations of Research</w:t>
      </w:r>
      <w:bookmarkEnd w:id="485"/>
    </w:p>
    <w:p w14:paraId="4BCCD106" w14:textId="60F48D64" w:rsidR="00B20914" w:rsidRDefault="00144FB2" w:rsidP="00B20914">
      <w:pPr>
        <w:pStyle w:val="Heading2"/>
        <w:spacing w:after="240"/>
        <w:ind w:left="567" w:hanging="567"/>
      </w:pPr>
      <w:bookmarkStart w:id="486" w:name="_Toc185259747"/>
      <w:bookmarkStart w:id="487" w:name="_Toc528509133"/>
      <w:bookmarkStart w:id="488" w:name="_Toc528510773"/>
      <w:bookmarkStart w:id="489" w:name="_Toc528743118"/>
      <w:bookmarkStart w:id="490" w:name="_Toc528764307"/>
      <w:bookmarkStart w:id="491" w:name="_Toc528848699"/>
      <w:bookmarkStart w:id="492" w:name="_Toc528849664"/>
      <w:r>
        <w:t>Implications</w:t>
      </w:r>
      <w:r w:rsidR="00B20914">
        <w:t xml:space="preserve"> of </w:t>
      </w:r>
      <w:r w:rsidR="00075D74">
        <w:t>Research</w:t>
      </w:r>
      <w:bookmarkEnd w:id="486"/>
    </w:p>
    <w:p w14:paraId="03AB6BA7" w14:textId="061EE894" w:rsidR="00B20914" w:rsidRPr="00F61A9C" w:rsidRDefault="00144FB2" w:rsidP="00144FB2">
      <w:pPr>
        <w:pStyle w:val="Heading2"/>
        <w:spacing w:after="240"/>
        <w:ind w:left="567" w:hanging="567"/>
      </w:pPr>
      <w:bookmarkStart w:id="493" w:name="_Toc185259748"/>
      <w:bookmarkEnd w:id="487"/>
      <w:bookmarkEnd w:id="488"/>
      <w:bookmarkEnd w:id="489"/>
      <w:bookmarkEnd w:id="490"/>
      <w:bookmarkEnd w:id="491"/>
      <w:bookmarkEnd w:id="492"/>
      <w:r>
        <w:t>Contributions of Research</w:t>
      </w:r>
      <w:bookmarkEnd w:id="493"/>
    </w:p>
    <w:p w14:paraId="3A4AC8AF" w14:textId="6E6757F0" w:rsidR="00B20914" w:rsidRPr="00F61A9C" w:rsidRDefault="00B20914" w:rsidP="00E910E6">
      <w:pPr>
        <w:pStyle w:val="Heading3"/>
      </w:pPr>
      <w:bookmarkStart w:id="494" w:name="_Toc185259749"/>
      <w:r w:rsidRPr="00F61A9C">
        <w:t>Theoretical Contributions</w:t>
      </w:r>
      <w:bookmarkEnd w:id="494"/>
    </w:p>
    <w:p w14:paraId="046D411B" w14:textId="5948D16F" w:rsidR="00B20914" w:rsidRPr="00F61A9C" w:rsidRDefault="00B20914" w:rsidP="00E910E6">
      <w:pPr>
        <w:pStyle w:val="Heading3"/>
      </w:pPr>
      <w:bookmarkStart w:id="495" w:name="_Toc185259750"/>
      <w:r w:rsidRPr="00F61A9C">
        <w:t>Practical Contributions</w:t>
      </w:r>
      <w:bookmarkEnd w:id="495"/>
    </w:p>
    <w:p w14:paraId="4DB68517" w14:textId="08A6AF58" w:rsidR="00B20914" w:rsidRPr="00F61A9C" w:rsidRDefault="00B20914" w:rsidP="00E910E6">
      <w:pPr>
        <w:pStyle w:val="Heading3"/>
      </w:pPr>
      <w:bookmarkStart w:id="496" w:name="_Toc185259751"/>
      <w:r w:rsidRPr="00F61A9C">
        <w:t>Contribution to Methodology</w:t>
      </w:r>
      <w:bookmarkEnd w:id="496"/>
    </w:p>
    <w:p w14:paraId="68C2A768" w14:textId="14F12F2C" w:rsidR="00D51E8C" w:rsidRPr="00F61A9C" w:rsidRDefault="00D51E8C" w:rsidP="00742C34">
      <w:pPr>
        <w:pStyle w:val="Heading2"/>
        <w:spacing w:after="240"/>
        <w:ind w:left="567" w:hanging="567"/>
      </w:pPr>
      <w:bookmarkStart w:id="497" w:name="_Toc185259752"/>
      <w:r w:rsidRPr="00F61A9C">
        <w:t>Recommendation for Future Research</w:t>
      </w:r>
      <w:bookmarkEnd w:id="497"/>
    </w:p>
    <w:p w14:paraId="3E99DA56" w14:textId="77777777" w:rsidR="00D51E8C" w:rsidRPr="00F61A9C" w:rsidRDefault="00D51E8C" w:rsidP="00D51E8C"/>
    <w:p w14:paraId="2F59E81D" w14:textId="77777777" w:rsidR="00765296" w:rsidRPr="00F61A9C" w:rsidRDefault="00765296" w:rsidP="0078401B">
      <w:r w:rsidRPr="00F61A9C">
        <w:rPr>
          <w:rFonts w:cs="Times New Roman"/>
        </w:rPr>
        <w:br w:type="page"/>
      </w:r>
    </w:p>
    <w:p w14:paraId="272A7654" w14:textId="77777777" w:rsidR="0078401B" w:rsidRPr="00653D28" w:rsidRDefault="0078401B" w:rsidP="00E20A34">
      <w:pPr>
        <w:pStyle w:val="Pre-Title"/>
        <w:spacing w:after="240"/>
      </w:pPr>
      <w:bookmarkStart w:id="498" w:name="_Toc528509141"/>
      <w:bookmarkStart w:id="499" w:name="_Toc528510783"/>
      <w:bookmarkStart w:id="500" w:name="_Toc528743128"/>
      <w:bookmarkStart w:id="501" w:name="_Toc528764317"/>
      <w:bookmarkStart w:id="502" w:name="_Toc528848708"/>
      <w:bookmarkStart w:id="503" w:name="_Toc528849674"/>
      <w:bookmarkStart w:id="504" w:name="_Toc185259753"/>
      <w:r w:rsidRPr="00653D28">
        <w:lastRenderedPageBreak/>
        <w:t>REFERENCES</w:t>
      </w:r>
      <w:bookmarkEnd w:id="498"/>
      <w:bookmarkEnd w:id="499"/>
      <w:bookmarkEnd w:id="500"/>
      <w:bookmarkEnd w:id="501"/>
      <w:bookmarkEnd w:id="502"/>
      <w:bookmarkEnd w:id="503"/>
      <w:bookmarkEnd w:id="504"/>
    </w:p>
    <w:p w14:paraId="4FBD1BE5" w14:textId="77777777" w:rsidR="00541412" w:rsidRPr="00F61A9C" w:rsidRDefault="00541412" w:rsidP="00541412">
      <w:pPr>
        <w:spacing w:before="240" w:line="240" w:lineRule="auto"/>
        <w:ind w:left="567" w:hanging="567"/>
      </w:pPr>
      <w:r w:rsidRPr="00F61A9C">
        <w:t xml:space="preserve">Aini Hayati Abdul Rahim (2020). </w:t>
      </w:r>
      <w:r w:rsidRPr="00F61A9C">
        <w:rPr>
          <w:i/>
        </w:rPr>
        <w:t>Surface roughness of cobalt chromium alloy fabricated with selective laser melting and conventional techniques</w:t>
      </w:r>
      <w:r w:rsidRPr="00F61A9C">
        <w:t xml:space="preserve"> [Master’s thesis, </w:t>
      </w:r>
      <w:proofErr w:type="spellStart"/>
      <w:r w:rsidRPr="00F61A9C">
        <w:t>Universiti</w:t>
      </w:r>
      <w:proofErr w:type="spellEnd"/>
      <w:r w:rsidRPr="00F61A9C">
        <w:t xml:space="preserve"> Malaya]. University of Malaya Student Repository. </w:t>
      </w:r>
      <w:hyperlink r:id="rId13" w:history="1">
        <w:r w:rsidRPr="00F61A9C">
          <w:rPr>
            <w:rStyle w:val="Hyperlink"/>
            <w:color w:val="auto"/>
            <w:u w:val="none"/>
          </w:rPr>
          <w:t>http://studentsrepo.um.edu.my/11521</w:t>
        </w:r>
      </w:hyperlink>
      <w:r w:rsidRPr="00F61A9C">
        <w:t>.</w:t>
      </w:r>
    </w:p>
    <w:p w14:paraId="24E3F623" w14:textId="77777777" w:rsidR="00541412" w:rsidRPr="00F61A9C" w:rsidRDefault="00541412" w:rsidP="00541412">
      <w:pPr>
        <w:spacing w:before="240" w:line="240" w:lineRule="auto"/>
        <w:ind w:left="567" w:hanging="567"/>
      </w:pPr>
      <w:r w:rsidRPr="00F61A9C">
        <w:t xml:space="preserve">Anonymous. (2000). </w:t>
      </w:r>
      <w:r w:rsidRPr="00F61A9C">
        <w:rPr>
          <w:i/>
        </w:rPr>
        <w:t>Maximum security</w:t>
      </w:r>
      <w:r w:rsidRPr="00F61A9C">
        <w:t xml:space="preserve"> (3</w:t>
      </w:r>
      <w:r w:rsidRPr="00F61A9C">
        <w:rPr>
          <w:vertAlign w:val="superscript"/>
        </w:rPr>
        <w:t>rd</w:t>
      </w:r>
      <w:r w:rsidRPr="00F61A9C">
        <w:t xml:space="preserve"> ed.). Prentice Hall.</w:t>
      </w:r>
    </w:p>
    <w:p w14:paraId="5866744E" w14:textId="77777777" w:rsidR="00541412" w:rsidRPr="00F61A9C" w:rsidRDefault="00541412" w:rsidP="00541412">
      <w:pPr>
        <w:spacing w:before="240" w:line="240" w:lineRule="auto"/>
        <w:ind w:left="567" w:hanging="567"/>
      </w:pPr>
      <w:r w:rsidRPr="00F61A9C">
        <w:t xml:space="preserve">Armstrong, D. (2019). Malory and character. In M. G. Leitch &amp; C. J. Rushton (Eds.), </w:t>
      </w:r>
      <w:r w:rsidRPr="00F61A9C">
        <w:rPr>
          <w:i/>
        </w:rPr>
        <w:t>A new companion to Malory</w:t>
      </w:r>
      <w:r w:rsidRPr="00F61A9C">
        <w:t xml:space="preserve"> (pp. 144-163). D. S. Brewer.</w:t>
      </w:r>
    </w:p>
    <w:p w14:paraId="6D88BB23" w14:textId="77777777" w:rsidR="00541412" w:rsidRPr="00F61A9C" w:rsidRDefault="00541412" w:rsidP="00541412">
      <w:pPr>
        <w:spacing w:before="240" w:line="240" w:lineRule="auto"/>
        <w:ind w:left="567" w:hanging="567"/>
      </w:pPr>
      <w:r w:rsidRPr="00F61A9C">
        <w:t xml:space="preserve">Cheah, W. Y. (2019). </w:t>
      </w:r>
      <w:r w:rsidRPr="00F61A9C">
        <w:rPr>
          <w:i/>
        </w:rPr>
        <w:t>Microalgae cultivation in palm oil mill effluent for fuel feedstock production</w:t>
      </w:r>
      <w:r w:rsidRPr="00F61A9C">
        <w:t xml:space="preserve"> [Unpublished doctoral dissertation]. </w:t>
      </w:r>
      <w:proofErr w:type="spellStart"/>
      <w:r w:rsidRPr="00F61A9C">
        <w:t>Universiti</w:t>
      </w:r>
      <w:proofErr w:type="spellEnd"/>
      <w:r w:rsidRPr="00F61A9C">
        <w:t xml:space="preserve"> Malaya.</w:t>
      </w:r>
    </w:p>
    <w:p w14:paraId="31800FA6" w14:textId="77777777" w:rsidR="00541412" w:rsidRPr="00F61A9C" w:rsidRDefault="00541412" w:rsidP="00541412">
      <w:pPr>
        <w:spacing w:before="240" w:line="240" w:lineRule="auto"/>
        <w:ind w:left="567" w:hanging="567"/>
      </w:pPr>
      <w:r w:rsidRPr="00F61A9C">
        <w:t xml:space="preserve">Watson, S., Hubler, S., Ivory, D., &amp; </w:t>
      </w:r>
      <w:proofErr w:type="spellStart"/>
      <w:r w:rsidRPr="00F61A9C">
        <w:t>Gebeloff</w:t>
      </w:r>
      <w:proofErr w:type="spellEnd"/>
      <w:r w:rsidRPr="00F61A9C">
        <w:t xml:space="preserve">, R. (2020, September 6). A new front in America’s pandemic: College towns. </w:t>
      </w:r>
      <w:r w:rsidRPr="00F61A9C">
        <w:rPr>
          <w:i/>
        </w:rPr>
        <w:t>The New York Times</w:t>
      </w:r>
      <w:r w:rsidRPr="00F61A9C">
        <w:t xml:space="preserve">. https://www.nytimes.com/2020/09/06/us/collegescoronavirusstudents.html?action=click&amp;module=Top%20Stories&amp; </w:t>
      </w:r>
      <w:proofErr w:type="spellStart"/>
      <w:r w:rsidRPr="00F61A9C">
        <w:t>pgtype</w:t>
      </w:r>
      <w:proofErr w:type="spellEnd"/>
      <w:r w:rsidRPr="00F61A9C">
        <w:t>=Homepage.</w:t>
      </w:r>
    </w:p>
    <w:p w14:paraId="18E5165E" w14:textId="77777777" w:rsidR="00541412" w:rsidRPr="00F61A9C" w:rsidRDefault="00541412" w:rsidP="00541412">
      <w:pPr>
        <w:spacing w:before="240" w:line="240" w:lineRule="auto"/>
        <w:ind w:left="567" w:hanging="567"/>
      </w:pPr>
      <w:r w:rsidRPr="00F61A9C">
        <w:t xml:space="preserve">Wooldridge, M. B., &amp; Shapka, J. (2012). Playing with technology: Mother-toddler interaction scores lower during play with electronic toys. </w:t>
      </w:r>
      <w:r w:rsidRPr="00F61A9C">
        <w:rPr>
          <w:i/>
        </w:rPr>
        <w:t>Journal of Applied Developmental Psychology, 33</w:t>
      </w:r>
      <w:r w:rsidRPr="00F61A9C">
        <w:t xml:space="preserve">(5), 211-218. </w:t>
      </w:r>
      <w:hyperlink r:id="rId14" w:history="1">
        <w:r w:rsidRPr="00F61A9C">
          <w:rPr>
            <w:rStyle w:val="Hyperlink"/>
            <w:color w:val="auto"/>
            <w:u w:val="none"/>
          </w:rPr>
          <w:t>http://dx.doi.org/10.1016/j.appdev.2012.05.005</w:t>
        </w:r>
      </w:hyperlink>
      <w:r w:rsidRPr="00F61A9C">
        <w:t>.</w:t>
      </w:r>
    </w:p>
    <w:p w14:paraId="2797DD6E" w14:textId="77777777" w:rsidR="00541412" w:rsidRPr="00F61A9C" w:rsidRDefault="00541412" w:rsidP="00541412">
      <w:pPr>
        <w:spacing w:before="240" w:line="240" w:lineRule="auto"/>
        <w:ind w:left="567" w:hanging="567"/>
      </w:pPr>
    </w:p>
    <w:p w14:paraId="0816912B" w14:textId="77777777" w:rsidR="00541412" w:rsidRPr="00F61A9C" w:rsidRDefault="00541412" w:rsidP="00541412"/>
    <w:p w14:paraId="64CBC7AE" w14:textId="77777777" w:rsidR="00541412" w:rsidRPr="00F61A9C" w:rsidRDefault="00541412" w:rsidP="00541412"/>
    <w:p w14:paraId="78B84CBA" w14:textId="045D2BAC" w:rsidR="00541412" w:rsidRPr="00F61A9C" w:rsidRDefault="006179EA" w:rsidP="00541412">
      <w:r w:rsidRPr="00F61A9C">
        <w:t>Student may</w:t>
      </w:r>
      <w:r w:rsidR="00541412" w:rsidRPr="00F61A9C">
        <w:t xml:space="preserve"> </w:t>
      </w:r>
      <w:r w:rsidR="00E21F33" w:rsidRPr="00F61A9C">
        <w:t>u</w:t>
      </w:r>
      <w:r w:rsidR="00541412" w:rsidRPr="00F61A9C">
        <w:t xml:space="preserve">se reference tools such as </w:t>
      </w:r>
      <w:r w:rsidRPr="00F61A9C">
        <w:t xml:space="preserve">APA </w:t>
      </w:r>
      <w:r w:rsidR="00755137" w:rsidRPr="00F61A9C">
        <w:t>7</w:t>
      </w:r>
      <w:r w:rsidR="00755137" w:rsidRPr="00F61A9C">
        <w:rPr>
          <w:vertAlign w:val="superscript"/>
        </w:rPr>
        <w:t>th</w:t>
      </w:r>
      <w:r w:rsidR="00755137" w:rsidRPr="00F61A9C">
        <w:t xml:space="preserve"> </w:t>
      </w:r>
      <w:r w:rsidRPr="00F61A9C">
        <w:t>Generator/</w:t>
      </w:r>
      <w:r w:rsidR="00541412" w:rsidRPr="00F61A9C">
        <w:t>Mendeley</w:t>
      </w:r>
      <w:r w:rsidRPr="00F61A9C">
        <w:t>/Others</w:t>
      </w:r>
      <w:r w:rsidR="00541412" w:rsidRPr="00F61A9C">
        <w:t>: Click on the REFERENCES TAB -&gt; INSERT CITATION (Delete this paragraph)</w:t>
      </w:r>
    </w:p>
    <w:p w14:paraId="516478B3" w14:textId="77777777" w:rsidR="00541412" w:rsidRPr="00F61A9C" w:rsidRDefault="00541412" w:rsidP="00541412">
      <w:pPr>
        <w:rPr>
          <w:b/>
        </w:rPr>
      </w:pPr>
      <w:r w:rsidRPr="00F61A9C">
        <w:rPr>
          <w:b/>
        </w:rPr>
        <w:t>FORMAT FOR IN TEXT CITATION AND LIST OF REFERENCES STRICTLY TO FOLLOW APA FORMAT 7</w:t>
      </w:r>
      <w:r w:rsidRPr="00F61A9C">
        <w:rPr>
          <w:b/>
          <w:vertAlign w:val="superscript"/>
        </w:rPr>
        <w:t>TH</w:t>
      </w:r>
      <w:r w:rsidRPr="00F61A9C">
        <w:rPr>
          <w:b/>
        </w:rPr>
        <w:t xml:space="preserve"> EDITION</w:t>
      </w:r>
    </w:p>
    <w:p w14:paraId="1677520E" w14:textId="77777777" w:rsidR="00541412" w:rsidRPr="00F61A9C" w:rsidRDefault="00541412" w:rsidP="00541412">
      <w:pPr>
        <w:jc w:val="left"/>
      </w:pPr>
    </w:p>
    <w:p w14:paraId="7A93B38E" w14:textId="77777777" w:rsidR="00541412" w:rsidRPr="00F61A9C" w:rsidRDefault="00541412" w:rsidP="00541412">
      <w:pPr>
        <w:jc w:val="left"/>
      </w:pPr>
    </w:p>
    <w:p w14:paraId="0F5C51F0" w14:textId="77777777" w:rsidR="00541412" w:rsidRPr="00F61A9C" w:rsidRDefault="00541412" w:rsidP="00541412">
      <w:pPr>
        <w:jc w:val="left"/>
      </w:pPr>
    </w:p>
    <w:p w14:paraId="47516926" w14:textId="65D205AD" w:rsidR="00765296" w:rsidRPr="00F61A9C" w:rsidRDefault="00541412" w:rsidP="00653D28">
      <w:pPr>
        <w:jc w:val="left"/>
      </w:pPr>
      <w:r w:rsidRPr="00F61A9C">
        <w:t xml:space="preserve"> </w:t>
      </w:r>
      <w:r w:rsidR="00765296" w:rsidRPr="00F61A9C">
        <w:br w:type="page"/>
      </w:r>
    </w:p>
    <w:p w14:paraId="193BA302" w14:textId="77777777" w:rsidR="0078401B" w:rsidRPr="00F61A9C" w:rsidRDefault="0078401B" w:rsidP="00E20A34">
      <w:pPr>
        <w:pStyle w:val="Pre-Title"/>
        <w:spacing w:after="240"/>
      </w:pPr>
      <w:bookmarkStart w:id="505" w:name="_Toc528509142"/>
      <w:bookmarkStart w:id="506" w:name="_Toc528510784"/>
      <w:bookmarkStart w:id="507" w:name="_Toc528743129"/>
      <w:bookmarkStart w:id="508" w:name="_Toc528764318"/>
      <w:bookmarkStart w:id="509" w:name="_Toc528848709"/>
      <w:bookmarkStart w:id="510" w:name="_Toc528849675"/>
      <w:bookmarkStart w:id="511" w:name="_Toc185259754"/>
      <w:r w:rsidRPr="00F61A9C">
        <w:lastRenderedPageBreak/>
        <w:t>APPENDICES</w:t>
      </w:r>
      <w:bookmarkEnd w:id="505"/>
      <w:bookmarkEnd w:id="506"/>
      <w:bookmarkEnd w:id="507"/>
      <w:bookmarkEnd w:id="508"/>
      <w:bookmarkEnd w:id="509"/>
      <w:bookmarkEnd w:id="510"/>
      <w:bookmarkEnd w:id="511"/>
    </w:p>
    <w:p w14:paraId="1FE95327" w14:textId="77777777" w:rsidR="0078401B" w:rsidRPr="00F61A9C" w:rsidRDefault="0078401B" w:rsidP="007423EA">
      <w:pPr>
        <w:pStyle w:val="Heading2"/>
        <w:numPr>
          <w:ilvl w:val="0"/>
          <w:numId w:val="0"/>
        </w:numPr>
        <w:spacing w:after="240"/>
      </w:pPr>
      <w:bookmarkStart w:id="512" w:name="_Toc528509143"/>
      <w:bookmarkStart w:id="513" w:name="_Toc528510785"/>
      <w:bookmarkStart w:id="514" w:name="_Toc528743130"/>
      <w:bookmarkStart w:id="515" w:name="_Toc528764319"/>
      <w:bookmarkStart w:id="516" w:name="_Toc528848710"/>
      <w:bookmarkStart w:id="517" w:name="_Toc528849676"/>
      <w:bookmarkStart w:id="518" w:name="_Toc185259755"/>
      <w:r w:rsidRPr="00F61A9C">
        <w:t>Appendix A</w:t>
      </w:r>
      <w:bookmarkEnd w:id="512"/>
      <w:bookmarkEnd w:id="513"/>
      <w:bookmarkEnd w:id="514"/>
      <w:bookmarkEnd w:id="515"/>
      <w:bookmarkEnd w:id="516"/>
      <w:bookmarkEnd w:id="517"/>
      <w:bookmarkEnd w:id="518"/>
    </w:p>
    <w:p w14:paraId="5527C753" w14:textId="77777777" w:rsidR="0078401B" w:rsidRPr="00F61A9C" w:rsidRDefault="0078401B" w:rsidP="007423EA">
      <w:pPr>
        <w:pStyle w:val="Heading2"/>
        <w:numPr>
          <w:ilvl w:val="0"/>
          <w:numId w:val="0"/>
        </w:numPr>
        <w:spacing w:after="240"/>
      </w:pPr>
      <w:bookmarkStart w:id="519" w:name="_Toc528509144"/>
      <w:bookmarkStart w:id="520" w:name="_Toc528510786"/>
      <w:bookmarkStart w:id="521" w:name="_Toc528743131"/>
      <w:bookmarkStart w:id="522" w:name="_Toc528764320"/>
      <w:bookmarkStart w:id="523" w:name="_Toc528848711"/>
      <w:bookmarkStart w:id="524" w:name="_Toc528849677"/>
      <w:bookmarkStart w:id="525" w:name="_Toc185259756"/>
      <w:r w:rsidRPr="00F61A9C">
        <w:t>Appendix B</w:t>
      </w:r>
      <w:bookmarkEnd w:id="519"/>
      <w:bookmarkEnd w:id="520"/>
      <w:bookmarkEnd w:id="521"/>
      <w:bookmarkEnd w:id="522"/>
      <w:bookmarkEnd w:id="523"/>
      <w:bookmarkEnd w:id="524"/>
      <w:bookmarkEnd w:id="525"/>
    </w:p>
    <w:sectPr w:rsidR="0078401B" w:rsidRPr="00F61A9C" w:rsidSect="008D6209">
      <w:footerReference w:type="default" r:id="rId15"/>
      <w:pgSz w:w="11906" w:h="16838"/>
      <w:pgMar w:top="1418" w:right="1418" w:bottom="1418"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8A6AB" w14:textId="77777777" w:rsidR="002C70A5" w:rsidRDefault="002C70A5" w:rsidP="00EF42CB">
      <w:pPr>
        <w:spacing w:after="0" w:line="240" w:lineRule="auto"/>
      </w:pPr>
      <w:r>
        <w:separator/>
      </w:r>
    </w:p>
  </w:endnote>
  <w:endnote w:type="continuationSeparator" w:id="0">
    <w:p w14:paraId="21072EFA" w14:textId="77777777" w:rsidR="002C70A5" w:rsidRDefault="002C70A5" w:rsidP="00EF4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DC87" w14:textId="77777777" w:rsidR="003F6C4B" w:rsidRDefault="003F6C4B">
    <w:pPr>
      <w:pStyle w:val="Footer"/>
      <w:jc w:val="right"/>
    </w:pPr>
  </w:p>
  <w:p w14:paraId="24B1115E" w14:textId="77777777" w:rsidR="003F6C4B" w:rsidRDefault="003F6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1808316"/>
      <w:docPartObj>
        <w:docPartGallery w:val="Page Numbers (Bottom of Page)"/>
        <w:docPartUnique/>
      </w:docPartObj>
    </w:sdtPr>
    <w:sdtEndPr>
      <w:rPr>
        <w:noProof/>
      </w:rPr>
    </w:sdtEndPr>
    <w:sdtContent>
      <w:p w14:paraId="60F523C6" w14:textId="755CA324" w:rsidR="003F6C4B" w:rsidRDefault="003F6C4B">
        <w:pPr>
          <w:pStyle w:val="Footer"/>
          <w:jc w:val="right"/>
        </w:pPr>
        <w:r>
          <w:fldChar w:fldCharType="begin"/>
        </w:r>
        <w:r>
          <w:instrText xml:space="preserve"> PAGE   \* MERGEFORMAT </w:instrText>
        </w:r>
        <w:r>
          <w:fldChar w:fldCharType="separate"/>
        </w:r>
        <w:r w:rsidR="00011CA9">
          <w:rPr>
            <w:noProof/>
          </w:rPr>
          <w:t>10</w:t>
        </w:r>
        <w:r>
          <w:rPr>
            <w:noProof/>
          </w:rPr>
          <w:fldChar w:fldCharType="end"/>
        </w:r>
      </w:p>
    </w:sdtContent>
  </w:sdt>
  <w:p w14:paraId="7E2DBC9F" w14:textId="77777777" w:rsidR="003F6C4B" w:rsidRDefault="003F6C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170470"/>
      <w:docPartObj>
        <w:docPartGallery w:val="Page Numbers (Bottom of Page)"/>
        <w:docPartUnique/>
      </w:docPartObj>
    </w:sdtPr>
    <w:sdtEndPr>
      <w:rPr>
        <w:noProof/>
      </w:rPr>
    </w:sdtEndPr>
    <w:sdtContent>
      <w:p w14:paraId="01EDC3B1" w14:textId="30D8E7EF" w:rsidR="003F6C4B" w:rsidRDefault="003F6C4B">
        <w:pPr>
          <w:pStyle w:val="Footer"/>
          <w:jc w:val="right"/>
        </w:pPr>
        <w:r>
          <w:fldChar w:fldCharType="begin"/>
        </w:r>
        <w:r>
          <w:instrText xml:space="preserve"> PAGE   \* MERGEFORMAT </w:instrText>
        </w:r>
        <w:r>
          <w:fldChar w:fldCharType="separate"/>
        </w:r>
        <w:r w:rsidR="00011CA9">
          <w:rPr>
            <w:noProof/>
          </w:rPr>
          <w:t>11</w:t>
        </w:r>
        <w:r>
          <w:rPr>
            <w:noProof/>
          </w:rPr>
          <w:fldChar w:fldCharType="end"/>
        </w:r>
      </w:p>
    </w:sdtContent>
  </w:sdt>
  <w:p w14:paraId="6515C02A" w14:textId="77777777" w:rsidR="003F6C4B" w:rsidRDefault="003F6C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9189712"/>
      <w:docPartObj>
        <w:docPartGallery w:val="Page Numbers (Bottom of Page)"/>
        <w:docPartUnique/>
      </w:docPartObj>
    </w:sdtPr>
    <w:sdtEndPr>
      <w:rPr>
        <w:noProof/>
      </w:rPr>
    </w:sdtEndPr>
    <w:sdtContent>
      <w:p w14:paraId="79CECE47" w14:textId="7A4CD103" w:rsidR="003F6C4B" w:rsidRDefault="003F6C4B">
        <w:pPr>
          <w:pStyle w:val="Footer"/>
          <w:jc w:val="right"/>
        </w:pPr>
        <w:r>
          <w:fldChar w:fldCharType="begin"/>
        </w:r>
        <w:r>
          <w:instrText xml:space="preserve"> PAGE   \* MERGEFORMAT </w:instrText>
        </w:r>
        <w:r>
          <w:fldChar w:fldCharType="separate"/>
        </w:r>
        <w:r w:rsidR="00011CA9">
          <w:rPr>
            <w:noProof/>
          </w:rPr>
          <w:t>14</w:t>
        </w:r>
        <w:r>
          <w:rPr>
            <w:noProof/>
          </w:rPr>
          <w:fldChar w:fldCharType="end"/>
        </w:r>
      </w:p>
    </w:sdtContent>
  </w:sdt>
  <w:p w14:paraId="0DCC82FD" w14:textId="77777777" w:rsidR="003F6C4B" w:rsidRDefault="003F6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A88BA" w14:textId="77777777" w:rsidR="002C70A5" w:rsidRDefault="002C70A5" w:rsidP="00EF42CB">
      <w:pPr>
        <w:spacing w:after="0" w:line="240" w:lineRule="auto"/>
      </w:pPr>
      <w:r>
        <w:separator/>
      </w:r>
    </w:p>
  </w:footnote>
  <w:footnote w:type="continuationSeparator" w:id="0">
    <w:p w14:paraId="73710D66" w14:textId="77777777" w:rsidR="002C70A5" w:rsidRDefault="002C70A5" w:rsidP="00EF42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6472"/>
    <w:multiLevelType w:val="hybridMultilevel"/>
    <w:tmpl w:val="5330DBCA"/>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246751E"/>
    <w:multiLevelType w:val="multilevel"/>
    <w:tmpl w:val="2F6220BC"/>
    <w:styleLink w:val="Style3"/>
    <w:lvl w:ilvl="0">
      <w:start w:val="4"/>
      <w:numFmt w:val="decimal"/>
      <w:lvlText w:val="%1"/>
      <w:lvlJc w:val="left"/>
      <w:pPr>
        <w:ind w:left="432" w:hanging="432"/>
      </w:pPr>
      <w:rPr>
        <w:rFonts w:hint="default"/>
      </w:rPr>
    </w:lvl>
    <w:lvl w:ilvl="1">
      <w:start w:val="1"/>
      <w:numFmt w:val="decimal"/>
      <w:lvlText w:val="CHAPTER %2.0"/>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EC3E65"/>
    <w:multiLevelType w:val="hybridMultilevel"/>
    <w:tmpl w:val="F2987074"/>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08D34679"/>
    <w:multiLevelType w:val="multilevel"/>
    <w:tmpl w:val="BF606294"/>
    <w:lvl w:ilvl="0">
      <w:start w:val="1"/>
      <w:numFmt w:val="decimal"/>
      <w:lvlText w:val="%1."/>
      <w:lvlJc w:val="left"/>
      <w:pPr>
        <w:ind w:left="360" w:hanging="360"/>
      </w:pPr>
      <w:rPr>
        <w:rFonts w:ascii="Times New Roman" w:hAnsi="Times New Roman" w:hint="default"/>
        <w:b/>
        <w:i w:val="0"/>
        <w:caps/>
        <w:strike w:val="0"/>
        <w:dstrike w:val="0"/>
        <w:color w:val="FFFFFF" w:themeColor="background1"/>
        <w:sz w:val="24"/>
        <w:u w:color="FFFFFF" w:themeColor="background1"/>
        <w:vertAlign w:val="subscrip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0"/>
      <w:lvlText w:val="%1.%2.%3.%4"/>
      <w:lvlJc w:val="left"/>
      <w:pPr>
        <w:ind w:left="864" w:hanging="864"/>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AC7307E"/>
    <w:multiLevelType w:val="multilevel"/>
    <w:tmpl w:val="F6BE5CFE"/>
    <w:name w:val="1"/>
    <w:lvl w:ilvl="0">
      <w:start w:val="1"/>
      <w:numFmt w:val="none"/>
      <w:suff w:val="space"/>
      <w:lvlText w:val="2.1"/>
      <w:lvlJc w:val="left"/>
      <w:pPr>
        <w:ind w:left="0" w:firstLine="0"/>
      </w:pPr>
      <w:rPr>
        <w:rFonts w:hint="default"/>
      </w:rPr>
    </w:lvl>
    <w:lvl w:ilvl="1">
      <w:start w:val="1"/>
      <w:numFmt w:val="none"/>
      <w:suff w:val="nothing"/>
      <w:lvlText w:val="2.2.1"/>
      <w:lvlJc w:val="left"/>
      <w:pPr>
        <w:ind w:left="0" w:firstLine="0"/>
      </w:pPr>
      <w:rPr>
        <w:rFonts w:hint="default"/>
      </w:rPr>
    </w:lvl>
    <w:lvl w:ilvl="2">
      <w:start w:val="1"/>
      <w:numFmt w:val="none"/>
      <w:lvlText w:val="2.2."/>
      <w:lvlJc w:val="center"/>
      <w:pPr>
        <w:ind w:left="0" w:firstLine="0"/>
      </w:pPr>
      <w:rPr>
        <w:rFonts w:ascii="Times New Roman" w:hAnsi="Times New Roman" w:hint="default"/>
        <w:b w:val="0"/>
        <w:i w:val="0"/>
        <w:color w:val="auto"/>
        <w:sz w:val="24"/>
      </w:rPr>
    </w:lvl>
    <w:lvl w:ilvl="3">
      <w:start w:val="1"/>
      <w:numFmt w:val="none"/>
      <w:lvlText w:val="2.2.1"/>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42231C"/>
    <w:multiLevelType w:val="hybridMultilevel"/>
    <w:tmpl w:val="30720F18"/>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14802F6E"/>
    <w:multiLevelType w:val="hybridMultilevel"/>
    <w:tmpl w:val="7DBE684A"/>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A06AAD"/>
    <w:multiLevelType w:val="multilevel"/>
    <w:tmpl w:val="179E706C"/>
    <w:name w:val="4"/>
    <w:styleLink w:val="Style4"/>
    <w:lvl w:ilvl="0">
      <w:start w:val="1"/>
      <w:numFmt w:val="decimal"/>
      <w:lvlText w:val="%1)"/>
      <w:lvlJc w:val="left"/>
      <w:pPr>
        <w:ind w:left="720" w:hanging="360"/>
      </w:pPr>
      <w:rPr>
        <w:rFonts w:ascii="Times New Roman" w:hAnsi="Times New Roman" w:hint="default"/>
        <w:b/>
        <w:sz w:val="24"/>
      </w:rPr>
    </w:lvl>
    <w:lvl w:ilvl="1">
      <w:start w:val="4"/>
      <w:numFmt w:val="decimal"/>
      <w:isLgl/>
      <w:lvlText w:val="%2.%1"/>
      <w:lvlJc w:val="left"/>
      <w:pPr>
        <w:ind w:left="1080" w:hanging="360"/>
      </w:pPr>
      <w:rPr>
        <w:rFonts w:hint="default"/>
      </w:rPr>
    </w:lvl>
    <w:lvl w:ilvl="2">
      <w:start w:val="1"/>
      <w:numFmt w:val="decimal"/>
      <w:lvlText w:val="%3"/>
      <w:lvlJc w:val="left"/>
      <w:pPr>
        <w:ind w:left="1440" w:hanging="360"/>
      </w:pPr>
      <w:rPr>
        <w:rFonts w:hint="default"/>
      </w:rPr>
    </w:lvl>
    <w:lvl w:ilvl="3">
      <w:start w:val="1"/>
      <w:numFmt w:val="none"/>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AD21A45"/>
    <w:multiLevelType w:val="hybridMultilevel"/>
    <w:tmpl w:val="CC2E8740"/>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DB21E8"/>
    <w:multiLevelType w:val="hybridMultilevel"/>
    <w:tmpl w:val="F1D4E9F8"/>
    <w:lvl w:ilvl="0" w:tplc="6FCC716A">
      <w:start w:val="1"/>
      <w:numFmt w:val="lowerRoman"/>
      <w:lvlText w:val="%1"/>
      <w:lvlJc w:val="right"/>
      <w:pPr>
        <w:ind w:left="720" w:hanging="360"/>
      </w:pPr>
      <w:rPr>
        <w:rFonts w:hint="default"/>
        <w:color w:val="auto"/>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20E5398B"/>
    <w:multiLevelType w:val="hybridMultilevel"/>
    <w:tmpl w:val="5C188E5C"/>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ED5657"/>
    <w:multiLevelType w:val="multilevel"/>
    <w:tmpl w:val="E11EE6A4"/>
    <w:styleLink w:val="ChapterNumbering"/>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1800" w:hanging="360"/>
      </w:pPr>
      <w:rPr>
        <w:rFonts w:ascii="Times New Roman" w:hAnsi="Times New Roman" w:hint="default"/>
        <w:b/>
        <w:sz w:val="24"/>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28D77C48"/>
    <w:multiLevelType w:val="hybridMultilevel"/>
    <w:tmpl w:val="F33CE72C"/>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A3BEF"/>
    <w:multiLevelType w:val="hybridMultilevel"/>
    <w:tmpl w:val="0ED21552"/>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29AF693D"/>
    <w:multiLevelType w:val="hybridMultilevel"/>
    <w:tmpl w:val="CAE2B5E4"/>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390F50"/>
    <w:multiLevelType w:val="hybridMultilevel"/>
    <w:tmpl w:val="8B3268BC"/>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2F1B5FC5"/>
    <w:multiLevelType w:val="multilevel"/>
    <w:tmpl w:val="179E706C"/>
    <w:name w:val="42"/>
    <w:numStyleLink w:val="Style4"/>
  </w:abstractNum>
  <w:abstractNum w:abstractNumId="17" w15:restartNumberingAfterBreak="0">
    <w:nsid w:val="2F406978"/>
    <w:multiLevelType w:val="multilevel"/>
    <w:tmpl w:val="466880B0"/>
    <w:styleLink w:val="Style1"/>
    <w:lvl w:ilvl="0">
      <w:start w:val="1"/>
      <w:numFmt w:val="decimal"/>
      <w:lvlText w:val="%1"/>
      <w:lvlJc w:val="left"/>
      <w:pPr>
        <w:ind w:left="432" w:hanging="432"/>
      </w:pPr>
      <w:rPr>
        <w:rFonts w:ascii="Times New Roman" w:hAnsi="Times New Roman" w:hint="default"/>
        <w:sz w:val="24"/>
      </w:rPr>
    </w:lvl>
    <w:lvl w:ilvl="1">
      <w:start w:val="1"/>
      <w:numFmt w:val="decimal"/>
      <w:lvlText w:val="2.%2"/>
      <w:lvlJc w:val="left"/>
      <w:pPr>
        <w:ind w:left="576" w:hanging="576"/>
      </w:pPr>
      <w:rPr>
        <w:rFonts w:hint="default"/>
      </w:rPr>
    </w:lvl>
    <w:lvl w:ilvl="2">
      <w:start w:val="1"/>
      <w:numFmt w:val="none"/>
      <w:lvlText w:val="2.%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0197D14"/>
    <w:multiLevelType w:val="hybridMultilevel"/>
    <w:tmpl w:val="59DA6AD6"/>
    <w:lvl w:ilvl="0" w:tplc="4409001B">
      <w:start w:val="1"/>
      <w:numFmt w:val="lowerRoman"/>
      <w:lvlText w:val="%1."/>
      <w:lvlJc w:val="right"/>
      <w:pPr>
        <w:ind w:left="1571" w:hanging="360"/>
      </w:pPr>
    </w:lvl>
    <w:lvl w:ilvl="1" w:tplc="44090019" w:tentative="1">
      <w:start w:val="1"/>
      <w:numFmt w:val="lowerLetter"/>
      <w:lvlText w:val="%2."/>
      <w:lvlJc w:val="left"/>
      <w:pPr>
        <w:ind w:left="2291" w:hanging="360"/>
      </w:pPr>
    </w:lvl>
    <w:lvl w:ilvl="2" w:tplc="4409001B">
      <w:start w:val="1"/>
      <w:numFmt w:val="lowerRoman"/>
      <w:lvlText w:val="%3."/>
      <w:lvlJc w:val="right"/>
      <w:pPr>
        <w:ind w:left="3011" w:hanging="180"/>
      </w:pPr>
    </w:lvl>
    <w:lvl w:ilvl="3" w:tplc="4409000F">
      <w:start w:val="1"/>
      <w:numFmt w:val="decimal"/>
      <w:lvlText w:val="%4."/>
      <w:lvlJc w:val="left"/>
      <w:pPr>
        <w:ind w:left="3731" w:hanging="360"/>
      </w:pPr>
    </w:lvl>
    <w:lvl w:ilvl="4" w:tplc="44090019" w:tentative="1">
      <w:start w:val="1"/>
      <w:numFmt w:val="lowerLetter"/>
      <w:lvlText w:val="%5."/>
      <w:lvlJc w:val="left"/>
      <w:pPr>
        <w:ind w:left="4451" w:hanging="360"/>
      </w:pPr>
    </w:lvl>
    <w:lvl w:ilvl="5" w:tplc="4409001B" w:tentative="1">
      <w:start w:val="1"/>
      <w:numFmt w:val="lowerRoman"/>
      <w:lvlText w:val="%6."/>
      <w:lvlJc w:val="right"/>
      <w:pPr>
        <w:ind w:left="5171" w:hanging="180"/>
      </w:pPr>
    </w:lvl>
    <w:lvl w:ilvl="6" w:tplc="4409000F" w:tentative="1">
      <w:start w:val="1"/>
      <w:numFmt w:val="decimal"/>
      <w:lvlText w:val="%7."/>
      <w:lvlJc w:val="left"/>
      <w:pPr>
        <w:ind w:left="5891" w:hanging="360"/>
      </w:pPr>
    </w:lvl>
    <w:lvl w:ilvl="7" w:tplc="44090019" w:tentative="1">
      <w:start w:val="1"/>
      <w:numFmt w:val="lowerLetter"/>
      <w:lvlText w:val="%8."/>
      <w:lvlJc w:val="left"/>
      <w:pPr>
        <w:ind w:left="6611" w:hanging="360"/>
      </w:pPr>
    </w:lvl>
    <w:lvl w:ilvl="8" w:tplc="4409001B" w:tentative="1">
      <w:start w:val="1"/>
      <w:numFmt w:val="lowerRoman"/>
      <w:lvlText w:val="%9."/>
      <w:lvlJc w:val="right"/>
      <w:pPr>
        <w:ind w:left="7331" w:hanging="180"/>
      </w:pPr>
    </w:lvl>
  </w:abstractNum>
  <w:abstractNum w:abstractNumId="19" w15:restartNumberingAfterBreak="0">
    <w:nsid w:val="332543B6"/>
    <w:multiLevelType w:val="hybridMultilevel"/>
    <w:tmpl w:val="592A058A"/>
    <w:lvl w:ilvl="0" w:tplc="FFFFFFFF">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0" w15:restartNumberingAfterBreak="0">
    <w:nsid w:val="35BC2485"/>
    <w:multiLevelType w:val="multilevel"/>
    <w:tmpl w:val="043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27E56"/>
    <w:multiLevelType w:val="multilevel"/>
    <w:tmpl w:val="B6324F6C"/>
    <w:lvl w:ilvl="0">
      <w:start w:val="4"/>
      <w:numFmt w:val="decimal"/>
      <w:lvlText w:val="CHAPTER %1.0"/>
      <w:lvlJc w:val="left"/>
      <w:pPr>
        <w:ind w:left="0" w:firstLine="0"/>
      </w:pPr>
      <w:rPr>
        <w:rFonts w:ascii="Times New Roman" w:hAnsi="Times New Roman" w:hint="default"/>
        <w:b/>
        <w:i w:val="0"/>
        <w:color w:val="auto"/>
        <w:sz w:val="24"/>
      </w:rPr>
    </w:lvl>
    <w:lvl w:ilvl="1">
      <w:start w:val="5"/>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b/>
        <w:i w:val="0"/>
        <w:color w:val="auto"/>
        <w:sz w:val="24"/>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869583E"/>
    <w:multiLevelType w:val="multilevel"/>
    <w:tmpl w:val="4EEC07A2"/>
    <w:lvl w:ilvl="0">
      <w:start w:val="1"/>
      <w:numFmt w:val="decimal"/>
      <w:pStyle w:val="Chapter1"/>
      <w:lvlText w:val="%1."/>
      <w:lvlJc w:val="left"/>
      <w:pPr>
        <w:ind w:left="360" w:hanging="360"/>
      </w:pPr>
      <w:rPr>
        <w:rFonts w:hint="default"/>
      </w:rPr>
    </w:lvl>
    <w:lvl w:ilvl="1">
      <w:start w:val="1"/>
      <w:numFmt w:val="decimal"/>
      <w:lvlText w:val="%1.%2."/>
      <w:lvlJc w:val="left"/>
      <w:pPr>
        <w:ind w:left="792" w:hanging="432"/>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8E672C"/>
    <w:multiLevelType w:val="multilevel"/>
    <w:tmpl w:val="85908E94"/>
    <w:styleLink w:val="Style6"/>
    <w:lvl w:ilvl="0">
      <w:start w:val="1"/>
      <w:numFmt w:val="decimal"/>
      <w:lvlText w:val="%1"/>
      <w:lvlJc w:val="left"/>
      <w:pPr>
        <w:ind w:left="360" w:hanging="360"/>
      </w:pPr>
      <w:rPr>
        <w:rFonts w:ascii="Times New Roman" w:hAnsi="Times New Roman" w:hint="default"/>
        <w:b/>
        <w:sz w:val="24"/>
      </w:rPr>
    </w:lvl>
    <w:lvl w:ilvl="1">
      <w:start w:val="1"/>
      <w:numFmt w:val="decimal"/>
      <w:lvlText w:val="%1.%2"/>
      <w:lvlJc w:val="left"/>
      <w:pPr>
        <w:ind w:left="792" w:hanging="432"/>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0E41B0"/>
    <w:multiLevelType w:val="multilevel"/>
    <w:tmpl w:val="34D428EE"/>
    <w:lvl w:ilvl="0">
      <w:start w:val="1"/>
      <w:numFmt w:val="decimal"/>
      <w:lvlText w:val="%1"/>
      <w:lvlJc w:val="left"/>
      <w:pPr>
        <w:ind w:left="431" w:hanging="431"/>
      </w:pPr>
      <w:rPr>
        <w:rFonts w:hint="default"/>
      </w:rPr>
    </w:lvl>
    <w:lvl w:ilvl="1">
      <w:numFmt w:val="decimal"/>
      <w:pStyle w:val="Heading2"/>
      <w:lvlText w:val="%1.%2"/>
      <w:lvlJc w:val="left"/>
      <w:pPr>
        <w:ind w:left="1141" w:hanging="431"/>
      </w:pPr>
      <w:rPr>
        <w:rFonts w:ascii="Times New Roman" w:hAnsi="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842" w:hanging="431"/>
      </w:pPr>
      <w:rPr>
        <w:rFonts w:hint="default"/>
      </w:rPr>
    </w:lvl>
    <w:lvl w:ilvl="3">
      <w:start w:val="1"/>
      <w:numFmt w:val="decimal"/>
      <w:pStyle w:val="Heading4"/>
      <w:lvlText w:val="%1.%2.%3.%4"/>
      <w:lvlJc w:val="left"/>
      <w:pPr>
        <w:ind w:left="431" w:hanging="431"/>
      </w:pPr>
      <w:rPr>
        <w:rFonts w:ascii="Times New Roman" w:hAnsi="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431" w:hanging="4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5" w15:restartNumberingAfterBreak="0">
    <w:nsid w:val="571802C4"/>
    <w:multiLevelType w:val="multilevel"/>
    <w:tmpl w:val="87A8B09A"/>
    <w:lvl w:ilvl="0">
      <w:start w:val="2"/>
      <w:numFmt w:val="decimal"/>
      <w:lvlText w:val="CHAPTER %1.0"/>
      <w:lvlJc w:val="left"/>
      <w:pPr>
        <w:ind w:left="0" w:firstLine="0"/>
      </w:pPr>
      <w:rPr>
        <w:rFonts w:ascii="Times New Roman" w:hAnsi="Times New Roman" w:hint="default"/>
        <w:b/>
        <w:i w:val="0"/>
        <w:color w:val="auto"/>
        <w:sz w:val="24"/>
      </w:rPr>
    </w:lvl>
    <w:lvl w:ilvl="1">
      <w:start w:val="2"/>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581E36C3"/>
    <w:multiLevelType w:val="hybridMultilevel"/>
    <w:tmpl w:val="19C62B46"/>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587A109B"/>
    <w:multiLevelType w:val="hybridMultilevel"/>
    <w:tmpl w:val="1526CB66"/>
    <w:lvl w:ilvl="0" w:tplc="A03A671E">
      <w:start w:val="1"/>
      <w:numFmt w:val="decimal"/>
      <w:pStyle w:val="Heading1"/>
      <w:lvlText w:val="CHAPTER %1"/>
      <w:lvlJc w:val="center"/>
      <w:pPr>
        <w:ind w:left="4897" w:hanging="360"/>
      </w:pPr>
      <w:rPr>
        <w:rFonts w:ascii="Times New Roman" w:hAnsi="Times New Roman" w:hint="default"/>
        <w:b/>
        <w:i w:val="0"/>
        <w:color w:val="auto"/>
        <w:sz w:val="24"/>
      </w:rPr>
    </w:lvl>
    <w:lvl w:ilvl="1" w:tplc="C116E454">
      <w:start w:val="1"/>
      <w:numFmt w:val="decimal"/>
      <w:lvlText w:val="%2.1"/>
      <w:lvlJc w:val="left"/>
      <w:pPr>
        <w:ind w:left="1440" w:hanging="360"/>
      </w:pPr>
      <w:rPr>
        <w:rFonts w:hint="default"/>
      </w:rPr>
    </w:lvl>
    <w:lvl w:ilvl="2" w:tplc="8004AA78">
      <w:start w:val="1"/>
      <w:numFmt w:val="lowerRoman"/>
      <w:lvlText w:val="%3."/>
      <w:lvlJc w:val="left"/>
      <w:pPr>
        <w:ind w:left="2700" w:hanging="720"/>
      </w:pPr>
      <w:rPr>
        <w:rFonts w:hint="default"/>
      </w:r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5F8D5CFE"/>
    <w:multiLevelType w:val="hybridMultilevel"/>
    <w:tmpl w:val="8E56EF9E"/>
    <w:lvl w:ilvl="0" w:tplc="6D0CEE02">
      <w:start w:val="1"/>
      <w:numFmt w:val="decimal"/>
      <w:lvlText w:val="CHAPTER %1.0"/>
      <w:lvlJc w:val="left"/>
      <w:pPr>
        <w:ind w:left="1080" w:hanging="360"/>
      </w:pPr>
      <w:rPr>
        <w:rFonts w:ascii="Times New Roman" w:hAnsi="Times New Roman" w:hint="default"/>
        <w:b/>
        <w:i w:val="0"/>
        <w:color w:val="auto"/>
        <w:sz w:val="24"/>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29" w15:restartNumberingAfterBreak="0">
    <w:nsid w:val="60A56181"/>
    <w:multiLevelType w:val="multilevel"/>
    <w:tmpl w:val="043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949E0"/>
    <w:multiLevelType w:val="multilevel"/>
    <w:tmpl w:val="271A77EC"/>
    <w:lvl w:ilvl="0">
      <w:start w:val="1"/>
      <w:numFmt w:val="decimal"/>
      <w:lvlText w:val="%1"/>
      <w:lvlJc w:val="left"/>
      <w:pPr>
        <w:ind w:left="432" w:hanging="432"/>
      </w:pPr>
      <w:rPr>
        <w:rFonts w:hint="default"/>
      </w:rPr>
    </w:lvl>
    <w:lvl w:ilvl="1">
      <w:start w:val="1"/>
      <w:numFmt w:val="decimal"/>
      <w:lvlText w:val="CHAPTER %2.0"/>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3951A99"/>
    <w:multiLevelType w:val="hybridMultilevel"/>
    <w:tmpl w:val="557E5824"/>
    <w:lvl w:ilvl="0" w:tplc="A4F016B6">
      <w:start w:val="1"/>
      <w:numFmt w:val="decimal"/>
      <w:lvlText w:val="1.%1"/>
      <w:lvlJc w:val="center"/>
      <w:pPr>
        <w:ind w:left="720" w:hanging="360"/>
      </w:pPr>
      <w:rPr>
        <w:rFonts w:hint="default"/>
        <w:b/>
        <w:i w:val="0"/>
        <w:color w:val="auto"/>
        <w:sz w:val="24"/>
      </w:rPr>
    </w:lvl>
    <w:lvl w:ilvl="1" w:tplc="31607DA8">
      <w:start w:val="1"/>
      <w:numFmt w:val="decimal"/>
      <w:lvlText w:val="%2."/>
      <w:lvlJc w:val="left"/>
      <w:pPr>
        <w:ind w:left="1440" w:hanging="360"/>
      </w:pPr>
      <w:rPr>
        <w:rFonts w:hint="default"/>
      </w:r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15:restartNumberingAfterBreak="0">
    <w:nsid w:val="67BF58F6"/>
    <w:multiLevelType w:val="hybridMultilevel"/>
    <w:tmpl w:val="1BBC80C4"/>
    <w:lvl w:ilvl="0" w:tplc="4E06D03C">
      <w:start w:val="1"/>
      <w:numFmt w:val="decimal"/>
      <w:lvlText w:val="4.%1."/>
      <w:lvlJc w:val="left"/>
      <w:pPr>
        <w:ind w:left="502" w:hanging="360"/>
      </w:pPr>
      <w:rPr>
        <w:rFonts w:eastAsiaTheme="minorEastAsia"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15:restartNumberingAfterBreak="0">
    <w:nsid w:val="6CF77C3C"/>
    <w:multiLevelType w:val="multilevel"/>
    <w:tmpl w:val="CD44514E"/>
    <w:lvl w:ilvl="0">
      <w:start w:val="1"/>
      <w:numFmt w:val="decimal"/>
      <w:lvlText w:val="%1.0"/>
      <w:lvlJc w:val="left"/>
      <w:pPr>
        <w:ind w:left="791" w:hanging="360"/>
      </w:pPr>
      <w:rPr>
        <w:rFonts w:hint="default"/>
      </w:rPr>
    </w:lvl>
    <w:lvl w:ilvl="1">
      <w:start w:val="1"/>
      <w:numFmt w:val="decimal"/>
      <w:lvlText w:val="%1.%2"/>
      <w:lvlJc w:val="left"/>
      <w:pPr>
        <w:ind w:left="1499" w:hanging="360"/>
      </w:pPr>
      <w:rPr>
        <w:rFonts w:hint="default"/>
      </w:rPr>
    </w:lvl>
    <w:lvl w:ilvl="2">
      <w:start w:val="1"/>
      <w:numFmt w:val="decimal"/>
      <w:lvlText w:val="%1.%2.%3"/>
      <w:lvlJc w:val="left"/>
      <w:pPr>
        <w:ind w:left="2567" w:hanging="720"/>
      </w:pPr>
      <w:rPr>
        <w:rFonts w:hint="default"/>
      </w:rPr>
    </w:lvl>
    <w:lvl w:ilvl="3">
      <w:start w:val="1"/>
      <w:numFmt w:val="decimal"/>
      <w:lvlText w:val="%1.%2.%3.%4"/>
      <w:lvlJc w:val="left"/>
      <w:pPr>
        <w:ind w:left="3275" w:hanging="720"/>
      </w:pPr>
      <w:rPr>
        <w:rFonts w:hint="default"/>
      </w:rPr>
    </w:lvl>
    <w:lvl w:ilvl="4">
      <w:start w:val="1"/>
      <w:numFmt w:val="decimal"/>
      <w:lvlText w:val="%1.%2.%3.%4.%5"/>
      <w:lvlJc w:val="left"/>
      <w:pPr>
        <w:ind w:left="4343" w:hanging="1080"/>
      </w:pPr>
      <w:rPr>
        <w:rFonts w:hint="default"/>
      </w:rPr>
    </w:lvl>
    <w:lvl w:ilvl="5">
      <w:start w:val="1"/>
      <w:numFmt w:val="decimal"/>
      <w:lvlText w:val="%1.%2.%3.%4.%5.%6"/>
      <w:lvlJc w:val="left"/>
      <w:pPr>
        <w:ind w:left="5051" w:hanging="1080"/>
      </w:pPr>
      <w:rPr>
        <w:rFonts w:hint="default"/>
      </w:rPr>
    </w:lvl>
    <w:lvl w:ilvl="6">
      <w:start w:val="1"/>
      <w:numFmt w:val="decimal"/>
      <w:lvlText w:val="%1.%2.%3.%4.%5.%6.%7"/>
      <w:lvlJc w:val="left"/>
      <w:pPr>
        <w:ind w:left="6119" w:hanging="1440"/>
      </w:pPr>
      <w:rPr>
        <w:rFonts w:hint="default"/>
      </w:rPr>
    </w:lvl>
    <w:lvl w:ilvl="7">
      <w:start w:val="1"/>
      <w:numFmt w:val="decimal"/>
      <w:lvlText w:val="%1.%2.%3.%4.%5.%6.%7.%8"/>
      <w:lvlJc w:val="left"/>
      <w:pPr>
        <w:ind w:left="6827" w:hanging="1440"/>
      </w:pPr>
      <w:rPr>
        <w:rFonts w:hint="default"/>
      </w:rPr>
    </w:lvl>
    <w:lvl w:ilvl="8">
      <w:start w:val="1"/>
      <w:numFmt w:val="decimal"/>
      <w:lvlText w:val="%1.%2.%3.%4.%5.%6.%7.%8.%9"/>
      <w:lvlJc w:val="left"/>
      <w:pPr>
        <w:ind w:left="7895" w:hanging="1800"/>
      </w:pPr>
      <w:rPr>
        <w:rFonts w:hint="default"/>
      </w:rPr>
    </w:lvl>
  </w:abstractNum>
  <w:abstractNum w:abstractNumId="34" w15:restartNumberingAfterBreak="0">
    <w:nsid w:val="6E0E5A42"/>
    <w:multiLevelType w:val="hybridMultilevel"/>
    <w:tmpl w:val="2C3C5140"/>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79621C"/>
    <w:multiLevelType w:val="hybridMultilevel"/>
    <w:tmpl w:val="FE72016A"/>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4552F8C"/>
    <w:multiLevelType w:val="multilevel"/>
    <w:tmpl w:val="E31AF1E4"/>
    <w:lvl w:ilvl="0">
      <w:start w:val="5"/>
      <w:numFmt w:val="decimal"/>
      <w:lvlText w:val="%1"/>
      <w:lvlJc w:val="left"/>
      <w:pPr>
        <w:ind w:left="432" w:hanging="432"/>
      </w:pPr>
      <w:rPr>
        <w:rFonts w:hint="default"/>
        <w:b/>
        <w:i w:val="0"/>
        <w:color w:val="auto"/>
        <w:sz w:val="24"/>
      </w:rPr>
    </w:lvl>
    <w:lvl w:ilvl="1">
      <w:start w:val="1"/>
      <w:numFmt w:val="none"/>
      <w:lvlText w:val="5.1"/>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b/>
        <w:i w:val="0"/>
        <w:color w:val="auto"/>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46C292B"/>
    <w:multiLevelType w:val="hybridMultilevel"/>
    <w:tmpl w:val="3A7E7688"/>
    <w:lvl w:ilvl="0" w:tplc="13C0115A">
      <w:start w:val="6"/>
      <w:numFmt w:val="decimal"/>
      <w:lvlText w:val="CHAPTER %1.0"/>
      <w:lvlJc w:val="left"/>
      <w:pPr>
        <w:ind w:left="720" w:hanging="360"/>
      </w:pPr>
      <w:rPr>
        <w:rFonts w:ascii="Times New Roman" w:hAnsi="Times New Roman" w:hint="default"/>
        <w:b/>
        <w:i w:val="0"/>
        <w:color w:val="auto"/>
        <w:sz w:val="24"/>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8" w15:restartNumberingAfterBreak="0">
    <w:nsid w:val="74C74C8B"/>
    <w:multiLevelType w:val="multilevel"/>
    <w:tmpl w:val="D3420C12"/>
    <w:styleLink w:val="Style2"/>
    <w:lvl w:ilvl="0">
      <w:start w:val="1"/>
      <w:numFmt w:val="none"/>
      <w:suff w:val="space"/>
      <w:lvlText w:val="2"/>
      <w:lvlJc w:val="left"/>
      <w:pPr>
        <w:ind w:left="0" w:firstLine="0"/>
      </w:pPr>
      <w:rPr>
        <w:rFonts w:ascii="Times New Roman" w:hAnsi="Times New Roman" w:hint="default"/>
        <w:b w:val="0"/>
        <w:i w:val="0"/>
        <w:color w:val="auto"/>
        <w:sz w:val="24"/>
      </w:rPr>
    </w:lvl>
    <w:lvl w:ilvl="1">
      <w:start w:val="1"/>
      <w:numFmt w:val="none"/>
      <w:suff w:val="nothing"/>
      <w:lvlText w:val="2.1"/>
      <w:lvlJc w:val="left"/>
      <w:pPr>
        <w:ind w:left="0" w:firstLine="0"/>
      </w:pPr>
      <w:rPr>
        <w:rFonts w:ascii="Times New Roman" w:hAnsi="Times New Roman" w:hint="default"/>
        <w:b w:val="0"/>
        <w:i w:val="0"/>
        <w:color w:val="auto"/>
        <w:sz w:val="24"/>
      </w:rPr>
    </w:lvl>
    <w:lvl w:ilvl="2">
      <w:start w:val="1"/>
      <w:numFmt w:val="decimal"/>
      <w:lvlText w:val="2.%2%3.1"/>
      <w:lvlJc w:val="center"/>
      <w:pPr>
        <w:ind w:left="0" w:firstLine="0"/>
      </w:pPr>
      <w:rPr>
        <w:rFonts w:ascii="Times New Roman" w:hAnsi="Times New Roman" w:hint="default"/>
        <w:b w:val="0"/>
        <w:i w:val="0"/>
        <w:color w:val="auto"/>
        <w:sz w:val="24"/>
      </w:rPr>
    </w:lvl>
    <w:lvl w:ilvl="3">
      <w:start w:val="1"/>
      <w:numFmt w:val="decimal"/>
      <w:lvlRestart w:val="2"/>
      <w:isLgl/>
      <w:lvlText w:val="%4.%3."/>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7718190C"/>
    <w:multiLevelType w:val="hybridMultilevel"/>
    <w:tmpl w:val="CEEA80B2"/>
    <w:lvl w:ilvl="0" w:tplc="4409001B">
      <w:start w:val="1"/>
      <w:numFmt w:val="lowerRoman"/>
      <w:lvlText w:val="%1."/>
      <w:lvlJc w:val="righ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F07131"/>
    <w:multiLevelType w:val="multilevel"/>
    <w:tmpl w:val="9CDE6854"/>
    <w:lvl w:ilvl="0">
      <w:start w:val="2"/>
      <w:numFmt w:val="decimal"/>
      <w:lvlText w:val="CHAPTER %1.0"/>
      <w:lvlJc w:val="left"/>
      <w:pPr>
        <w:ind w:left="0" w:firstLine="0"/>
      </w:pPr>
      <w:rPr>
        <w:rFonts w:ascii="Times New Roman" w:hAnsi="Times New Roman" w:hint="default"/>
        <w:b/>
        <w:i w:val="0"/>
        <w:color w:val="auto"/>
        <w:sz w:val="24"/>
      </w:rPr>
    </w:lvl>
    <w:lvl w:ilvl="1">
      <w:start w:val="4"/>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7F3033D6"/>
    <w:multiLevelType w:val="multilevel"/>
    <w:tmpl w:val="3A5A13AA"/>
    <w:styleLink w:val="Style5"/>
    <w:lvl w:ilvl="0">
      <w:start w:val="1"/>
      <w:numFmt w:val="decimal"/>
      <w:lvlText w:val="%1"/>
      <w:lvlJc w:val="left"/>
      <w:pPr>
        <w:ind w:left="720" w:hanging="360"/>
      </w:pPr>
      <w:rPr>
        <w:rFonts w:ascii="Times New Roman" w:hAnsi="Times New Roman" w:hint="default"/>
        <w:b/>
        <w:sz w:val="24"/>
      </w:rPr>
    </w:lvl>
    <w:lvl w:ilvl="1">
      <w:start w:val="1"/>
      <w:numFmt w:val="decimal"/>
      <w:lvlText w:val="%1.%2"/>
      <w:lvlJc w:val="left"/>
      <w:pPr>
        <w:ind w:left="1080" w:hanging="360"/>
      </w:pPr>
      <w:rPr>
        <w:rFonts w:ascii="Times New Roman" w:hAnsi="Times New Roman" w:hint="default"/>
        <w:b/>
        <w:i w:val="0"/>
        <w:color w:val="auto"/>
        <w:sz w:val="24"/>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16cid:durableId="461310675">
    <w:abstractNumId w:val="11"/>
  </w:num>
  <w:num w:numId="2" w16cid:durableId="1933855451">
    <w:abstractNumId w:val="27"/>
  </w:num>
  <w:num w:numId="3" w16cid:durableId="116534639">
    <w:abstractNumId w:val="31"/>
  </w:num>
  <w:num w:numId="4" w16cid:durableId="366223222">
    <w:abstractNumId w:val="15"/>
  </w:num>
  <w:num w:numId="5" w16cid:durableId="1315837148">
    <w:abstractNumId w:val="0"/>
  </w:num>
  <w:num w:numId="6" w16cid:durableId="1967546975">
    <w:abstractNumId w:val="9"/>
  </w:num>
  <w:num w:numId="7" w16cid:durableId="409545179">
    <w:abstractNumId w:val="13"/>
  </w:num>
  <w:num w:numId="8" w16cid:durableId="1658419637">
    <w:abstractNumId w:val="26"/>
  </w:num>
  <w:num w:numId="9" w16cid:durableId="1631394651">
    <w:abstractNumId w:val="25"/>
  </w:num>
  <w:num w:numId="10" w16cid:durableId="2134903587">
    <w:abstractNumId w:val="17"/>
  </w:num>
  <w:num w:numId="11" w16cid:durableId="69735709">
    <w:abstractNumId w:val="38"/>
  </w:num>
  <w:num w:numId="12" w16cid:durableId="843011394">
    <w:abstractNumId w:val="22"/>
  </w:num>
  <w:num w:numId="13" w16cid:durableId="2050183598">
    <w:abstractNumId w:val="3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9729392">
    <w:abstractNumId w:val="29"/>
  </w:num>
  <w:num w:numId="15" w16cid:durableId="1168596717">
    <w:abstractNumId w:val="1"/>
  </w:num>
  <w:num w:numId="16" w16cid:durableId="514997127">
    <w:abstractNumId w:val="7"/>
  </w:num>
  <w:num w:numId="17" w16cid:durableId="1347904903">
    <w:abstractNumId w:val="20"/>
  </w:num>
  <w:num w:numId="18" w16cid:durableId="565338700">
    <w:abstractNumId w:val="41"/>
  </w:num>
  <w:num w:numId="19" w16cid:durableId="306710219">
    <w:abstractNumId w:val="36"/>
  </w:num>
  <w:num w:numId="20" w16cid:durableId="1431588238">
    <w:abstractNumId w:val="36"/>
  </w:num>
  <w:num w:numId="21" w16cid:durableId="2002198358">
    <w:abstractNumId w:val="40"/>
  </w:num>
  <w:num w:numId="22" w16cid:durableId="1974797518">
    <w:abstractNumId w:val="21"/>
  </w:num>
  <w:num w:numId="23" w16cid:durableId="586766792">
    <w:abstractNumId w:val="37"/>
  </w:num>
  <w:num w:numId="24" w16cid:durableId="1956865328">
    <w:abstractNumId w:val="23"/>
  </w:num>
  <w:num w:numId="25" w16cid:durableId="402216458">
    <w:abstractNumId w:val="24"/>
  </w:num>
  <w:num w:numId="26" w16cid:durableId="291444021">
    <w:abstractNumId w:val="28"/>
  </w:num>
  <w:num w:numId="27" w16cid:durableId="2131437063">
    <w:abstractNumId w:val="2"/>
  </w:num>
  <w:num w:numId="28" w16cid:durableId="813375632">
    <w:abstractNumId w:val="3"/>
  </w:num>
  <w:num w:numId="29" w16cid:durableId="1000742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5596664">
    <w:abstractNumId w:val="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54112487">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613512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8988115">
    <w:abstractNumId w:val="5"/>
  </w:num>
  <w:num w:numId="34" w16cid:durableId="80688650">
    <w:abstractNumId w:val="27"/>
    <w:lvlOverride w:ilvl="0">
      <w:startOverride w:val="1"/>
    </w:lvlOverride>
  </w:num>
  <w:num w:numId="35" w16cid:durableId="827936965">
    <w:abstractNumId w:val="33"/>
  </w:num>
  <w:num w:numId="36" w16cid:durableId="357656248">
    <w:abstractNumId w:val="24"/>
    <w:lvlOverride w:ilvl="0">
      <w:startOverride w:val="2"/>
    </w:lvlOverride>
    <w:lvlOverride w:ilvl="1"/>
  </w:num>
  <w:num w:numId="37" w16cid:durableId="699937814">
    <w:abstractNumId w:val="24"/>
    <w:lvlOverride w:ilvl="0">
      <w:startOverride w:val="3"/>
    </w:lvlOverride>
    <w:lvlOverride w:ilvl="1"/>
  </w:num>
  <w:num w:numId="38" w16cid:durableId="1981110019">
    <w:abstractNumId w:val="32"/>
  </w:num>
  <w:num w:numId="39" w16cid:durableId="1502815559">
    <w:abstractNumId w:val="12"/>
  </w:num>
  <w:num w:numId="40" w16cid:durableId="1750421320">
    <w:abstractNumId w:val="19"/>
  </w:num>
  <w:num w:numId="41" w16cid:durableId="1526211205">
    <w:abstractNumId w:val="24"/>
  </w:num>
  <w:num w:numId="42" w16cid:durableId="2053841786">
    <w:abstractNumId w:val="18"/>
  </w:num>
  <w:num w:numId="43" w16cid:durableId="444932660">
    <w:abstractNumId w:val="14"/>
  </w:num>
  <w:num w:numId="44" w16cid:durableId="127668383">
    <w:abstractNumId w:val="8"/>
  </w:num>
  <w:num w:numId="45" w16cid:durableId="616957227">
    <w:abstractNumId w:val="39"/>
  </w:num>
  <w:num w:numId="46" w16cid:durableId="425882788">
    <w:abstractNumId w:val="35"/>
  </w:num>
  <w:num w:numId="47" w16cid:durableId="1475216464">
    <w:abstractNumId w:val="10"/>
  </w:num>
  <w:num w:numId="48" w16cid:durableId="1051735485">
    <w:abstractNumId w:val="6"/>
  </w:num>
  <w:num w:numId="49" w16cid:durableId="1684160729">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8AB"/>
    <w:rsid w:val="00002373"/>
    <w:rsid w:val="000042F7"/>
    <w:rsid w:val="00011CA9"/>
    <w:rsid w:val="00012DA5"/>
    <w:rsid w:val="00013529"/>
    <w:rsid w:val="00014BB3"/>
    <w:rsid w:val="0002501E"/>
    <w:rsid w:val="000257A0"/>
    <w:rsid w:val="00027999"/>
    <w:rsid w:val="00030309"/>
    <w:rsid w:val="00035EE6"/>
    <w:rsid w:val="000367C4"/>
    <w:rsid w:val="00042E23"/>
    <w:rsid w:val="00043C37"/>
    <w:rsid w:val="000456DC"/>
    <w:rsid w:val="000517CD"/>
    <w:rsid w:val="000552F9"/>
    <w:rsid w:val="00060577"/>
    <w:rsid w:val="00070737"/>
    <w:rsid w:val="0007224E"/>
    <w:rsid w:val="00075D74"/>
    <w:rsid w:val="00076E21"/>
    <w:rsid w:val="00076FD1"/>
    <w:rsid w:val="0009752B"/>
    <w:rsid w:val="000A4AB9"/>
    <w:rsid w:val="000A54CE"/>
    <w:rsid w:val="000C0A43"/>
    <w:rsid w:val="000C399E"/>
    <w:rsid w:val="000C4D33"/>
    <w:rsid w:val="000C761C"/>
    <w:rsid w:val="000D13C9"/>
    <w:rsid w:val="000D1C66"/>
    <w:rsid w:val="000D7ADA"/>
    <w:rsid w:val="000E432C"/>
    <w:rsid w:val="000E6369"/>
    <w:rsid w:val="000F429F"/>
    <w:rsid w:val="000F5696"/>
    <w:rsid w:val="00100EE4"/>
    <w:rsid w:val="00103473"/>
    <w:rsid w:val="001035F7"/>
    <w:rsid w:val="0011438B"/>
    <w:rsid w:val="00116B21"/>
    <w:rsid w:val="001238AA"/>
    <w:rsid w:val="00126F8B"/>
    <w:rsid w:val="00134E8C"/>
    <w:rsid w:val="00137916"/>
    <w:rsid w:val="00140E31"/>
    <w:rsid w:val="00144FB2"/>
    <w:rsid w:val="00150969"/>
    <w:rsid w:val="001563A2"/>
    <w:rsid w:val="00156A7F"/>
    <w:rsid w:val="00157371"/>
    <w:rsid w:val="00157EFF"/>
    <w:rsid w:val="00160FCA"/>
    <w:rsid w:val="001647CF"/>
    <w:rsid w:val="00165048"/>
    <w:rsid w:val="001660FD"/>
    <w:rsid w:val="00171C53"/>
    <w:rsid w:val="00174956"/>
    <w:rsid w:val="001829AD"/>
    <w:rsid w:val="001858D9"/>
    <w:rsid w:val="0019175A"/>
    <w:rsid w:val="001A7EF3"/>
    <w:rsid w:val="001C1294"/>
    <w:rsid w:val="001C547D"/>
    <w:rsid w:val="001D4022"/>
    <w:rsid w:val="001D480F"/>
    <w:rsid w:val="001D7032"/>
    <w:rsid w:val="001E026F"/>
    <w:rsid w:val="001E29C2"/>
    <w:rsid w:val="001F2942"/>
    <w:rsid w:val="001F7E2C"/>
    <w:rsid w:val="0020118C"/>
    <w:rsid w:val="00201BB8"/>
    <w:rsid w:val="0020631E"/>
    <w:rsid w:val="00210D28"/>
    <w:rsid w:val="002110ED"/>
    <w:rsid w:val="0021337C"/>
    <w:rsid w:val="00214A76"/>
    <w:rsid w:val="00215EDE"/>
    <w:rsid w:val="00221C8D"/>
    <w:rsid w:val="00225A87"/>
    <w:rsid w:val="00233FDE"/>
    <w:rsid w:val="00237B49"/>
    <w:rsid w:val="00237C85"/>
    <w:rsid w:val="00240586"/>
    <w:rsid w:val="002418B3"/>
    <w:rsid w:val="002425F5"/>
    <w:rsid w:val="00243258"/>
    <w:rsid w:val="00243750"/>
    <w:rsid w:val="00245F52"/>
    <w:rsid w:val="00250345"/>
    <w:rsid w:val="00256B2E"/>
    <w:rsid w:val="00260617"/>
    <w:rsid w:val="00262DD5"/>
    <w:rsid w:val="00264402"/>
    <w:rsid w:val="002648B3"/>
    <w:rsid w:val="0029049E"/>
    <w:rsid w:val="00296CCF"/>
    <w:rsid w:val="002A1CD0"/>
    <w:rsid w:val="002B5105"/>
    <w:rsid w:val="002B548C"/>
    <w:rsid w:val="002C00E7"/>
    <w:rsid w:val="002C0B1D"/>
    <w:rsid w:val="002C1716"/>
    <w:rsid w:val="002C70A5"/>
    <w:rsid w:val="002D60C6"/>
    <w:rsid w:val="002D65FB"/>
    <w:rsid w:val="002E1547"/>
    <w:rsid w:val="002E1810"/>
    <w:rsid w:val="002E1B2F"/>
    <w:rsid w:val="002F1589"/>
    <w:rsid w:val="00302BDD"/>
    <w:rsid w:val="00302D35"/>
    <w:rsid w:val="00304721"/>
    <w:rsid w:val="00305083"/>
    <w:rsid w:val="003058DB"/>
    <w:rsid w:val="00311E22"/>
    <w:rsid w:val="003133BF"/>
    <w:rsid w:val="003165C8"/>
    <w:rsid w:val="00316F12"/>
    <w:rsid w:val="00320235"/>
    <w:rsid w:val="0032413A"/>
    <w:rsid w:val="003350D0"/>
    <w:rsid w:val="003413E6"/>
    <w:rsid w:val="00344D86"/>
    <w:rsid w:val="003504DC"/>
    <w:rsid w:val="003518DF"/>
    <w:rsid w:val="00352EFD"/>
    <w:rsid w:val="00356264"/>
    <w:rsid w:val="003617A1"/>
    <w:rsid w:val="00363E9F"/>
    <w:rsid w:val="00380CB8"/>
    <w:rsid w:val="00394698"/>
    <w:rsid w:val="00395B77"/>
    <w:rsid w:val="00396755"/>
    <w:rsid w:val="003A02B0"/>
    <w:rsid w:val="003A4953"/>
    <w:rsid w:val="003A5337"/>
    <w:rsid w:val="003B14B4"/>
    <w:rsid w:val="003B367E"/>
    <w:rsid w:val="003C0826"/>
    <w:rsid w:val="003C3370"/>
    <w:rsid w:val="003C470B"/>
    <w:rsid w:val="003E2066"/>
    <w:rsid w:val="003E2709"/>
    <w:rsid w:val="003E4475"/>
    <w:rsid w:val="003F0580"/>
    <w:rsid w:val="003F6C4B"/>
    <w:rsid w:val="0040243E"/>
    <w:rsid w:val="00427F25"/>
    <w:rsid w:val="00430052"/>
    <w:rsid w:val="00434782"/>
    <w:rsid w:val="004351B1"/>
    <w:rsid w:val="004439BD"/>
    <w:rsid w:val="00443A82"/>
    <w:rsid w:val="00460A24"/>
    <w:rsid w:val="00460CA2"/>
    <w:rsid w:val="00461627"/>
    <w:rsid w:val="00470438"/>
    <w:rsid w:val="00471EBF"/>
    <w:rsid w:val="00471EF4"/>
    <w:rsid w:val="00480C22"/>
    <w:rsid w:val="00487688"/>
    <w:rsid w:val="0049465A"/>
    <w:rsid w:val="00496077"/>
    <w:rsid w:val="0049662A"/>
    <w:rsid w:val="004A01AB"/>
    <w:rsid w:val="004B38AB"/>
    <w:rsid w:val="004B4667"/>
    <w:rsid w:val="004B7B81"/>
    <w:rsid w:val="004C0ACE"/>
    <w:rsid w:val="004C4B8B"/>
    <w:rsid w:val="004C68C8"/>
    <w:rsid w:val="004C7713"/>
    <w:rsid w:val="004E3DE1"/>
    <w:rsid w:val="004E5B5A"/>
    <w:rsid w:val="00500103"/>
    <w:rsid w:val="00511979"/>
    <w:rsid w:val="00524EE4"/>
    <w:rsid w:val="005264F0"/>
    <w:rsid w:val="005265D6"/>
    <w:rsid w:val="005403DA"/>
    <w:rsid w:val="00541412"/>
    <w:rsid w:val="00545ECE"/>
    <w:rsid w:val="00563E5E"/>
    <w:rsid w:val="005650C0"/>
    <w:rsid w:val="0056606A"/>
    <w:rsid w:val="00575729"/>
    <w:rsid w:val="00576ABB"/>
    <w:rsid w:val="005904CE"/>
    <w:rsid w:val="00596CE6"/>
    <w:rsid w:val="005A6DE0"/>
    <w:rsid w:val="005A7D4C"/>
    <w:rsid w:val="005B0FDB"/>
    <w:rsid w:val="005B445E"/>
    <w:rsid w:val="005B55FF"/>
    <w:rsid w:val="005B63D9"/>
    <w:rsid w:val="005B7FE2"/>
    <w:rsid w:val="005C0BC6"/>
    <w:rsid w:val="005C0F47"/>
    <w:rsid w:val="005C2A78"/>
    <w:rsid w:val="005C50A6"/>
    <w:rsid w:val="005D1130"/>
    <w:rsid w:val="005D60E4"/>
    <w:rsid w:val="005D694B"/>
    <w:rsid w:val="005E46C6"/>
    <w:rsid w:val="005F5CFE"/>
    <w:rsid w:val="005F76A7"/>
    <w:rsid w:val="0060100E"/>
    <w:rsid w:val="00606C4D"/>
    <w:rsid w:val="00614739"/>
    <w:rsid w:val="006179EA"/>
    <w:rsid w:val="00620B80"/>
    <w:rsid w:val="00623ED4"/>
    <w:rsid w:val="006240DB"/>
    <w:rsid w:val="00625E0F"/>
    <w:rsid w:val="0062684A"/>
    <w:rsid w:val="0063180D"/>
    <w:rsid w:val="00633A60"/>
    <w:rsid w:val="0063404B"/>
    <w:rsid w:val="006347E8"/>
    <w:rsid w:val="006353A8"/>
    <w:rsid w:val="006376C1"/>
    <w:rsid w:val="00651A56"/>
    <w:rsid w:val="00653D28"/>
    <w:rsid w:val="00656EA8"/>
    <w:rsid w:val="0066266F"/>
    <w:rsid w:val="00663E37"/>
    <w:rsid w:val="00673A19"/>
    <w:rsid w:val="00676213"/>
    <w:rsid w:val="00680C92"/>
    <w:rsid w:val="00683073"/>
    <w:rsid w:val="00687F77"/>
    <w:rsid w:val="00690891"/>
    <w:rsid w:val="00696E66"/>
    <w:rsid w:val="006A1809"/>
    <w:rsid w:val="006A2547"/>
    <w:rsid w:val="006A7832"/>
    <w:rsid w:val="006A7D4D"/>
    <w:rsid w:val="006B1449"/>
    <w:rsid w:val="006B4FAB"/>
    <w:rsid w:val="006B7D4D"/>
    <w:rsid w:val="006C2019"/>
    <w:rsid w:val="006C4656"/>
    <w:rsid w:val="006C469A"/>
    <w:rsid w:val="006E59E5"/>
    <w:rsid w:val="006E6CF0"/>
    <w:rsid w:val="006F0485"/>
    <w:rsid w:val="006F1ADB"/>
    <w:rsid w:val="007077FF"/>
    <w:rsid w:val="00735227"/>
    <w:rsid w:val="007423EA"/>
    <w:rsid w:val="00742C34"/>
    <w:rsid w:val="0074521C"/>
    <w:rsid w:val="00751642"/>
    <w:rsid w:val="00755137"/>
    <w:rsid w:val="00761C07"/>
    <w:rsid w:val="00765296"/>
    <w:rsid w:val="007661F2"/>
    <w:rsid w:val="00774D52"/>
    <w:rsid w:val="00782BBF"/>
    <w:rsid w:val="00782DD7"/>
    <w:rsid w:val="0078401B"/>
    <w:rsid w:val="0079103F"/>
    <w:rsid w:val="00794C23"/>
    <w:rsid w:val="007C7D9C"/>
    <w:rsid w:val="007E1ED2"/>
    <w:rsid w:val="007E4F04"/>
    <w:rsid w:val="007E70C8"/>
    <w:rsid w:val="007F317C"/>
    <w:rsid w:val="0080605E"/>
    <w:rsid w:val="008101D2"/>
    <w:rsid w:val="00813921"/>
    <w:rsid w:val="008142D6"/>
    <w:rsid w:val="008257C5"/>
    <w:rsid w:val="008342C2"/>
    <w:rsid w:val="0083784F"/>
    <w:rsid w:val="00840283"/>
    <w:rsid w:val="00841816"/>
    <w:rsid w:val="00847F4C"/>
    <w:rsid w:val="00853FCD"/>
    <w:rsid w:val="00856AEF"/>
    <w:rsid w:val="00861FAA"/>
    <w:rsid w:val="008636AA"/>
    <w:rsid w:val="008661E4"/>
    <w:rsid w:val="00870DCC"/>
    <w:rsid w:val="00871002"/>
    <w:rsid w:val="008765F3"/>
    <w:rsid w:val="00880B92"/>
    <w:rsid w:val="00887041"/>
    <w:rsid w:val="008919C0"/>
    <w:rsid w:val="00892F8A"/>
    <w:rsid w:val="008947FB"/>
    <w:rsid w:val="008A2FB8"/>
    <w:rsid w:val="008A4CC4"/>
    <w:rsid w:val="008A4CE6"/>
    <w:rsid w:val="008A58F8"/>
    <w:rsid w:val="008B781C"/>
    <w:rsid w:val="008C620E"/>
    <w:rsid w:val="008D6209"/>
    <w:rsid w:val="008D66A4"/>
    <w:rsid w:val="008E25FD"/>
    <w:rsid w:val="008E3CAC"/>
    <w:rsid w:val="008E5063"/>
    <w:rsid w:val="008E51F8"/>
    <w:rsid w:val="008F03B8"/>
    <w:rsid w:val="008F237E"/>
    <w:rsid w:val="008F31C3"/>
    <w:rsid w:val="008F5D8D"/>
    <w:rsid w:val="009050CE"/>
    <w:rsid w:val="00906F3A"/>
    <w:rsid w:val="0090772B"/>
    <w:rsid w:val="00911FC8"/>
    <w:rsid w:val="00925517"/>
    <w:rsid w:val="009300DA"/>
    <w:rsid w:val="00930B62"/>
    <w:rsid w:val="00936EAD"/>
    <w:rsid w:val="00943C19"/>
    <w:rsid w:val="0094510A"/>
    <w:rsid w:val="0095379C"/>
    <w:rsid w:val="00953CD7"/>
    <w:rsid w:val="009645C4"/>
    <w:rsid w:val="00971E8E"/>
    <w:rsid w:val="00972884"/>
    <w:rsid w:val="00975A4F"/>
    <w:rsid w:val="00975FFB"/>
    <w:rsid w:val="00976263"/>
    <w:rsid w:val="00985DE2"/>
    <w:rsid w:val="009A11B3"/>
    <w:rsid w:val="009B4C02"/>
    <w:rsid w:val="009C1189"/>
    <w:rsid w:val="009C2CBF"/>
    <w:rsid w:val="009C2D85"/>
    <w:rsid w:val="009C6E30"/>
    <w:rsid w:val="009D700E"/>
    <w:rsid w:val="009E5BD7"/>
    <w:rsid w:val="009E725C"/>
    <w:rsid w:val="009F5411"/>
    <w:rsid w:val="009F5D2D"/>
    <w:rsid w:val="00A01E53"/>
    <w:rsid w:val="00A06137"/>
    <w:rsid w:val="00A10D1A"/>
    <w:rsid w:val="00A15A31"/>
    <w:rsid w:val="00A16678"/>
    <w:rsid w:val="00A26C75"/>
    <w:rsid w:val="00A37189"/>
    <w:rsid w:val="00A37274"/>
    <w:rsid w:val="00A40502"/>
    <w:rsid w:val="00A422F4"/>
    <w:rsid w:val="00A50CB4"/>
    <w:rsid w:val="00A52090"/>
    <w:rsid w:val="00A61018"/>
    <w:rsid w:val="00A620D1"/>
    <w:rsid w:val="00A63A37"/>
    <w:rsid w:val="00A67C3D"/>
    <w:rsid w:val="00A74885"/>
    <w:rsid w:val="00A86C0D"/>
    <w:rsid w:val="00AA05AE"/>
    <w:rsid w:val="00AA16D7"/>
    <w:rsid w:val="00AB4E54"/>
    <w:rsid w:val="00AC64AF"/>
    <w:rsid w:val="00AC7FEB"/>
    <w:rsid w:val="00AD1439"/>
    <w:rsid w:val="00AD22C6"/>
    <w:rsid w:val="00AD29DC"/>
    <w:rsid w:val="00AD73AF"/>
    <w:rsid w:val="00AE2C83"/>
    <w:rsid w:val="00AE3BC6"/>
    <w:rsid w:val="00B00B54"/>
    <w:rsid w:val="00B0254D"/>
    <w:rsid w:val="00B02C4C"/>
    <w:rsid w:val="00B15285"/>
    <w:rsid w:val="00B20914"/>
    <w:rsid w:val="00B22555"/>
    <w:rsid w:val="00B25D85"/>
    <w:rsid w:val="00B261CF"/>
    <w:rsid w:val="00B276E3"/>
    <w:rsid w:val="00B27827"/>
    <w:rsid w:val="00B32909"/>
    <w:rsid w:val="00B33691"/>
    <w:rsid w:val="00B35723"/>
    <w:rsid w:val="00B46C82"/>
    <w:rsid w:val="00B501F6"/>
    <w:rsid w:val="00B533DB"/>
    <w:rsid w:val="00B56678"/>
    <w:rsid w:val="00B6148C"/>
    <w:rsid w:val="00B615A7"/>
    <w:rsid w:val="00B64DF6"/>
    <w:rsid w:val="00B713DB"/>
    <w:rsid w:val="00B75DDD"/>
    <w:rsid w:val="00B819AA"/>
    <w:rsid w:val="00B836BD"/>
    <w:rsid w:val="00B8500D"/>
    <w:rsid w:val="00B90E7A"/>
    <w:rsid w:val="00B96AAB"/>
    <w:rsid w:val="00B96E3F"/>
    <w:rsid w:val="00BA7F28"/>
    <w:rsid w:val="00BB269B"/>
    <w:rsid w:val="00BB61FA"/>
    <w:rsid w:val="00BC1842"/>
    <w:rsid w:val="00BD661B"/>
    <w:rsid w:val="00BD6C58"/>
    <w:rsid w:val="00BE04C5"/>
    <w:rsid w:val="00BE46D9"/>
    <w:rsid w:val="00BE7A74"/>
    <w:rsid w:val="00BF4A16"/>
    <w:rsid w:val="00C0066E"/>
    <w:rsid w:val="00C02A6C"/>
    <w:rsid w:val="00C03662"/>
    <w:rsid w:val="00C06CDD"/>
    <w:rsid w:val="00C119D4"/>
    <w:rsid w:val="00C125BA"/>
    <w:rsid w:val="00C12DC4"/>
    <w:rsid w:val="00C12FBE"/>
    <w:rsid w:val="00C2122F"/>
    <w:rsid w:val="00C275B4"/>
    <w:rsid w:val="00C30736"/>
    <w:rsid w:val="00C31861"/>
    <w:rsid w:val="00C34A8A"/>
    <w:rsid w:val="00C40CC0"/>
    <w:rsid w:val="00C50CAB"/>
    <w:rsid w:val="00C611E7"/>
    <w:rsid w:val="00C62E50"/>
    <w:rsid w:val="00C64A1B"/>
    <w:rsid w:val="00C661ED"/>
    <w:rsid w:val="00C70661"/>
    <w:rsid w:val="00C73552"/>
    <w:rsid w:val="00C8776D"/>
    <w:rsid w:val="00C90B18"/>
    <w:rsid w:val="00C958D4"/>
    <w:rsid w:val="00CA0C0E"/>
    <w:rsid w:val="00CA794A"/>
    <w:rsid w:val="00CB091F"/>
    <w:rsid w:val="00CB55E9"/>
    <w:rsid w:val="00CB6423"/>
    <w:rsid w:val="00CC4BE6"/>
    <w:rsid w:val="00CC507D"/>
    <w:rsid w:val="00CC5118"/>
    <w:rsid w:val="00CD3B40"/>
    <w:rsid w:val="00CE2A9F"/>
    <w:rsid w:val="00CE5941"/>
    <w:rsid w:val="00CE6AD7"/>
    <w:rsid w:val="00CF5CEC"/>
    <w:rsid w:val="00CF6AE7"/>
    <w:rsid w:val="00D03389"/>
    <w:rsid w:val="00D1140D"/>
    <w:rsid w:val="00D1708B"/>
    <w:rsid w:val="00D20A38"/>
    <w:rsid w:val="00D323EA"/>
    <w:rsid w:val="00D3369B"/>
    <w:rsid w:val="00D36672"/>
    <w:rsid w:val="00D36917"/>
    <w:rsid w:val="00D413DC"/>
    <w:rsid w:val="00D47A2A"/>
    <w:rsid w:val="00D51E88"/>
    <w:rsid w:val="00D51E8C"/>
    <w:rsid w:val="00D53CFC"/>
    <w:rsid w:val="00D7051C"/>
    <w:rsid w:val="00D730B4"/>
    <w:rsid w:val="00D8544D"/>
    <w:rsid w:val="00D97B29"/>
    <w:rsid w:val="00DA0901"/>
    <w:rsid w:val="00DA35C2"/>
    <w:rsid w:val="00DB3A47"/>
    <w:rsid w:val="00DD620F"/>
    <w:rsid w:val="00DD625F"/>
    <w:rsid w:val="00DD6DFA"/>
    <w:rsid w:val="00DE3298"/>
    <w:rsid w:val="00DE5011"/>
    <w:rsid w:val="00DE7189"/>
    <w:rsid w:val="00DF1BE8"/>
    <w:rsid w:val="00DF3312"/>
    <w:rsid w:val="00DF363E"/>
    <w:rsid w:val="00DF41D4"/>
    <w:rsid w:val="00DF51E9"/>
    <w:rsid w:val="00DF6B7B"/>
    <w:rsid w:val="00DF7199"/>
    <w:rsid w:val="00DF7EA5"/>
    <w:rsid w:val="00E042B7"/>
    <w:rsid w:val="00E04965"/>
    <w:rsid w:val="00E06E66"/>
    <w:rsid w:val="00E147D6"/>
    <w:rsid w:val="00E16936"/>
    <w:rsid w:val="00E20A34"/>
    <w:rsid w:val="00E21F33"/>
    <w:rsid w:val="00E227FA"/>
    <w:rsid w:val="00E31CC4"/>
    <w:rsid w:val="00E35DFA"/>
    <w:rsid w:val="00E434BA"/>
    <w:rsid w:val="00E507C2"/>
    <w:rsid w:val="00E512DF"/>
    <w:rsid w:val="00E51FD6"/>
    <w:rsid w:val="00E55043"/>
    <w:rsid w:val="00E6352B"/>
    <w:rsid w:val="00E73464"/>
    <w:rsid w:val="00E74B73"/>
    <w:rsid w:val="00E8035E"/>
    <w:rsid w:val="00E8097C"/>
    <w:rsid w:val="00E84D11"/>
    <w:rsid w:val="00E910E6"/>
    <w:rsid w:val="00E93C19"/>
    <w:rsid w:val="00E963D1"/>
    <w:rsid w:val="00EA18D7"/>
    <w:rsid w:val="00EA4270"/>
    <w:rsid w:val="00EA73C0"/>
    <w:rsid w:val="00EA79A5"/>
    <w:rsid w:val="00EB0806"/>
    <w:rsid w:val="00EB5228"/>
    <w:rsid w:val="00EB6491"/>
    <w:rsid w:val="00EC33E2"/>
    <w:rsid w:val="00EC44F7"/>
    <w:rsid w:val="00ED0059"/>
    <w:rsid w:val="00ED1FE8"/>
    <w:rsid w:val="00ED7946"/>
    <w:rsid w:val="00EE1026"/>
    <w:rsid w:val="00EE41F8"/>
    <w:rsid w:val="00EE46B8"/>
    <w:rsid w:val="00EE6706"/>
    <w:rsid w:val="00EF1283"/>
    <w:rsid w:val="00EF35E0"/>
    <w:rsid w:val="00EF394A"/>
    <w:rsid w:val="00EF42CB"/>
    <w:rsid w:val="00F26220"/>
    <w:rsid w:val="00F332AB"/>
    <w:rsid w:val="00F37500"/>
    <w:rsid w:val="00F45BD7"/>
    <w:rsid w:val="00F53B95"/>
    <w:rsid w:val="00F5768F"/>
    <w:rsid w:val="00F61A9C"/>
    <w:rsid w:val="00F64D3C"/>
    <w:rsid w:val="00F728F9"/>
    <w:rsid w:val="00F747BC"/>
    <w:rsid w:val="00F75B76"/>
    <w:rsid w:val="00F77653"/>
    <w:rsid w:val="00F85D80"/>
    <w:rsid w:val="00F91BF7"/>
    <w:rsid w:val="00F9257D"/>
    <w:rsid w:val="00F9265B"/>
    <w:rsid w:val="00FA4363"/>
    <w:rsid w:val="00FB0801"/>
    <w:rsid w:val="00FD3E73"/>
    <w:rsid w:val="00FE0A25"/>
    <w:rsid w:val="00FF2991"/>
    <w:rsid w:val="00FF39FD"/>
    <w:rsid w:val="00FF58B7"/>
  </w:rsids>
  <m:mathPr>
    <m:mathFont m:val="Cambria Math"/>
    <m:brkBin m:val="before"/>
    <m:brkBinSub m:val="--"/>
    <m:smallFrac m:val="0"/>
    <m:dispDef/>
    <m:lMargin m:val="0"/>
    <m:rMargin m:val="0"/>
    <m:defJc m:val="centerGroup"/>
    <m:wrapIndent m:val="1440"/>
    <m:intLim m:val="subSup"/>
    <m:naryLim m:val="undOvr"/>
  </m:mathPr>
  <w:themeFontLang w:val="ms-MY"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7FA2A"/>
  <w15:chartTrackingRefBased/>
  <w15:docId w15:val="{BEB6E377-4639-4310-914B-01F72A094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Normal"/>
    <w:qFormat/>
    <w:rsid w:val="0066266F"/>
    <w:pPr>
      <w:spacing w:line="480" w:lineRule="auto"/>
      <w:jc w:val="both"/>
    </w:pPr>
    <w:rPr>
      <w:rFonts w:ascii="Times New Roman" w:hAnsi="Times New Roman"/>
      <w:sz w:val="24"/>
      <w:lang w:val="en-US"/>
    </w:rPr>
  </w:style>
  <w:style w:type="paragraph" w:styleId="Heading1">
    <w:name w:val="heading 1"/>
    <w:basedOn w:val="Heading2"/>
    <w:next w:val="Normal"/>
    <w:link w:val="Heading1Char"/>
    <w:uiPriority w:val="9"/>
    <w:qFormat/>
    <w:rsid w:val="0020118C"/>
    <w:pPr>
      <w:numPr>
        <w:ilvl w:val="0"/>
        <w:numId w:val="2"/>
      </w:numPr>
      <w:ind w:left="3960"/>
      <w:jc w:val="both"/>
      <w:outlineLvl w:val="0"/>
    </w:pPr>
  </w:style>
  <w:style w:type="paragraph" w:styleId="Heading2">
    <w:name w:val="heading 2"/>
    <w:basedOn w:val="Normal"/>
    <w:next w:val="Normal"/>
    <w:link w:val="Heading2Char"/>
    <w:uiPriority w:val="9"/>
    <w:unhideWhenUsed/>
    <w:qFormat/>
    <w:rsid w:val="00487688"/>
    <w:pPr>
      <w:keepNext/>
      <w:keepLines/>
      <w:numPr>
        <w:ilvl w:val="1"/>
        <w:numId w:val="25"/>
      </w:numPr>
      <w:spacing w:before="40" w:after="0"/>
      <w:ind w:left="431"/>
      <w:jc w:val="left"/>
      <w:outlineLvl w:val="1"/>
    </w:pPr>
    <w:rPr>
      <w:rFonts w:eastAsiaTheme="majorEastAsia" w:cstheme="majorBidi"/>
      <w:b/>
      <w:szCs w:val="26"/>
    </w:rPr>
  </w:style>
  <w:style w:type="paragraph" w:styleId="Heading3">
    <w:name w:val="heading 3"/>
    <w:basedOn w:val="tablefigure"/>
    <w:next w:val="Normal"/>
    <w:link w:val="Heading3Char"/>
    <w:autoRedefine/>
    <w:uiPriority w:val="9"/>
    <w:unhideWhenUsed/>
    <w:qFormat/>
    <w:rsid w:val="00E910E6"/>
    <w:pPr>
      <w:numPr>
        <w:ilvl w:val="2"/>
        <w:numId w:val="25"/>
      </w:numPr>
      <w:tabs>
        <w:tab w:val="clear" w:pos="1276"/>
      </w:tabs>
      <w:spacing w:before="240" w:line="480" w:lineRule="auto"/>
      <w:ind w:left="851" w:hanging="851"/>
      <w:jc w:val="both"/>
      <w:outlineLvl w:val="2"/>
    </w:pPr>
    <w:rPr>
      <w:rFonts w:eastAsiaTheme="majorEastAsia" w:cstheme="majorBidi"/>
      <w:iCs w:val="0"/>
      <w:szCs w:val="26"/>
    </w:rPr>
  </w:style>
  <w:style w:type="paragraph" w:styleId="Heading4">
    <w:name w:val="heading 4"/>
    <w:aliases w:val="Heading 4rizal"/>
    <w:basedOn w:val="Heading5"/>
    <w:next w:val="Normal"/>
    <w:link w:val="Heading4Char"/>
    <w:uiPriority w:val="9"/>
    <w:unhideWhenUsed/>
    <w:qFormat/>
    <w:rsid w:val="00C30736"/>
    <w:pPr>
      <w:numPr>
        <w:ilvl w:val="3"/>
      </w:numPr>
      <w:outlineLvl w:val="3"/>
    </w:pPr>
  </w:style>
  <w:style w:type="paragraph" w:styleId="Heading5">
    <w:name w:val="heading 5"/>
    <w:basedOn w:val="Normal"/>
    <w:next w:val="Normal"/>
    <w:link w:val="Heading5Char"/>
    <w:uiPriority w:val="9"/>
    <w:unhideWhenUsed/>
    <w:qFormat/>
    <w:rsid w:val="00C30736"/>
    <w:pPr>
      <w:keepNext/>
      <w:keepLines/>
      <w:numPr>
        <w:ilvl w:val="4"/>
        <w:numId w:val="25"/>
      </w:numPr>
      <w:tabs>
        <w:tab w:val="left" w:pos="851"/>
      </w:tabs>
      <w:spacing w:before="40" w:after="0"/>
      <w:ind w:left="284" w:hanging="284"/>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DF41D4"/>
    <w:pPr>
      <w:keepNext/>
      <w:keepLines/>
      <w:numPr>
        <w:ilvl w:val="5"/>
        <w:numId w:val="2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F41D4"/>
    <w:pPr>
      <w:keepNext/>
      <w:keepLines/>
      <w:numPr>
        <w:ilvl w:val="6"/>
        <w:numId w:val="2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F41D4"/>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F41D4"/>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18C"/>
    <w:rPr>
      <w:rFonts w:ascii="Times New Roman" w:eastAsiaTheme="majorEastAsia" w:hAnsi="Times New Roman" w:cstheme="majorBidi"/>
      <w:b/>
      <w:sz w:val="24"/>
      <w:szCs w:val="26"/>
      <w:lang w:val="en-US"/>
    </w:rPr>
  </w:style>
  <w:style w:type="paragraph" w:styleId="Title">
    <w:name w:val="Title"/>
    <w:aliases w:val="1. Title,Cover Page"/>
    <w:basedOn w:val="Normal"/>
    <w:next w:val="Normal"/>
    <w:link w:val="TitleChar"/>
    <w:uiPriority w:val="10"/>
    <w:qFormat/>
    <w:rsid w:val="00B75DDD"/>
    <w:pPr>
      <w:spacing w:before="120" w:after="120" w:line="240" w:lineRule="auto"/>
      <w:contextualSpacing/>
      <w:jc w:val="center"/>
    </w:pPr>
    <w:rPr>
      <w:rFonts w:ascii="Arial" w:eastAsiaTheme="majorEastAsia" w:hAnsi="Arial" w:cstheme="majorBidi"/>
      <w:b/>
      <w:spacing w:val="-10"/>
      <w:kern w:val="28"/>
      <w:sz w:val="36"/>
      <w:szCs w:val="56"/>
    </w:rPr>
  </w:style>
  <w:style w:type="character" w:customStyle="1" w:styleId="TitleChar">
    <w:name w:val="Title Char"/>
    <w:aliases w:val="1. Title Char,Cover Page Char"/>
    <w:basedOn w:val="DefaultParagraphFont"/>
    <w:link w:val="Title"/>
    <w:uiPriority w:val="10"/>
    <w:rsid w:val="00B75DDD"/>
    <w:rPr>
      <w:rFonts w:ascii="Arial" w:eastAsiaTheme="majorEastAsia" w:hAnsi="Arial" w:cstheme="majorBidi"/>
      <w:b/>
      <w:spacing w:val="-10"/>
      <w:kern w:val="28"/>
      <w:sz w:val="36"/>
      <w:szCs w:val="56"/>
      <w:lang w:val="en-US"/>
    </w:rPr>
  </w:style>
  <w:style w:type="character" w:styleId="PlaceholderText">
    <w:name w:val="Placeholder Text"/>
    <w:basedOn w:val="DefaultParagraphFont"/>
    <w:uiPriority w:val="99"/>
    <w:semiHidden/>
    <w:rsid w:val="00663E37"/>
    <w:rPr>
      <w:color w:val="808080"/>
    </w:rPr>
  </w:style>
  <w:style w:type="character" w:styleId="BookTitle">
    <w:name w:val="Book Title"/>
    <w:aliases w:val="2. Book Title,VERSO PAGE"/>
    <w:basedOn w:val="DefaultParagraphFont"/>
    <w:uiPriority w:val="33"/>
    <w:qFormat/>
    <w:rsid w:val="00B46C82"/>
    <w:rPr>
      <w:rFonts w:ascii="Times New Roman" w:hAnsi="Times New Roman"/>
      <w:bCs/>
      <w:iCs/>
      <w:spacing w:val="5"/>
      <w:sz w:val="28"/>
    </w:rPr>
  </w:style>
  <w:style w:type="paragraph" w:customStyle="1" w:styleId="AEUTITLEPAGEDATE">
    <w:name w:val="AEU TITLE PAGE DATE"/>
    <w:basedOn w:val="Normal"/>
    <w:link w:val="AEUTITLEPAGEDATEChar"/>
    <w:rsid w:val="00B46C82"/>
    <w:pPr>
      <w:spacing w:after="200" w:line="276" w:lineRule="auto"/>
      <w:jc w:val="center"/>
    </w:pPr>
    <w:rPr>
      <w:rFonts w:eastAsiaTheme="minorEastAsia"/>
      <w:lang w:val="en-GB" w:eastAsia="en-GB"/>
    </w:rPr>
  </w:style>
  <w:style w:type="character" w:customStyle="1" w:styleId="AEUTITLEPAGEDATEChar">
    <w:name w:val="AEU TITLE PAGE DATE Char"/>
    <w:basedOn w:val="DefaultParagraphFont"/>
    <w:link w:val="AEUTITLEPAGEDATE"/>
    <w:rsid w:val="00B46C82"/>
    <w:rPr>
      <w:rFonts w:ascii="Times New Roman" w:eastAsiaTheme="minorEastAsia" w:hAnsi="Times New Roman"/>
      <w:sz w:val="24"/>
      <w:lang w:val="en-GB" w:eastAsia="en-GB"/>
    </w:rPr>
  </w:style>
  <w:style w:type="paragraph" w:customStyle="1" w:styleId="AEUFRONTMATTERHEADING">
    <w:name w:val="AEU FRONT MATTER HEADING"/>
    <w:basedOn w:val="Heading1"/>
    <w:link w:val="AEUFRONTMATTERHEADINGChar"/>
    <w:rsid w:val="00B46C82"/>
    <w:pPr>
      <w:spacing w:before="0"/>
    </w:pPr>
    <w:rPr>
      <w:bCs/>
      <w:color w:val="000000" w:themeColor="text1"/>
      <w:szCs w:val="28"/>
    </w:rPr>
  </w:style>
  <w:style w:type="paragraph" w:customStyle="1" w:styleId="IIUMFRONTMATTERBODYTEXT">
    <w:name w:val="IIUM FRONT MATTER BODY TEXT"/>
    <w:basedOn w:val="Normal"/>
    <w:link w:val="IIUMFRONTMATTERBODYTEXTChar"/>
    <w:rsid w:val="00B46C82"/>
    <w:pPr>
      <w:autoSpaceDE w:val="0"/>
      <w:autoSpaceDN w:val="0"/>
      <w:adjustRightInd w:val="0"/>
      <w:spacing w:after="0"/>
    </w:pPr>
    <w:rPr>
      <w:rFonts w:eastAsiaTheme="minorEastAsia" w:cs="Times New Roman"/>
      <w:color w:val="000000"/>
      <w:szCs w:val="23"/>
      <w:lang w:val="en-GB" w:eastAsia="en-GB"/>
    </w:rPr>
  </w:style>
  <w:style w:type="character" w:customStyle="1" w:styleId="AEUFRONTMATTERHEADINGChar">
    <w:name w:val="AEU FRONT MATTER HEADING Char"/>
    <w:basedOn w:val="Heading1Char"/>
    <w:link w:val="AEUFRONTMATTERHEADING"/>
    <w:rsid w:val="00B46C82"/>
    <w:rPr>
      <w:rFonts w:ascii="Times New Roman" w:eastAsiaTheme="majorEastAsia" w:hAnsi="Times New Roman" w:cstheme="majorBidi"/>
      <w:b/>
      <w:bCs/>
      <w:color w:val="000000" w:themeColor="text1"/>
      <w:sz w:val="24"/>
      <w:szCs w:val="28"/>
      <w:lang w:val="en-GB" w:eastAsia="en-GB"/>
    </w:rPr>
  </w:style>
  <w:style w:type="character" w:customStyle="1" w:styleId="IIUMFRONTMATTERBODYTEXTChar">
    <w:name w:val="IIUM FRONT MATTER BODY TEXT Char"/>
    <w:basedOn w:val="DefaultParagraphFont"/>
    <w:link w:val="IIUMFRONTMATTERBODYTEXT"/>
    <w:rsid w:val="00B46C82"/>
    <w:rPr>
      <w:rFonts w:ascii="Times New Roman" w:eastAsiaTheme="minorEastAsia" w:hAnsi="Times New Roman" w:cs="Times New Roman"/>
      <w:color w:val="000000"/>
      <w:sz w:val="24"/>
      <w:szCs w:val="23"/>
      <w:lang w:val="en-GB" w:eastAsia="en-GB"/>
    </w:rPr>
  </w:style>
  <w:style w:type="character" w:customStyle="1" w:styleId="Heading2Char">
    <w:name w:val="Heading 2 Char"/>
    <w:basedOn w:val="DefaultParagraphFont"/>
    <w:link w:val="Heading2"/>
    <w:uiPriority w:val="9"/>
    <w:rsid w:val="00487688"/>
    <w:rPr>
      <w:rFonts w:ascii="Times New Roman" w:eastAsiaTheme="majorEastAsia" w:hAnsi="Times New Roman" w:cstheme="majorBidi"/>
      <w:b/>
      <w:sz w:val="24"/>
      <w:szCs w:val="26"/>
      <w:lang w:val="en-US"/>
    </w:rPr>
  </w:style>
  <w:style w:type="paragraph" w:styleId="Header">
    <w:name w:val="header"/>
    <w:basedOn w:val="Normal"/>
    <w:link w:val="HeaderChar"/>
    <w:uiPriority w:val="99"/>
    <w:unhideWhenUsed/>
    <w:rsid w:val="00EF42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42CB"/>
    <w:rPr>
      <w:rFonts w:ascii="Times New Roman" w:hAnsi="Times New Roman"/>
      <w:sz w:val="24"/>
      <w:lang w:val="en-US"/>
    </w:rPr>
  </w:style>
  <w:style w:type="paragraph" w:styleId="Footer">
    <w:name w:val="footer"/>
    <w:basedOn w:val="Normal"/>
    <w:link w:val="FooterChar"/>
    <w:uiPriority w:val="99"/>
    <w:unhideWhenUsed/>
    <w:rsid w:val="00EF42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42CB"/>
    <w:rPr>
      <w:rFonts w:ascii="Times New Roman" w:hAnsi="Times New Roman"/>
      <w:sz w:val="24"/>
      <w:lang w:val="en-US"/>
    </w:rPr>
  </w:style>
  <w:style w:type="paragraph" w:styleId="NoSpacing">
    <w:name w:val="No Spacing"/>
    <w:aliases w:val="AEU TITLE PAGE"/>
    <w:basedOn w:val="Normal"/>
    <w:link w:val="NoSpacingChar"/>
    <w:uiPriority w:val="1"/>
    <w:rsid w:val="00EF42CB"/>
    <w:pPr>
      <w:spacing w:after="0" w:line="240" w:lineRule="auto"/>
      <w:jc w:val="left"/>
    </w:pPr>
    <w:rPr>
      <w:rFonts w:eastAsiaTheme="minorEastAsia" w:cs="Times New Roman"/>
      <w:szCs w:val="32"/>
      <w:lang w:eastAsia="en-GB" w:bidi="en-US"/>
    </w:rPr>
  </w:style>
  <w:style w:type="character" w:customStyle="1" w:styleId="NoSpacingChar">
    <w:name w:val="No Spacing Char"/>
    <w:aliases w:val="AEU TITLE PAGE Char"/>
    <w:basedOn w:val="DefaultParagraphFont"/>
    <w:link w:val="NoSpacing"/>
    <w:uiPriority w:val="1"/>
    <w:rsid w:val="00EF42CB"/>
    <w:rPr>
      <w:rFonts w:ascii="Times New Roman" w:eastAsiaTheme="minorEastAsia" w:hAnsi="Times New Roman" w:cs="Times New Roman"/>
      <w:sz w:val="24"/>
      <w:szCs w:val="32"/>
      <w:lang w:val="en-US" w:eastAsia="en-GB" w:bidi="en-US"/>
    </w:rPr>
  </w:style>
  <w:style w:type="paragraph" w:customStyle="1" w:styleId="Default">
    <w:name w:val="Default"/>
    <w:link w:val="DefaultChar"/>
    <w:rsid w:val="00EF42CB"/>
    <w:pPr>
      <w:autoSpaceDE w:val="0"/>
      <w:autoSpaceDN w:val="0"/>
      <w:adjustRightInd w:val="0"/>
      <w:spacing w:after="0" w:line="240" w:lineRule="auto"/>
    </w:pPr>
    <w:rPr>
      <w:rFonts w:ascii="Arial" w:eastAsiaTheme="minorEastAsia" w:hAnsi="Arial" w:cs="Arial"/>
      <w:color w:val="000000"/>
      <w:sz w:val="24"/>
      <w:szCs w:val="24"/>
      <w:lang w:val="en-US" w:eastAsia="en-GB"/>
    </w:rPr>
  </w:style>
  <w:style w:type="paragraph" w:customStyle="1" w:styleId="FRONTMATTERBODYTEXTII">
    <w:name w:val="FRONT MATTER BODY TEXT II"/>
    <w:basedOn w:val="Default"/>
    <w:link w:val="FRONTMATTERBODYTEXTIIChar"/>
    <w:qFormat/>
    <w:rsid w:val="00EF42CB"/>
    <w:pPr>
      <w:jc w:val="both"/>
    </w:pPr>
    <w:rPr>
      <w:rFonts w:ascii="Times New Roman" w:hAnsi="Times New Roman" w:cs="Times New Roman"/>
    </w:rPr>
  </w:style>
  <w:style w:type="character" w:customStyle="1" w:styleId="DefaultChar">
    <w:name w:val="Default Char"/>
    <w:basedOn w:val="DefaultParagraphFont"/>
    <w:link w:val="Default"/>
    <w:rsid w:val="00EF42CB"/>
    <w:rPr>
      <w:rFonts w:ascii="Arial" w:eastAsiaTheme="minorEastAsia" w:hAnsi="Arial" w:cs="Arial"/>
      <w:color w:val="000000"/>
      <w:sz w:val="24"/>
      <w:szCs w:val="24"/>
      <w:lang w:val="en-US" w:eastAsia="en-GB"/>
    </w:rPr>
  </w:style>
  <w:style w:type="character" w:customStyle="1" w:styleId="FRONTMATTERBODYTEXTIIChar">
    <w:name w:val="FRONT MATTER BODY TEXT II Char"/>
    <w:basedOn w:val="DefaultChar"/>
    <w:link w:val="FRONTMATTERBODYTEXTII"/>
    <w:rsid w:val="00EF42CB"/>
    <w:rPr>
      <w:rFonts w:ascii="Times New Roman" w:eastAsiaTheme="minorEastAsia" w:hAnsi="Times New Roman" w:cs="Times New Roman"/>
      <w:color w:val="000000"/>
      <w:sz w:val="24"/>
      <w:szCs w:val="24"/>
      <w:lang w:val="en-US" w:eastAsia="en-GB"/>
    </w:rPr>
  </w:style>
  <w:style w:type="paragraph" w:customStyle="1" w:styleId="AEUCOVERPAGE">
    <w:name w:val="AEU COVER PAGE"/>
    <w:basedOn w:val="NoSpacing"/>
    <w:link w:val="AEUCOVERPAGEChar"/>
    <w:rsid w:val="0078401B"/>
    <w:pPr>
      <w:spacing w:line="276" w:lineRule="auto"/>
      <w:jc w:val="center"/>
    </w:pPr>
    <w:rPr>
      <w:rFonts w:ascii="Arial" w:hAnsi="Arial" w:cs="Arial"/>
      <w:b/>
      <w:sz w:val="32"/>
      <w:szCs w:val="28"/>
    </w:rPr>
  </w:style>
  <w:style w:type="character" w:customStyle="1" w:styleId="AEUCOVERPAGEChar">
    <w:name w:val="AEU COVER PAGE Char"/>
    <w:basedOn w:val="NoSpacingChar"/>
    <w:link w:val="AEUCOVERPAGE"/>
    <w:rsid w:val="0078401B"/>
    <w:rPr>
      <w:rFonts w:ascii="Arial" w:eastAsiaTheme="minorEastAsia" w:hAnsi="Arial" w:cs="Arial"/>
      <w:b/>
      <w:sz w:val="32"/>
      <w:szCs w:val="28"/>
      <w:lang w:val="en-US" w:eastAsia="en-GB" w:bidi="en-US"/>
    </w:rPr>
  </w:style>
  <w:style w:type="paragraph" w:customStyle="1" w:styleId="AeUCapitalizeEachWord">
    <w:name w:val="AeU Capitalize Each Word"/>
    <w:basedOn w:val="Default"/>
    <w:link w:val="AeUCapitalizeEachWordChar"/>
    <w:rsid w:val="0078401B"/>
    <w:pPr>
      <w:jc w:val="both"/>
    </w:pPr>
    <w:rPr>
      <w:rFonts w:ascii="Times New Roman" w:hAnsi="Times New Roman" w:cs="Times New Roman"/>
      <w:szCs w:val="23"/>
    </w:rPr>
  </w:style>
  <w:style w:type="character" w:customStyle="1" w:styleId="AeUCapitalizeEachWordChar">
    <w:name w:val="AeU Capitalize Each Word Char"/>
    <w:basedOn w:val="DefaultChar"/>
    <w:link w:val="AeUCapitalizeEachWord"/>
    <w:rsid w:val="0078401B"/>
    <w:rPr>
      <w:rFonts w:ascii="Times New Roman" w:eastAsiaTheme="minorEastAsia" w:hAnsi="Times New Roman" w:cs="Times New Roman"/>
      <w:color w:val="000000"/>
      <w:sz w:val="24"/>
      <w:szCs w:val="23"/>
      <w:lang w:val="en-US" w:eastAsia="en-GB"/>
    </w:rPr>
  </w:style>
  <w:style w:type="character" w:customStyle="1" w:styleId="Heading3Char">
    <w:name w:val="Heading 3 Char"/>
    <w:basedOn w:val="DefaultParagraphFont"/>
    <w:link w:val="Heading3"/>
    <w:uiPriority w:val="9"/>
    <w:rsid w:val="00E910E6"/>
    <w:rPr>
      <w:rFonts w:ascii="Times New Roman" w:eastAsiaTheme="majorEastAsia" w:hAnsi="Times New Roman" w:cstheme="majorBidi"/>
      <w:b/>
      <w:sz w:val="24"/>
      <w:szCs w:val="26"/>
      <w:lang w:val="en-US"/>
    </w:rPr>
  </w:style>
  <w:style w:type="numbering" w:customStyle="1" w:styleId="ChapterNumbering">
    <w:name w:val="Chapter Numbering"/>
    <w:uiPriority w:val="99"/>
    <w:rsid w:val="00C0066E"/>
    <w:pPr>
      <w:numPr>
        <w:numId w:val="1"/>
      </w:numPr>
    </w:pPr>
  </w:style>
  <w:style w:type="paragraph" w:styleId="ListParagraph">
    <w:name w:val="List Paragraph"/>
    <w:basedOn w:val="Normal"/>
    <w:link w:val="ListParagraphChar"/>
    <w:uiPriority w:val="34"/>
    <w:qFormat/>
    <w:rsid w:val="00C0066E"/>
    <w:pPr>
      <w:ind w:left="720"/>
      <w:contextualSpacing/>
    </w:pPr>
  </w:style>
  <w:style w:type="paragraph" w:customStyle="1" w:styleId="AEUBODYTEXTINDENT">
    <w:name w:val="AEU BODY TEXT INDENT"/>
    <w:basedOn w:val="Normal"/>
    <w:link w:val="AEUBODYTEXTINDENTChar"/>
    <w:rsid w:val="00E963D1"/>
    <w:pPr>
      <w:spacing w:after="200"/>
    </w:pPr>
    <w:rPr>
      <w:rFonts w:eastAsiaTheme="minorEastAsia"/>
      <w:color w:val="000000" w:themeColor="text1"/>
      <w:lang w:val="en-GB" w:eastAsia="en-GB"/>
    </w:rPr>
  </w:style>
  <w:style w:type="character" w:customStyle="1" w:styleId="AEUBODYTEXTINDENTChar">
    <w:name w:val="AEU BODY TEXT INDENT Char"/>
    <w:basedOn w:val="DefaultParagraphFont"/>
    <w:link w:val="AEUBODYTEXTINDENT"/>
    <w:rsid w:val="00E963D1"/>
    <w:rPr>
      <w:rFonts w:ascii="Times New Roman" w:eastAsiaTheme="minorEastAsia" w:hAnsi="Times New Roman"/>
      <w:color w:val="000000" w:themeColor="text1"/>
      <w:sz w:val="24"/>
      <w:lang w:val="en-GB" w:eastAsia="en-GB"/>
    </w:rPr>
  </w:style>
  <w:style w:type="paragraph" w:customStyle="1" w:styleId="AEUBODYTEXTNOTINDENT">
    <w:name w:val="AEU BODY TEXT NOT INDENT"/>
    <w:basedOn w:val="Normal"/>
    <w:link w:val="AEUBODYTEXTNOTINDENTChar"/>
    <w:rsid w:val="00E963D1"/>
    <w:pPr>
      <w:spacing w:after="200"/>
    </w:pPr>
    <w:rPr>
      <w:rFonts w:eastAsiaTheme="minorEastAsia"/>
      <w:color w:val="000000" w:themeColor="text1"/>
      <w:lang w:val="en-GB" w:eastAsia="en-GB"/>
    </w:rPr>
  </w:style>
  <w:style w:type="character" w:customStyle="1" w:styleId="AEUBODYTEXTNOTINDENTChar">
    <w:name w:val="AEU BODY TEXT NOT INDENT Char"/>
    <w:basedOn w:val="DefaultParagraphFont"/>
    <w:link w:val="AEUBODYTEXTNOTINDENT"/>
    <w:rsid w:val="00E963D1"/>
    <w:rPr>
      <w:rFonts w:ascii="Times New Roman" w:eastAsiaTheme="minorEastAsia" w:hAnsi="Times New Roman"/>
      <w:color w:val="000000" w:themeColor="text1"/>
      <w:sz w:val="24"/>
      <w:lang w:val="en-GB" w:eastAsia="en-GB"/>
    </w:rPr>
  </w:style>
  <w:style w:type="character" w:customStyle="1" w:styleId="Heading4Char">
    <w:name w:val="Heading 4 Char"/>
    <w:aliases w:val="Heading 4rizal Char"/>
    <w:basedOn w:val="DefaultParagraphFont"/>
    <w:link w:val="Heading4"/>
    <w:uiPriority w:val="9"/>
    <w:rsid w:val="00C30736"/>
    <w:rPr>
      <w:rFonts w:ascii="Times New Roman" w:eastAsiaTheme="majorEastAsia" w:hAnsi="Times New Roman" w:cstheme="majorBidi"/>
      <w:b/>
      <w:sz w:val="24"/>
      <w:lang w:val="en-US"/>
    </w:rPr>
  </w:style>
  <w:style w:type="character" w:customStyle="1" w:styleId="Heading5Char">
    <w:name w:val="Heading 5 Char"/>
    <w:basedOn w:val="DefaultParagraphFont"/>
    <w:link w:val="Heading5"/>
    <w:uiPriority w:val="9"/>
    <w:rsid w:val="00C30736"/>
    <w:rPr>
      <w:rFonts w:ascii="Times New Roman" w:eastAsiaTheme="majorEastAsia" w:hAnsi="Times New Roman" w:cstheme="majorBidi"/>
      <w:b/>
      <w:sz w:val="24"/>
      <w:lang w:val="en-US"/>
    </w:rPr>
  </w:style>
  <w:style w:type="character" w:customStyle="1" w:styleId="Heading6Char">
    <w:name w:val="Heading 6 Char"/>
    <w:basedOn w:val="DefaultParagraphFont"/>
    <w:link w:val="Heading6"/>
    <w:uiPriority w:val="9"/>
    <w:semiHidden/>
    <w:rsid w:val="00DF41D4"/>
    <w:rPr>
      <w:rFonts w:asciiTheme="majorHAnsi" w:eastAsiaTheme="majorEastAsia" w:hAnsiTheme="majorHAnsi" w:cstheme="majorBidi"/>
      <w:color w:val="1F4D78" w:themeColor="accent1" w:themeShade="7F"/>
      <w:sz w:val="24"/>
      <w:lang w:val="en-US"/>
    </w:rPr>
  </w:style>
  <w:style w:type="character" w:customStyle="1" w:styleId="Heading7Char">
    <w:name w:val="Heading 7 Char"/>
    <w:basedOn w:val="DefaultParagraphFont"/>
    <w:link w:val="Heading7"/>
    <w:uiPriority w:val="9"/>
    <w:semiHidden/>
    <w:rsid w:val="00DF41D4"/>
    <w:rPr>
      <w:rFonts w:asciiTheme="majorHAnsi" w:eastAsiaTheme="majorEastAsia" w:hAnsiTheme="majorHAnsi" w:cstheme="majorBidi"/>
      <w:i/>
      <w:iCs/>
      <w:color w:val="1F4D78" w:themeColor="accent1" w:themeShade="7F"/>
      <w:sz w:val="24"/>
      <w:lang w:val="en-US"/>
    </w:rPr>
  </w:style>
  <w:style w:type="character" w:customStyle="1" w:styleId="Heading8Char">
    <w:name w:val="Heading 8 Char"/>
    <w:basedOn w:val="DefaultParagraphFont"/>
    <w:link w:val="Heading8"/>
    <w:uiPriority w:val="9"/>
    <w:semiHidden/>
    <w:rsid w:val="00DF41D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DF41D4"/>
    <w:rPr>
      <w:rFonts w:asciiTheme="majorHAnsi" w:eastAsiaTheme="majorEastAsia" w:hAnsiTheme="majorHAnsi" w:cstheme="majorBidi"/>
      <w:i/>
      <w:iCs/>
      <w:color w:val="272727" w:themeColor="text1" w:themeTint="D8"/>
      <w:sz w:val="21"/>
      <w:szCs w:val="21"/>
      <w:lang w:val="en-US"/>
    </w:rPr>
  </w:style>
  <w:style w:type="paragraph" w:styleId="TOC2">
    <w:name w:val="toc 2"/>
    <w:next w:val="Normal"/>
    <w:autoRedefine/>
    <w:uiPriority w:val="39"/>
    <w:unhideWhenUsed/>
    <w:qFormat/>
    <w:rsid w:val="007F317C"/>
    <w:pPr>
      <w:tabs>
        <w:tab w:val="left" w:pos="708"/>
        <w:tab w:val="left" w:pos="1418"/>
        <w:tab w:val="right" w:pos="8296"/>
      </w:tabs>
      <w:spacing w:after="0" w:line="240" w:lineRule="auto"/>
      <w:ind w:left="708"/>
    </w:pPr>
    <w:rPr>
      <w:rFonts w:ascii="Times New Roman" w:hAnsi="Times New Roman" w:cstheme="minorHAnsi"/>
      <w:iCs/>
      <w:sz w:val="24"/>
      <w:szCs w:val="20"/>
      <w:lang w:val="en-US"/>
    </w:rPr>
  </w:style>
  <w:style w:type="paragraph" w:styleId="TOC1">
    <w:name w:val="toc 1"/>
    <w:basedOn w:val="Normal"/>
    <w:next w:val="Normal"/>
    <w:autoRedefine/>
    <w:uiPriority w:val="39"/>
    <w:unhideWhenUsed/>
    <w:rsid w:val="00D51E8C"/>
    <w:pPr>
      <w:tabs>
        <w:tab w:val="left" w:pos="1680"/>
        <w:tab w:val="right" w:pos="8296"/>
      </w:tabs>
      <w:spacing w:before="240" w:after="120" w:line="240" w:lineRule="auto"/>
      <w:ind w:left="1701" w:hanging="1701"/>
      <w:jc w:val="left"/>
    </w:pPr>
    <w:rPr>
      <w:rFonts w:cstheme="minorHAnsi"/>
      <w:b/>
      <w:bCs/>
      <w:szCs w:val="20"/>
    </w:rPr>
  </w:style>
  <w:style w:type="paragraph" w:styleId="TOC3">
    <w:name w:val="toc 3"/>
    <w:basedOn w:val="Normal"/>
    <w:next w:val="Normal"/>
    <w:autoRedefine/>
    <w:uiPriority w:val="39"/>
    <w:unhideWhenUsed/>
    <w:qFormat/>
    <w:rsid w:val="00043C37"/>
    <w:pPr>
      <w:spacing w:after="0" w:line="240" w:lineRule="auto"/>
      <w:ind w:left="1416"/>
      <w:jc w:val="left"/>
    </w:pPr>
    <w:rPr>
      <w:rFonts w:cstheme="minorHAnsi"/>
      <w:szCs w:val="20"/>
    </w:rPr>
  </w:style>
  <w:style w:type="character" w:styleId="Hyperlink">
    <w:name w:val="Hyperlink"/>
    <w:basedOn w:val="DefaultParagraphFont"/>
    <w:uiPriority w:val="99"/>
    <w:unhideWhenUsed/>
    <w:rsid w:val="00F332AB"/>
    <w:rPr>
      <w:color w:val="0563C1" w:themeColor="hyperlink"/>
      <w:u w:val="single"/>
    </w:rPr>
  </w:style>
  <w:style w:type="paragraph" w:styleId="TOC4">
    <w:name w:val="toc 4"/>
    <w:basedOn w:val="Normal"/>
    <w:next w:val="Normal"/>
    <w:autoRedefine/>
    <w:uiPriority w:val="39"/>
    <w:unhideWhenUsed/>
    <w:qFormat/>
    <w:rsid w:val="00043C37"/>
    <w:pPr>
      <w:spacing w:after="0" w:line="240" w:lineRule="auto"/>
      <w:ind w:left="708"/>
      <w:jc w:val="left"/>
    </w:pPr>
    <w:rPr>
      <w:rFonts w:cstheme="minorHAnsi"/>
      <w:b/>
      <w:szCs w:val="20"/>
    </w:rPr>
  </w:style>
  <w:style w:type="paragraph" w:styleId="TOC5">
    <w:name w:val="toc 5"/>
    <w:basedOn w:val="Normal"/>
    <w:next w:val="Normal"/>
    <w:autoRedefine/>
    <w:uiPriority w:val="39"/>
    <w:unhideWhenUsed/>
    <w:rsid w:val="00F332AB"/>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332AB"/>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332AB"/>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332AB"/>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332AB"/>
    <w:pPr>
      <w:spacing w:after="0"/>
      <w:ind w:left="1920"/>
      <w:jc w:val="left"/>
    </w:pPr>
    <w:rPr>
      <w:rFonts w:asciiTheme="minorHAnsi" w:hAnsiTheme="minorHAnsi" w:cstheme="minorHAnsi"/>
      <w:sz w:val="20"/>
      <w:szCs w:val="20"/>
    </w:rPr>
  </w:style>
  <w:style w:type="paragraph" w:styleId="BalloonText">
    <w:name w:val="Balloon Text"/>
    <w:basedOn w:val="Normal"/>
    <w:link w:val="BalloonTextChar"/>
    <w:uiPriority w:val="99"/>
    <w:semiHidden/>
    <w:unhideWhenUsed/>
    <w:rsid w:val="00D36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72"/>
    <w:rPr>
      <w:rFonts w:ascii="Segoe UI" w:hAnsi="Segoe UI" w:cs="Segoe UI"/>
      <w:sz w:val="18"/>
      <w:szCs w:val="18"/>
      <w:lang w:val="en-US"/>
    </w:rPr>
  </w:style>
  <w:style w:type="numbering" w:customStyle="1" w:styleId="Style1">
    <w:name w:val="Style1"/>
    <w:uiPriority w:val="99"/>
    <w:rsid w:val="00E51FD6"/>
    <w:pPr>
      <w:numPr>
        <w:numId w:val="10"/>
      </w:numPr>
    </w:pPr>
  </w:style>
  <w:style w:type="numbering" w:customStyle="1" w:styleId="Style2">
    <w:name w:val="Style2"/>
    <w:uiPriority w:val="99"/>
    <w:rsid w:val="00AE3BC6"/>
    <w:pPr>
      <w:numPr>
        <w:numId w:val="11"/>
      </w:numPr>
    </w:pPr>
  </w:style>
  <w:style w:type="paragraph" w:customStyle="1" w:styleId="Chapter1">
    <w:name w:val="Chapter 1"/>
    <w:basedOn w:val="Normal"/>
    <w:next w:val="Normal"/>
    <w:link w:val="Chapter1Char"/>
    <w:autoRedefine/>
    <w:rsid w:val="0090772B"/>
    <w:pPr>
      <w:numPr>
        <w:numId w:val="12"/>
      </w:numPr>
    </w:pPr>
    <w:rPr>
      <w:b/>
      <w:lang w:val="ms-MY"/>
    </w:rPr>
  </w:style>
  <w:style w:type="table" w:styleId="TableGrid">
    <w:name w:val="Table Grid"/>
    <w:basedOn w:val="TableNormal"/>
    <w:uiPriority w:val="59"/>
    <w:rsid w:val="00237C8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302BDD"/>
    <w:rPr>
      <w:rFonts w:ascii="Times New Roman" w:hAnsi="Times New Roman"/>
      <w:sz w:val="24"/>
      <w:lang w:val="en-US"/>
    </w:rPr>
  </w:style>
  <w:style w:type="character" w:customStyle="1" w:styleId="Chapter1Char">
    <w:name w:val="Chapter 1 Char"/>
    <w:basedOn w:val="ListParagraphChar"/>
    <w:link w:val="Chapter1"/>
    <w:rsid w:val="0090772B"/>
    <w:rPr>
      <w:rFonts w:ascii="Times New Roman" w:hAnsi="Times New Roman"/>
      <w:b/>
      <w:sz w:val="24"/>
      <w:lang w:val="en-US"/>
    </w:rPr>
  </w:style>
  <w:style w:type="paragraph" w:styleId="Caption">
    <w:name w:val="caption"/>
    <w:basedOn w:val="Normal"/>
    <w:next w:val="Normal"/>
    <w:link w:val="CaptionChar"/>
    <w:uiPriority w:val="35"/>
    <w:unhideWhenUsed/>
    <w:qFormat/>
    <w:rsid w:val="00237C85"/>
    <w:pPr>
      <w:spacing w:after="200" w:line="240" w:lineRule="auto"/>
    </w:pPr>
    <w:rPr>
      <w:i/>
      <w:iCs/>
      <w:color w:val="44546A" w:themeColor="text2"/>
      <w:sz w:val="18"/>
      <w:szCs w:val="18"/>
    </w:rPr>
  </w:style>
  <w:style w:type="paragraph" w:customStyle="1" w:styleId="tablefigure">
    <w:name w:val="table &amp; figure"/>
    <w:basedOn w:val="Caption"/>
    <w:link w:val="tablefigureChar"/>
    <w:autoRedefine/>
    <w:qFormat/>
    <w:rsid w:val="003A4953"/>
    <w:pPr>
      <w:tabs>
        <w:tab w:val="left" w:pos="1276"/>
      </w:tabs>
      <w:spacing w:after="240"/>
      <w:jc w:val="center"/>
    </w:pPr>
    <w:rPr>
      <w:b/>
      <w:i w:val="0"/>
      <w:color w:val="auto"/>
      <w:sz w:val="24"/>
    </w:rPr>
  </w:style>
  <w:style w:type="numbering" w:customStyle="1" w:styleId="Style3">
    <w:name w:val="Style3"/>
    <w:uiPriority w:val="99"/>
    <w:rsid w:val="00E512DF"/>
    <w:pPr>
      <w:numPr>
        <w:numId w:val="15"/>
      </w:numPr>
    </w:pPr>
  </w:style>
  <w:style w:type="character" w:customStyle="1" w:styleId="CaptionChar">
    <w:name w:val="Caption Char"/>
    <w:basedOn w:val="DefaultParagraphFont"/>
    <w:link w:val="Caption"/>
    <w:uiPriority w:val="35"/>
    <w:rsid w:val="00237C85"/>
    <w:rPr>
      <w:rFonts w:ascii="Times New Roman" w:hAnsi="Times New Roman"/>
      <w:i/>
      <w:iCs/>
      <w:color w:val="44546A" w:themeColor="text2"/>
      <w:sz w:val="18"/>
      <w:szCs w:val="18"/>
      <w:lang w:val="en-US"/>
    </w:rPr>
  </w:style>
  <w:style w:type="character" w:customStyle="1" w:styleId="tablefigureChar">
    <w:name w:val="table &amp; figure Char"/>
    <w:basedOn w:val="CaptionChar"/>
    <w:link w:val="tablefigure"/>
    <w:rsid w:val="003A4953"/>
    <w:rPr>
      <w:rFonts w:ascii="Times New Roman" w:hAnsi="Times New Roman"/>
      <w:b/>
      <w:i w:val="0"/>
      <w:iCs/>
      <w:color w:val="44546A" w:themeColor="text2"/>
      <w:sz w:val="24"/>
      <w:szCs w:val="18"/>
      <w:lang w:val="en-US"/>
    </w:rPr>
  </w:style>
  <w:style w:type="numbering" w:customStyle="1" w:styleId="Style4">
    <w:name w:val="Style4"/>
    <w:uiPriority w:val="99"/>
    <w:rsid w:val="00841816"/>
    <w:pPr>
      <w:numPr>
        <w:numId w:val="16"/>
      </w:numPr>
    </w:pPr>
  </w:style>
  <w:style w:type="numbering" w:customStyle="1" w:styleId="Style5">
    <w:name w:val="Style5"/>
    <w:uiPriority w:val="99"/>
    <w:rsid w:val="00B276E3"/>
    <w:pPr>
      <w:numPr>
        <w:numId w:val="18"/>
      </w:numPr>
    </w:pPr>
  </w:style>
  <w:style w:type="paragraph" w:styleId="Index1">
    <w:name w:val="index 1"/>
    <w:basedOn w:val="Normal"/>
    <w:next w:val="Normal"/>
    <w:autoRedefine/>
    <w:uiPriority w:val="99"/>
    <w:semiHidden/>
    <w:unhideWhenUsed/>
    <w:rsid w:val="001829AD"/>
    <w:pPr>
      <w:spacing w:after="0" w:line="240" w:lineRule="auto"/>
      <w:ind w:left="240" w:hanging="240"/>
    </w:pPr>
  </w:style>
  <w:style w:type="paragraph" w:styleId="TableofFigures">
    <w:name w:val="table of figures"/>
    <w:basedOn w:val="Normal"/>
    <w:next w:val="Normal"/>
    <w:uiPriority w:val="99"/>
    <w:unhideWhenUsed/>
    <w:rsid w:val="001829AD"/>
    <w:pPr>
      <w:spacing w:after="0"/>
    </w:pPr>
  </w:style>
  <w:style w:type="paragraph" w:styleId="Index2">
    <w:name w:val="index 2"/>
    <w:basedOn w:val="Normal"/>
    <w:next w:val="Normal"/>
    <w:autoRedefine/>
    <w:uiPriority w:val="99"/>
    <w:semiHidden/>
    <w:unhideWhenUsed/>
    <w:rsid w:val="001C1294"/>
    <w:pPr>
      <w:spacing w:after="0" w:line="240" w:lineRule="auto"/>
      <w:ind w:left="480" w:hanging="240"/>
    </w:pPr>
  </w:style>
  <w:style w:type="numbering" w:customStyle="1" w:styleId="Style6">
    <w:name w:val="Style6"/>
    <w:uiPriority w:val="99"/>
    <w:rsid w:val="00C119D4"/>
    <w:pPr>
      <w:numPr>
        <w:numId w:val="24"/>
      </w:numPr>
    </w:pPr>
  </w:style>
  <w:style w:type="paragraph" w:styleId="Index4">
    <w:name w:val="index 4"/>
    <w:basedOn w:val="Normal"/>
    <w:next w:val="Normal"/>
    <w:autoRedefine/>
    <w:uiPriority w:val="99"/>
    <w:semiHidden/>
    <w:unhideWhenUsed/>
    <w:rsid w:val="001C1294"/>
    <w:pPr>
      <w:spacing w:after="0" w:line="240" w:lineRule="auto"/>
      <w:ind w:left="960" w:hanging="240"/>
    </w:pPr>
  </w:style>
  <w:style w:type="paragraph" w:styleId="Revision">
    <w:name w:val="Revision"/>
    <w:hidden/>
    <w:uiPriority w:val="99"/>
    <w:semiHidden/>
    <w:rsid w:val="000042F7"/>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0042F7"/>
    <w:rPr>
      <w:sz w:val="16"/>
      <w:szCs w:val="16"/>
    </w:rPr>
  </w:style>
  <w:style w:type="paragraph" w:styleId="CommentText">
    <w:name w:val="annotation text"/>
    <w:basedOn w:val="Normal"/>
    <w:link w:val="CommentTextChar"/>
    <w:uiPriority w:val="99"/>
    <w:semiHidden/>
    <w:unhideWhenUsed/>
    <w:rsid w:val="000042F7"/>
    <w:pPr>
      <w:spacing w:line="240" w:lineRule="auto"/>
    </w:pPr>
    <w:rPr>
      <w:sz w:val="20"/>
      <w:szCs w:val="20"/>
    </w:rPr>
  </w:style>
  <w:style w:type="character" w:customStyle="1" w:styleId="CommentTextChar">
    <w:name w:val="Comment Text Char"/>
    <w:basedOn w:val="DefaultParagraphFont"/>
    <w:link w:val="CommentText"/>
    <w:uiPriority w:val="99"/>
    <w:semiHidden/>
    <w:rsid w:val="000042F7"/>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0042F7"/>
    <w:rPr>
      <w:b/>
      <w:bCs/>
    </w:rPr>
  </w:style>
  <w:style w:type="character" w:customStyle="1" w:styleId="CommentSubjectChar">
    <w:name w:val="Comment Subject Char"/>
    <w:basedOn w:val="CommentTextChar"/>
    <w:link w:val="CommentSubject"/>
    <w:uiPriority w:val="99"/>
    <w:semiHidden/>
    <w:rsid w:val="000042F7"/>
    <w:rPr>
      <w:rFonts w:ascii="Times New Roman" w:hAnsi="Times New Roman"/>
      <w:b/>
      <w:bCs/>
      <w:sz w:val="20"/>
      <w:szCs w:val="20"/>
      <w:lang w:val="en-US"/>
    </w:rPr>
  </w:style>
  <w:style w:type="paragraph" w:customStyle="1" w:styleId="Pre-Title">
    <w:name w:val="Pre-Title"/>
    <w:basedOn w:val="Heading2"/>
    <w:link w:val="Pre-TitleChar"/>
    <w:qFormat/>
    <w:rsid w:val="00653D28"/>
    <w:pPr>
      <w:numPr>
        <w:ilvl w:val="0"/>
        <w:numId w:val="0"/>
      </w:numPr>
      <w:jc w:val="center"/>
    </w:pPr>
  </w:style>
  <w:style w:type="paragraph" w:styleId="TOCHeading">
    <w:name w:val="TOC Heading"/>
    <w:basedOn w:val="Heading1"/>
    <w:next w:val="Normal"/>
    <w:uiPriority w:val="39"/>
    <w:unhideWhenUsed/>
    <w:qFormat/>
    <w:rsid w:val="00487688"/>
    <w:pPr>
      <w:numPr>
        <w:numId w:val="0"/>
      </w:numPr>
      <w:spacing w:before="240" w:line="259" w:lineRule="auto"/>
      <w:jc w:val="left"/>
      <w:outlineLvl w:val="9"/>
    </w:pPr>
    <w:rPr>
      <w:rFonts w:asciiTheme="majorHAnsi" w:hAnsiTheme="majorHAnsi"/>
      <w:b w:val="0"/>
      <w:color w:val="2E74B5" w:themeColor="accent1" w:themeShade="BF"/>
      <w:sz w:val="32"/>
      <w:szCs w:val="32"/>
    </w:rPr>
  </w:style>
  <w:style w:type="character" w:customStyle="1" w:styleId="Pre-TitleChar">
    <w:name w:val="Pre-Title Char"/>
    <w:basedOn w:val="Heading2Char"/>
    <w:link w:val="Pre-Title"/>
    <w:rsid w:val="00653D28"/>
    <w:rPr>
      <w:rFonts w:ascii="Times New Roman" w:eastAsiaTheme="majorEastAsia" w:hAnsi="Times New Roman" w:cstheme="majorBidi"/>
      <w:b/>
      <w:sz w:val="24"/>
      <w:szCs w:val="26"/>
      <w:lang w:val="en-US"/>
    </w:rPr>
  </w:style>
  <w:style w:type="paragraph" w:customStyle="1" w:styleId="normalpara">
    <w:name w:val="normal_para"/>
    <w:basedOn w:val="NoSpacing"/>
    <w:link w:val="normalparaChar"/>
    <w:qFormat/>
    <w:rsid w:val="001D480F"/>
    <w:pPr>
      <w:spacing w:line="480" w:lineRule="auto"/>
      <w:ind w:firstLine="708"/>
      <w:jc w:val="both"/>
    </w:pPr>
    <w:rPr>
      <w:color w:val="000000" w:themeColor="text1"/>
      <w:szCs w:val="23"/>
    </w:rPr>
  </w:style>
  <w:style w:type="character" w:customStyle="1" w:styleId="normalparaChar">
    <w:name w:val="normal_para Char"/>
    <w:basedOn w:val="NoSpacingChar"/>
    <w:link w:val="normalpara"/>
    <w:rsid w:val="001D480F"/>
    <w:rPr>
      <w:rFonts w:ascii="Times New Roman" w:eastAsiaTheme="minorEastAsia" w:hAnsi="Times New Roman" w:cs="Times New Roman"/>
      <w:color w:val="000000" w:themeColor="text1"/>
      <w:sz w:val="24"/>
      <w:szCs w:val="23"/>
      <w:lang w:val="en-US" w:eastAsia="en-GB" w:bidi="en-US"/>
    </w:rPr>
  </w:style>
  <w:style w:type="character" w:customStyle="1" w:styleId="UnresolvedMention1">
    <w:name w:val="Unresolved Mention1"/>
    <w:basedOn w:val="DefaultParagraphFont"/>
    <w:uiPriority w:val="99"/>
    <w:semiHidden/>
    <w:unhideWhenUsed/>
    <w:rsid w:val="00160FCA"/>
    <w:rPr>
      <w:color w:val="605E5C"/>
      <w:shd w:val="clear" w:color="auto" w:fill="E1DFDD"/>
    </w:rPr>
  </w:style>
  <w:style w:type="character" w:styleId="UnresolvedMention">
    <w:name w:val="Unresolved Mention"/>
    <w:basedOn w:val="DefaultParagraphFont"/>
    <w:uiPriority w:val="99"/>
    <w:semiHidden/>
    <w:unhideWhenUsed/>
    <w:rsid w:val="00853FCD"/>
    <w:rPr>
      <w:color w:val="605E5C"/>
      <w:shd w:val="clear" w:color="auto" w:fill="E1DFDD"/>
    </w:rPr>
  </w:style>
  <w:style w:type="character" w:styleId="FollowedHyperlink">
    <w:name w:val="FollowedHyperlink"/>
    <w:basedOn w:val="DefaultParagraphFont"/>
    <w:uiPriority w:val="99"/>
    <w:semiHidden/>
    <w:unhideWhenUsed/>
    <w:rsid w:val="000517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970357">
      <w:bodyDiv w:val="1"/>
      <w:marLeft w:val="0"/>
      <w:marRight w:val="0"/>
      <w:marTop w:val="0"/>
      <w:marBottom w:val="0"/>
      <w:divBdr>
        <w:top w:val="none" w:sz="0" w:space="0" w:color="auto"/>
        <w:left w:val="none" w:sz="0" w:space="0" w:color="auto"/>
        <w:bottom w:val="none" w:sz="0" w:space="0" w:color="auto"/>
        <w:right w:val="none" w:sz="0" w:space="0" w:color="auto"/>
      </w:divBdr>
    </w:div>
    <w:div w:id="2082947697">
      <w:bodyDiv w:val="1"/>
      <w:marLeft w:val="0"/>
      <w:marRight w:val="0"/>
      <w:marTop w:val="0"/>
      <w:marBottom w:val="0"/>
      <w:divBdr>
        <w:top w:val="none" w:sz="0" w:space="0" w:color="auto"/>
        <w:left w:val="none" w:sz="0" w:space="0" w:color="auto"/>
        <w:bottom w:val="none" w:sz="0" w:space="0" w:color="auto"/>
        <w:right w:val="none" w:sz="0" w:space="0" w:color="auto"/>
      </w:divBdr>
    </w:div>
    <w:div w:id="213378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udentsrepo.um.edu.my/11521"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dx.doi.org/10.1016/j.appdev.2012.05.0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262\Desktop\Aeu_formating%20(1)\Thesis%20Formatting%20and%20Mendeley%20Workshop%202020\AeU%20KC%20Thesis%20Formatting%20template%202020%20COPYRIGH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FDABC0E2AA34A4BB98AB8F4E6E189A0"/>
        <w:category>
          <w:name w:val="General"/>
          <w:gallery w:val="placeholder"/>
        </w:category>
        <w:types>
          <w:type w:val="bbPlcHdr"/>
        </w:types>
        <w:behaviors>
          <w:behavior w:val="content"/>
        </w:behaviors>
        <w:guid w:val="{0DA3C7C3-1ECC-4A8B-B09E-B13B70FB9F5E}"/>
      </w:docPartPr>
      <w:docPartBody>
        <w:p w:rsidR="00C759EF" w:rsidRDefault="00D97B1F">
          <w:pPr>
            <w:pStyle w:val="5FDABC0E2AA34A4BB98AB8F4E6E189A0"/>
          </w:pPr>
          <w:r w:rsidRPr="0080026D">
            <w:rPr>
              <w:rStyle w:val="PlaceholderText"/>
            </w:rPr>
            <w:t>[Title]</w:t>
          </w:r>
        </w:p>
      </w:docPartBody>
    </w:docPart>
    <w:docPart>
      <w:docPartPr>
        <w:name w:val="42973C1F164847ABAF16CA4269E12BCA"/>
        <w:category>
          <w:name w:val="General"/>
          <w:gallery w:val="placeholder"/>
        </w:category>
        <w:types>
          <w:type w:val="bbPlcHdr"/>
        </w:types>
        <w:behaviors>
          <w:behavior w:val="content"/>
        </w:behaviors>
        <w:guid w:val="{0E6E3930-150B-489E-BA2D-5768E07FF2F5}"/>
      </w:docPartPr>
      <w:docPartBody>
        <w:p w:rsidR="00C759EF" w:rsidRDefault="00D97B1F">
          <w:pPr>
            <w:pStyle w:val="42973C1F164847ABAF16CA4269E12BCA"/>
          </w:pPr>
          <w:r w:rsidRPr="0080026D">
            <w:rPr>
              <w:rStyle w:val="PlaceholderText"/>
            </w:rPr>
            <w:t>[Author]</w:t>
          </w:r>
        </w:p>
      </w:docPartBody>
    </w:docPart>
    <w:docPart>
      <w:docPartPr>
        <w:name w:val="800F2B7CE2584455B5E8011546E691D3"/>
        <w:category>
          <w:name w:val="General"/>
          <w:gallery w:val="placeholder"/>
        </w:category>
        <w:types>
          <w:type w:val="bbPlcHdr"/>
        </w:types>
        <w:behaviors>
          <w:behavior w:val="content"/>
        </w:behaviors>
        <w:guid w:val="{5EDEF4E3-CCDD-49A1-8970-334F73C9D7DF}"/>
      </w:docPartPr>
      <w:docPartBody>
        <w:p w:rsidR="00C759EF" w:rsidRDefault="00D97B1F">
          <w:pPr>
            <w:pStyle w:val="800F2B7CE2584455B5E8011546E691D3"/>
          </w:pPr>
          <w:r w:rsidRPr="0080026D">
            <w:rPr>
              <w:rStyle w:val="PlaceholderText"/>
            </w:rPr>
            <w:t>[Company]</w:t>
          </w:r>
        </w:p>
      </w:docPartBody>
    </w:docPart>
    <w:docPart>
      <w:docPartPr>
        <w:name w:val="8DFBA6AA8D4E476BA61F5AD3AD555513"/>
        <w:category>
          <w:name w:val="General"/>
          <w:gallery w:val="placeholder"/>
        </w:category>
        <w:types>
          <w:type w:val="bbPlcHdr"/>
        </w:types>
        <w:behaviors>
          <w:behavior w:val="content"/>
        </w:behaviors>
        <w:guid w:val="{FD978089-25EF-4A92-AD10-C645C36148CE}"/>
      </w:docPartPr>
      <w:docPartBody>
        <w:p w:rsidR="00C759EF" w:rsidRDefault="00D97B1F">
          <w:pPr>
            <w:pStyle w:val="8DFBA6AA8D4E476BA61F5AD3AD555513"/>
          </w:pPr>
          <w:r w:rsidRPr="0080026D">
            <w:rPr>
              <w:rStyle w:val="PlaceholderText"/>
            </w:rPr>
            <w:t>[Publish Date]</w:t>
          </w:r>
        </w:p>
      </w:docPartBody>
    </w:docPart>
    <w:docPart>
      <w:docPartPr>
        <w:name w:val="826AF1592DC84A509858862F66181B89"/>
        <w:category>
          <w:name w:val="General"/>
          <w:gallery w:val="placeholder"/>
        </w:category>
        <w:types>
          <w:type w:val="bbPlcHdr"/>
        </w:types>
        <w:behaviors>
          <w:behavior w:val="content"/>
        </w:behaviors>
        <w:guid w:val="{CB832BA8-D1DC-401B-A05D-08F818FE3428}"/>
      </w:docPartPr>
      <w:docPartBody>
        <w:p w:rsidR="00C759EF" w:rsidRDefault="00D97B1F">
          <w:pPr>
            <w:pStyle w:val="826AF1592DC84A509858862F66181B89"/>
          </w:pPr>
          <w:r w:rsidRPr="0080026D">
            <w:rPr>
              <w:rStyle w:val="PlaceholderText"/>
            </w:rPr>
            <w:t>[Title]</w:t>
          </w:r>
        </w:p>
      </w:docPartBody>
    </w:docPart>
    <w:docPart>
      <w:docPartPr>
        <w:name w:val="96929528468B4847839F6C038A964193"/>
        <w:category>
          <w:name w:val="General"/>
          <w:gallery w:val="placeholder"/>
        </w:category>
        <w:types>
          <w:type w:val="bbPlcHdr"/>
        </w:types>
        <w:behaviors>
          <w:behavior w:val="content"/>
        </w:behaviors>
        <w:guid w:val="{D73C17F0-85B4-414F-87E3-8DAD13035077}"/>
      </w:docPartPr>
      <w:docPartBody>
        <w:p w:rsidR="00C759EF" w:rsidRDefault="00D97B1F">
          <w:pPr>
            <w:pStyle w:val="96929528468B4847839F6C038A964193"/>
          </w:pPr>
          <w:r w:rsidRPr="0080026D">
            <w:rPr>
              <w:rStyle w:val="PlaceholderText"/>
            </w:rPr>
            <w:t>[Author]</w:t>
          </w:r>
        </w:p>
      </w:docPartBody>
    </w:docPart>
    <w:docPart>
      <w:docPartPr>
        <w:name w:val="780BA8CB840C4D1A9C0C01CFF7DA5005"/>
        <w:category>
          <w:name w:val="General"/>
          <w:gallery w:val="placeholder"/>
        </w:category>
        <w:types>
          <w:type w:val="bbPlcHdr"/>
        </w:types>
        <w:behaviors>
          <w:behavior w:val="content"/>
        </w:behaviors>
        <w:guid w:val="{3C58A20F-A647-48A0-BC2D-E21CFB5984AD}"/>
      </w:docPartPr>
      <w:docPartBody>
        <w:p w:rsidR="00C759EF" w:rsidRDefault="00D97B1F">
          <w:pPr>
            <w:pStyle w:val="780BA8CB840C4D1A9C0C01CFF7DA5005"/>
          </w:pPr>
          <w:r w:rsidRPr="00F81ADC">
            <w:rPr>
              <w:rStyle w:val="PlaceholderText"/>
            </w:rPr>
            <w:t>Click here to enter text.</w:t>
          </w:r>
        </w:p>
      </w:docPartBody>
    </w:docPart>
    <w:docPart>
      <w:docPartPr>
        <w:name w:val="5372FC2497304E0ABF9F7F2C33BA11E9"/>
        <w:category>
          <w:name w:val="General"/>
          <w:gallery w:val="placeholder"/>
        </w:category>
        <w:types>
          <w:type w:val="bbPlcHdr"/>
        </w:types>
        <w:behaviors>
          <w:behavior w:val="content"/>
        </w:behaviors>
        <w:guid w:val="{D3CCAAE2-1742-4E97-A189-F823F2803FE5}"/>
      </w:docPartPr>
      <w:docPartBody>
        <w:p w:rsidR="00C759EF" w:rsidRDefault="00D97B1F">
          <w:pPr>
            <w:pStyle w:val="5372FC2497304E0ABF9F7F2C33BA11E9"/>
          </w:pPr>
          <w:r w:rsidRPr="0080026D">
            <w:rPr>
              <w:rStyle w:val="PlaceholderText"/>
            </w:rPr>
            <w:t>[Publish Date]</w:t>
          </w:r>
        </w:p>
      </w:docPartBody>
    </w:docPart>
    <w:docPart>
      <w:docPartPr>
        <w:name w:val="8D990AA1A50D4BA3A1907271B9D3B4A1"/>
        <w:category>
          <w:name w:val="General"/>
          <w:gallery w:val="placeholder"/>
        </w:category>
        <w:types>
          <w:type w:val="bbPlcHdr"/>
        </w:types>
        <w:behaviors>
          <w:behavior w:val="content"/>
        </w:behaviors>
        <w:guid w:val="{E4567ECB-F9C4-449D-B901-509282A338BA}"/>
      </w:docPartPr>
      <w:docPartBody>
        <w:p w:rsidR="00C759EF" w:rsidRDefault="00D97B1F">
          <w:pPr>
            <w:pStyle w:val="8D990AA1A50D4BA3A1907271B9D3B4A1"/>
          </w:pPr>
          <w:r w:rsidRPr="00A96FDA">
            <w:rPr>
              <w:rStyle w:val="PlaceholderText"/>
            </w:rPr>
            <w:t>[Publish Date]</w:t>
          </w:r>
        </w:p>
      </w:docPartBody>
    </w:docPart>
    <w:docPart>
      <w:docPartPr>
        <w:name w:val="0A5CE0C297944DD4A17D8838330087C5"/>
        <w:category>
          <w:name w:val="General"/>
          <w:gallery w:val="placeholder"/>
        </w:category>
        <w:types>
          <w:type w:val="bbPlcHdr"/>
        </w:types>
        <w:behaviors>
          <w:behavior w:val="content"/>
        </w:behaviors>
        <w:guid w:val="{61A8A485-E21D-4719-BC05-CDA3E22B8F0E}"/>
      </w:docPartPr>
      <w:docPartBody>
        <w:p w:rsidR="00C759EF" w:rsidRDefault="00D97B1F">
          <w:pPr>
            <w:pStyle w:val="0A5CE0C297944DD4A17D8838330087C5"/>
          </w:pPr>
          <w:r w:rsidRPr="0080026D">
            <w:rPr>
              <w:rStyle w:val="PlaceholderText"/>
            </w:rPr>
            <w:t>[Abstract]</w:t>
          </w:r>
        </w:p>
      </w:docPartBody>
    </w:docPart>
    <w:docPart>
      <w:docPartPr>
        <w:name w:val="DefaultPlaceholder_-1854013439"/>
        <w:category>
          <w:name w:val="General"/>
          <w:gallery w:val="placeholder"/>
        </w:category>
        <w:types>
          <w:type w:val="bbPlcHdr"/>
        </w:types>
        <w:behaviors>
          <w:behavior w:val="content"/>
        </w:behaviors>
        <w:guid w:val="{D4730826-112E-4ACB-A152-A8DF244D8D0C}"/>
      </w:docPartPr>
      <w:docPartBody>
        <w:p w:rsidR="00C759EF" w:rsidRDefault="002C581D">
          <w:r w:rsidRPr="009657BE">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83F78831-EE56-427A-BF33-1F9611E8F579}"/>
      </w:docPartPr>
      <w:docPartBody>
        <w:p w:rsidR="00C759EF" w:rsidRDefault="002C581D">
          <w:r w:rsidRPr="009657BE">
            <w:rPr>
              <w:rStyle w:val="PlaceholderText"/>
            </w:rPr>
            <w:t>Click or tap here to enter text.</w:t>
          </w:r>
        </w:p>
      </w:docPartBody>
    </w:docPart>
    <w:docPart>
      <w:docPartPr>
        <w:name w:val="7D0C255941AD45879ED76C955A7947D8"/>
        <w:category>
          <w:name w:val="General"/>
          <w:gallery w:val="placeholder"/>
        </w:category>
        <w:types>
          <w:type w:val="bbPlcHdr"/>
        </w:types>
        <w:behaviors>
          <w:behavior w:val="content"/>
        </w:behaviors>
        <w:guid w:val="{A66DFC42-684C-4CA8-A63A-EA6CECF67955}"/>
      </w:docPartPr>
      <w:docPartBody>
        <w:p w:rsidR="002D7D48" w:rsidRDefault="00F314B9" w:rsidP="00F314B9">
          <w:pPr>
            <w:pStyle w:val="7D0C255941AD45879ED76C955A7947D8"/>
          </w:pPr>
          <w:r w:rsidRPr="009657BE">
            <w:rPr>
              <w:rStyle w:val="PlaceholderText"/>
            </w:rPr>
            <w:t>Choose an item.</w:t>
          </w:r>
        </w:p>
      </w:docPartBody>
    </w:docPart>
    <w:docPart>
      <w:docPartPr>
        <w:name w:val="026210DFA7F347778800386CD63852DE"/>
        <w:category>
          <w:name w:val="General"/>
          <w:gallery w:val="placeholder"/>
        </w:category>
        <w:types>
          <w:type w:val="bbPlcHdr"/>
        </w:types>
        <w:behaviors>
          <w:behavior w:val="content"/>
        </w:behaviors>
        <w:guid w:val="{ED9F076C-E65C-4C5F-BCB3-207EB57D625B}"/>
      </w:docPartPr>
      <w:docPartBody>
        <w:p w:rsidR="009444E3" w:rsidRDefault="006E0C88" w:rsidP="006E0C88">
          <w:pPr>
            <w:pStyle w:val="026210DFA7F347778800386CD63852DE"/>
          </w:pPr>
          <w:r w:rsidRPr="009657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81D"/>
    <w:rsid w:val="00011694"/>
    <w:rsid w:val="00024F60"/>
    <w:rsid w:val="00054DE3"/>
    <w:rsid w:val="00095A4C"/>
    <w:rsid w:val="001258B4"/>
    <w:rsid w:val="00180B4C"/>
    <w:rsid w:val="00276C31"/>
    <w:rsid w:val="002A2F60"/>
    <w:rsid w:val="002C35A0"/>
    <w:rsid w:val="002C581D"/>
    <w:rsid w:val="002D7D48"/>
    <w:rsid w:val="002E1810"/>
    <w:rsid w:val="002F5B6B"/>
    <w:rsid w:val="003206D7"/>
    <w:rsid w:val="003305C9"/>
    <w:rsid w:val="00382DA2"/>
    <w:rsid w:val="00397BD2"/>
    <w:rsid w:val="003B16EF"/>
    <w:rsid w:val="003D75C9"/>
    <w:rsid w:val="00430052"/>
    <w:rsid w:val="00455BD4"/>
    <w:rsid w:val="004730DC"/>
    <w:rsid w:val="004B4715"/>
    <w:rsid w:val="004D7CD3"/>
    <w:rsid w:val="005469D8"/>
    <w:rsid w:val="005C2A78"/>
    <w:rsid w:val="00650D37"/>
    <w:rsid w:val="0067388A"/>
    <w:rsid w:val="006B150C"/>
    <w:rsid w:val="006C056B"/>
    <w:rsid w:val="006E0C88"/>
    <w:rsid w:val="00701605"/>
    <w:rsid w:val="00714622"/>
    <w:rsid w:val="007218E7"/>
    <w:rsid w:val="0084248D"/>
    <w:rsid w:val="00887031"/>
    <w:rsid w:val="00887041"/>
    <w:rsid w:val="00896D0B"/>
    <w:rsid w:val="008A2FB8"/>
    <w:rsid w:val="008A4CE6"/>
    <w:rsid w:val="008B754C"/>
    <w:rsid w:val="00901DF1"/>
    <w:rsid w:val="0093722D"/>
    <w:rsid w:val="009444E3"/>
    <w:rsid w:val="00944551"/>
    <w:rsid w:val="009450A6"/>
    <w:rsid w:val="009459D9"/>
    <w:rsid w:val="00953E61"/>
    <w:rsid w:val="0096335F"/>
    <w:rsid w:val="00976097"/>
    <w:rsid w:val="009854AC"/>
    <w:rsid w:val="009E5AA6"/>
    <w:rsid w:val="00A73533"/>
    <w:rsid w:val="00AB506A"/>
    <w:rsid w:val="00AD6BC1"/>
    <w:rsid w:val="00B22555"/>
    <w:rsid w:val="00B5269B"/>
    <w:rsid w:val="00B54BCE"/>
    <w:rsid w:val="00B74810"/>
    <w:rsid w:val="00BB04BA"/>
    <w:rsid w:val="00BE2A74"/>
    <w:rsid w:val="00C1044C"/>
    <w:rsid w:val="00C759EF"/>
    <w:rsid w:val="00CB4089"/>
    <w:rsid w:val="00CF775D"/>
    <w:rsid w:val="00D05254"/>
    <w:rsid w:val="00D649F9"/>
    <w:rsid w:val="00D72329"/>
    <w:rsid w:val="00D97B1F"/>
    <w:rsid w:val="00DF582B"/>
    <w:rsid w:val="00DF7EA5"/>
    <w:rsid w:val="00E016BE"/>
    <w:rsid w:val="00EA18D7"/>
    <w:rsid w:val="00F17130"/>
    <w:rsid w:val="00F314B9"/>
    <w:rsid w:val="00F67AD0"/>
    <w:rsid w:val="00FA3F17"/>
  </w:rsids>
  <m:mathPr>
    <m:mathFont m:val="Cambria Math"/>
    <m:brkBin m:val="before"/>
    <m:brkBinSub m:val="--"/>
    <m:smallFrac m:val="0"/>
    <m:dispDef/>
    <m:lMargin m:val="0"/>
    <m:rMargin m:val="0"/>
    <m:defJc m:val="centerGroup"/>
    <m:wrapIndent m:val="1440"/>
    <m:intLim m:val="subSup"/>
    <m:naryLim m:val="undOvr"/>
  </m:mathPr>
  <w:themeFontLang w:val="ms-MY"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ms-MY" w:eastAsia="ms-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0C88"/>
    <w:rPr>
      <w:color w:val="808080"/>
    </w:rPr>
  </w:style>
  <w:style w:type="paragraph" w:customStyle="1" w:styleId="5FDABC0E2AA34A4BB98AB8F4E6E189A0">
    <w:name w:val="5FDABC0E2AA34A4BB98AB8F4E6E189A0"/>
  </w:style>
  <w:style w:type="paragraph" w:customStyle="1" w:styleId="42973C1F164847ABAF16CA4269E12BCA">
    <w:name w:val="42973C1F164847ABAF16CA4269E12BCA"/>
  </w:style>
  <w:style w:type="paragraph" w:customStyle="1" w:styleId="800F2B7CE2584455B5E8011546E691D3">
    <w:name w:val="800F2B7CE2584455B5E8011546E691D3"/>
  </w:style>
  <w:style w:type="paragraph" w:customStyle="1" w:styleId="8DFBA6AA8D4E476BA61F5AD3AD555513">
    <w:name w:val="8DFBA6AA8D4E476BA61F5AD3AD555513"/>
  </w:style>
  <w:style w:type="paragraph" w:customStyle="1" w:styleId="826AF1592DC84A509858862F66181B89">
    <w:name w:val="826AF1592DC84A509858862F66181B89"/>
  </w:style>
  <w:style w:type="paragraph" w:customStyle="1" w:styleId="96929528468B4847839F6C038A964193">
    <w:name w:val="96929528468B4847839F6C038A964193"/>
  </w:style>
  <w:style w:type="paragraph" w:customStyle="1" w:styleId="780BA8CB840C4D1A9C0C01CFF7DA5005">
    <w:name w:val="780BA8CB840C4D1A9C0C01CFF7DA5005"/>
  </w:style>
  <w:style w:type="paragraph" w:customStyle="1" w:styleId="5372FC2497304E0ABF9F7F2C33BA11E9">
    <w:name w:val="5372FC2497304E0ABF9F7F2C33BA11E9"/>
  </w:style>
  <w:style w:type="paragraph" w:customStyle="1" w:styleId="8D990AA1A50D4BA3A1907271B9D3B4A1">
    <w:name w:val="8D990AA1A50D4BA3A1907271B9D3B4A1"/>
  </w:style>
  <w:style w:type="paragraph" w:customStyle="1" w:styleId="0A5CE0C297944DD4A17D8838330087C5">
    <w:name w:val="0A5CE0C297944DD4A17D8838330087C5"/>
  </w:style>
  <w:style w:type="paragraph" w:customStyle="1" w:styleId="7D0C255941AD45879ED76C955A7947D8">
    <w:name w:val="7D0C255941AD45879ED76C955A7947D8"/>
    <w:rsid w:val="00F314B9"/>
  </w:style>
  <w:style w:type="paragraph" w:customStyle="1" w:styleId="026210DFA7F347778800386CD63852DE">
    <w:name w:val="026210DFA7F347778800386CD63852DE"/>
    <w:rsid w:val="006E0C88"/>
    <w:rPr>
      <w:kern w:val="2"/>
      <w:lang w:val="en-MY"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PublishDate>
  <Abstract>Copyright by Asia e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99F1E4-3C57-4752-A726-59769AE1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AeU KC Thesis Formatting template 2020 COPYRIGHT</Template>
  <TotalTime>0</TotalTime>
  <Pages>26</Pages>
  <Words>2788</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TITLE OF THE THESIS: MUST BE IN 
CAPITAL LETTERS AND SHALL 
NORMALLY NOT EXCEED 
20 WORDS</vt:lpstr>
    </vt:vector>
  </TitlesOfParts>
  <Company>ASIA e UNIVERSITY</Company>
  <LinksUpToDate>false</LinksUpToDate>
  <CharactersWithSpaces>18649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THESIS: MUST BE IN 
CAPITAL LETTERS AND SHALL 
NORMALLY NOT EXCEED 
20 WORDS</dc:title>
  <dc:subject/>
  <dc:creator>NAME OF STUDENT</dc:creator>
  <cp:keywords>werwerwwwwewrwerwerwerwerwer
wsdfsdf
sderwerwerwerwer</cp:keywords>
  <dc:description/>
  <cp:lastModifiedBy>Lee Lee Swa</cp:lastModifiedBy>
  <cp:revision>2</cp:revision>
  <cp:lastPrinted>2020-09-23T01:54:00Z</cp:lastPrinted>
  <dcterms:created xsi:type="dcterms:W3CDTF">2024-12-19T08:38:00Z</dcterms:created>
  <dcterms:modified xsi:type="dcterms:W3CDTF">2024-12-19T08:38:00Z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ae6b8190653ce12b196bbc770a1c1d25e902a764b1f610f73c9777e165c0e192</vt:lpwstr>
  </property>
</Properties>
</file>